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546" w:type="dxa"/>
        <w:tblBorders>
          <w:top w:val="none" w:sz="0" w:space="0" w:color="auto"/>
          <w:left w:val="none" w:sz="0" w:space="0" w:color="auto"/>
          <w:bottom w:val="none" w:sz="0" w:space="0" w:color="auto"/>
          <w:right w:val="none" w:sz="0" w:space="0" w:color="auto"/>
          <w:insideH w:val="single" w:sz="48" w:space="0" w:color="FFFFFF" w:themeColor="background1"/>
          <w:insideV w:val="single" w:sz="48" w:space="0" w:color="FFFFFF" w:themeColor="background1"/>
        </w:tblBorders>
        <w:tblCellMar>
          <w:left w:w="0" w:type="dxa"/>
          <w:right w:w="0" w:type="dxa"/>
        </w:tblCellMar>
        <w:tblLook w:val="04A0" w:firstRow="1" w:lastRow="0" w:firstColumn="1" w:lastColumn="0" w:noHBand="0" w:noVBand="1"/>
      </w:tblPr>
      <w:tblGrid>
        <w:gridCol w:w="2800"/>
        <w:gridCol w:w="7746"/>
      </w:tblGrid>
      <w:tr w:rsidR="00734110" w14:paraId="0BA69BB7" w14:textId="77777777" w:rsidTr="007A5B75">
        <w:trPr>
          <w:trHeight w:val="510"/>
        </w:trPr>
        <w:tc>
          <w:tcPr>
            <w:tcW w:w="2699" w:type="dxa"/>
          </w:tcPr>
          <w:sdt>
            <w:sdtPr>
              <w:tag w:val="Q"/>
              <w:id w:val="-1174102895"/>
              <w:lock w:val="sdtLocked"/>
              <w:placeholder>
                <w:docPart w:val="00E32A1497996A418942EC99FA79A7F7"/>
              </w:placeholder>
            </w:sdtPr>
            <w:sdtContent>
              <w:bookmarkStart w:id="0" w:name="Question1" w:displacedByCustomXml="prev"/>
              <w:p w14:paraId="1FE9DA10" w14:textId="77777777" w:rsidR="00EF3199" w:rsidRDefault="00AD217A" w:rsidP="00AD217A">
                <w:pPr>
                  <w:pStyle w:val="Heading3"/>
                  <w:outlineLvl w:val="2"/>
                </w:pPr>
                <w:r>
                  <w:fldChar w:fldCharType="begin"/>
                </w:r>
                <w:r>
                  <w:instrText xml:space="preserve"> MACROBUTTON Select Client Name</w:instrText>
                </w:r>
                <w:r>
                  <w:fldChar w:fldCharType="end"/>
                </w:r>
              </w:p>
              <w:bookmarkEnd w:id="0" w:displacedByCustomXml="next"/>
            </w:sdtContent>
          </w:sdt>
        </w:tc>
        <w:tc>
          <w:tcPr>
            <w:tcW w:w="7468" w:type="dxa"/>
            <w:shd w:val="clear" w:color="auto" w:fill="EAF3E7"/>
            <w:vAlign w:val="center"/>
          </w:tcPr>
          <w:sdt>
            <w:sdtPr>
              <w:id w:val="-320354268"/>
              <w:lock w:val="sdtLocked"/>
              <w:placeholder>
                <w:docPart w:val="E91E2DF636FBB843ADE178997412B8D1"/>
              </w:placeholder>
            </w:sdtPr>
            <w:sdtContent>
              <w:p w14:paraId="695F64B0" w14:textId="77777777" w:rsidR="00EF3199" w:rsidRDefault="00B004F2" w:rsidP="00B004F2">
                <w:pPr>
                  <w:pStyle w:val="BodyText"/>
                </w:pPr>
                <w:r>
                  <w:t>Nikki Redditt</w:t>
                </w:r>
              </w:p>
            </w:sdtContent>
          </w:sdt>
        </w:tc>
      </w:tr>
      <w:tr w:rsidR="00734110" w14:paraId="43A8BE34" w14:textId="77777777" w:rsidTr="007A5B75">
        <w:trPr>
          <w:trHeight w:val="510"/>
        </w:trPr>
        <w:tc>
          <w:tcPr>
            <w:tcW w:w="2699" w:type="dxa"/>
          </w:tcPr>
          <w:sdt>
            <w:sdtPr>
              <w:tag w:val="Q"/>
              <w:id w:val="784930791"/>
              <w:lock w:val="sdtLocked"/>
              <w:placeholder>
                <w:docPart w:val="00E32A1497996A418942EC99FA79A7F7"/>
              </w:placeholder>
            </w:sdtPr>
            <w:sdtContent>
              <w:p w14:paraId="11B084EA" w14:textId="77777777" w:rsidR="00EF3199" w:rsidRDefault="00D57BD6" w:rsidP="00416131">
                <w:pPr>
                  <w:pStyle w:val="Heading3"/>
                  <w:outlineLvl w:val="2"/>
                </w:pPr>
                <w:r w:rsidRPr="00D57BD6">
                  <w:t>Project Name</w:t>
                </w:r>
              </w:p>
            </w:sdtContent>
          </w:sdt>
        </w:tc>
        <w:tc>
          <w:tcPr>
            <w:tcW w:w="7468" w:type="dxa"/>
            <w:shd w:val="clear" w:color="auto" w:fill="EAF3E7"/>
            <w:vAlign w:val="center"/>
          </w:tcPr>
          <w:sdt>
            <w:sdtPr>
              <w:id w:val="-1949995574"/>
              <w:lock w:val="sdtLocked"/>
              <w:placeholder>
                <w:docPart w:val="00E32A1497996A418942EC99FA79A7F7"/>
              </w:placeholder>
            </w:sdtPr>
            <w:sdtContent>
              <w:p w14:paraId="3BE7B8C9" w14:textId="77777777" w:rsidR="00EF3199" w:rsidRDefault="00B004F2" w:rsidP="00B004F2">
                <w:pPr>
                  <w:pStyle w:val="BodyText"/>
                </w:pPr>
                <w:r>
                  <w:t>Generic Museum leaflet</w:t>
                </w:r>
              </w:p>
            </w:sdtContent>
          </w:sdt>
        </w:tc>
      </w:tr>
      <w:tr w:rsidR="00734110" w14:paraId="4BBF2D68" w14:textId="77777777" w:rsidTr="007A5B75">
        <w:trPr>
          <w:trHeight w:val="510"/>
        </w:trPr>
        <w:tc>
          <w:tcPr>
            <w:tcW w:w="2699" w:type="dxa"/>
          </w:tcPr>
          <w:sdt>
            <w:sdtPr>
              <w:tag w:val="Q"/>
              <w:id w:val="1468703621"/>
              <w:lock w:val="sdtLocked"/>
              <w:placeholder>
                <w:docPart w:val="00E32A1497996A418942EC99FA79A7F7"/>
              </w:placeholder>
            </w:sdtPr>
            <w:sdtContent>
              <w:p w14:paraId="3B9599CC" w14:textId="77777777" w:rsidR="00EF3199" w:rsidRDefault="00D57BD6" w:rsidP="00416131">
                <w:pPr>
                  <w:pStyle w:val="Heading3"/>
                  <w:outlineLvl w:val="2"/>
                </w:pPr>
                <w:r w:rsidRPr="00D57BD6">
                  <w:t>Date</w:t>
                </w:r>
              </w:p>
            </w:sdtContent>
          </w:sdt>
        </w:tc>
        <w:tc>
          <w:tcPr>
            <w:tcW w:w="7468" w:type="dxa"/>
            <w:shd w:val="clear" w:color="auto" w:fill="EAF3E7"/>
            <w:vAlign w:val="center"/>
          </w:tcPr>
          <w:sdt>
            <w:sdtPr>
              <w:id w:val="743849393"/>
              <w:lock w:val="sdtLocked"/>
              <w:placeholder>
                <w:docPart w:val="00E32A1497996A418942EC99FA79A7F7"/>
              </w:placeholder>
            </w:sdtPr>
            <w:sdtContent>
              <w:p w14:paraId="7539F6D5" w14:textId="77777777" w:rsidR="00EF3199" w:rsidRDefault="00B004F2" w:rsidP="00B004F2">
                <w:pPr>
                  <w:pStyle w:val="BodyText"/>
                </w:pPr>
                <w:r>
                  <w:t>01/12/2016</w:t>
                </w:r>
              </w:p>
            </w:sdtContent>
          </w:sdt>
        </w:tc>
      </w:tr>
      <w:tr w:rsidR="00734110" w14:paraId="2A4A6031" w14:textId="77777777" w:rsidTr="007A5B75">
        <w:trPr>
          <w:trHeight w:val="331"/>
        </w:trPr>
        <w:tc>
          <w:tcPr>
            <w:tcW w:w="2699" w:type="dxa"/>
          </w:tcPr>
          <w:sdt>
            <w:sdtPr>
              <w:tag w:val="Q"/>
              <w:id w:val="-2057311087"/>
              <w:lock w:val="sdtLocked"/>
              <w:placeholder>
                <w:docPart w:val="00E32A1497996A418942EC99FA79A7F7"/>
              </w:placeholder>
            </w:sdtPr>
            <w:sdtContent>
              <w:p w14:paraId="003DDB82" w14:textId="77777777" w:rsidR="00EF3199" w:rsidRDefault="00D57BD6" w:rsidP="00416131">
                <w:pPr>
                  <w:pStyle w:val="Heading3"/>
                  <w:outlineLvl w:val="2"/>
                </w:pPr>
                <w:r w:rsidRPr="00D57BD6">
                  <w:t>Date required</w:t>
                </w:r>
              </w:p>
            </w:sdtContent>
          </w:sdt>
        </w:tc>
        <w:tc>
          <w:tcPr>
            <w:tcW w:w="7468" w:type="dxa"/>
            <w:shd w:val="clear" w:color="auto" w:fill="EAF3E7"/>
            <w:vAlign w:val="center"/>
          </w:tcPr>
          <w:sdt>
            <w:sdtPr>
              <w:id w:val="25533067"/>
              <w:lock w:val="sdtLocked"/>
              <w:placeholder>
                <w:docPart w:val="1589381014EAA74F85111F0468A7492C"/>
              </w:placeholder>
            </w:sdtPr>
            <w:sdtContent>
              <w:p w14:paraId="601AACD8" w14:textId="77777777" w:rsidR="00F54329" w:rsidRDefault="00F54329" w:rsidP="00F54329">
                <w:pPr>
                  <w:pStyle w:val="BodyText"/>
                </w:pPr>
                <w:r>
                  <w:t>30/03/2017</w:t>
                </w:r>
              </w:p>
              <w:p w14:paraId="7A65B129" w14:textId="77777777" w:rsidR="00165720" w:rsidRDefault="006776ED" w:rsidP="00F54329">
                <w:pPr>
                  <w:pStyle w:val="BodyText"/>
                </w:pPr>
              </w:p>
            </w:sdtContent>
          </w:sdt>
        </w:tc>
      </w:tr>
      <w:tr w:rsidR="00734110" w14:paraId="75211DA0" w14:textId="77777777" w:rsidTr="007A5B75">
        <w:trPr>
          <w:trHeight w:val="680"/>
        </w:trPr>
        <w:tc>
          <w:tcPr>
            <w:tcW w:w="2699" w:type="dxa"/>
          </w:tcPr>
          <w:sdt>
            <w:sdtPr>
              <w:tag w:val="Q"/>
              <w:id w:val="-789054909"/>
              <w:lock w:val="sdtLocked"/>
              <w:placeholder>
                <w:docPart w:val="00E32A1497996A418942EC99FA79A7F7"/>
              </w:placeholder>
            </w:sdtPr>
            <w:sdtContent>
              <w:p w14:paraId="0258F9AB" w14:textId="77777777" w:rsidR="00EF3199" w:rsidRDefault="00D57BD6" w:rsidP="00416131">
                <w:pPr>
                  <w:pStyle w:val="Heading3"/>
                  <w:outlineLvl w:val="2"/>
                </w:pPr>
                <w:r w:rsidRPr="00D57BD6">
                  <w:t>Document name</w:t>
                </w:r>
              </w:p>
            </w:sdtContent>
          </w:sdt>
        </w:tc>
        <w:tc>
          <w:tcPr>
            <w:tcW w:w="7468" w:type="dxa"/>
            <w:shd w:val="clear" w:color="auto" w:fill="EAF3E7"/>
            <w:vAlign w:val="center"/>
          </w:tcPr>
          <w:sdt>
            <w:sdtPr>
              <w:id w:val="670767120"/>
              <w:lock w:val="sdtLocked"/>
              <w:placeholder>
                <w:docPart w:val="00E32A1497996A418942EC99FA79A7F7"/>
              </w:placeholder>
            </w:sdtPr>
            <w:sdtContent>
              <w:p w14:paraId="2A6EBBA3" w14:textId="77777777" w:rsidR="00EF3199" w:rsidRDefault="00B004F2" w:rsidP="00B004F2">
                <w:pPr>
                  <w:pStyle w:val="BodyText"/>
                </w:pPr>
                <w:r>
                  <w:t>NAM_Generic_Museum_Leaflet</w:t>
                </w:r>
              </w:p>
            </w:sdtContent>
          </w:sdt>
        </w:tc>
      </w:tr>
      <w:tr w:rsidR="00734110" w14:paraId="52DDF413" w14:textId="77777777" w:rsidTr="007A5B75">
        <w:trPr>
          <w:trHeight w:val="510"/>
        </w:trPr>
        <w:tc>
          <w:tcPr>
            <w:tcW w:w="2699" w:type="dxa"/>
          </w:tcPr>
          <w:sdt>
            <w:sdtPr>
              <w:alias w:val="Q"/>
              <w:tag w:val="Q"/>
              <w:id w:val="1388841389"/>
              <w:lock w:val="sdtLocked"/>
              <w:placeholder>
                <w:docPart w:val="00E32A1497996A418942EC99FA79A7F7"/>
              </w:placeholder>
            </w:sdtPr>
            <w:sdtContent>
              <w:p w14:paraId="127A89ED" w14:textId="77777777" w:rsidR="00EF3199" w:rsidRDefault="00D57BD6" w:rsidP="00416131">
                <w:pPr>
                  <w:pStyle w:val="Heading3"/>
                  <w:outlineLvl w:val="2"/>
                </w:pPr>
                <w:r w:rsidRPr="00D57BD6">
                  <w:t>File location for project</w:t>
                </w:r>
              </w:p>
            </w:sdtContent>
          </w:sdt>
        </w:tc>
        <w:tc>
          <w:tcPr>
            <w:tcW w:w="7468" w:type="dxa"/>
            <w:shd w:val="clear" w:color="auto" w:fill="EAF3E7"/>
            <w:vAlign w:val="center"/>
          </w:tcPr>
          <w:sdt>
            <w:sdtPr>
              <w:id w:val="1730647729"/>
              <w:lock w:val="sdtLocked"/>
              <w:placeholder>
                <w:docPart w:val="00E32A1497996A418942EC99FA79A7F7"/>
              </w:placeholder>
            </w:sdtPr>
            <w:sdtContent>
              <w:p w14:paraId="0209F3E3" w14:textId="77777777" w:rsidR="00EF3199" w:rsidRPr="00165720" w:rsidRDefault="00B004F2" w:rsidP="00B004F2">
                <w:pPr>
                  <w:pStyle w:val="BodyText"/>
                </w:pPr>
                <w:r w:rsidRPr="00B004F2">
                  <w:t>B/6/1</w:t>
                </w:r>
                <w:r>
                  <w:t>/4</w:t>
                </w:r>
                <w:r w:rsidRPr="00B004F2">
                  <w:t>/Development/Visual Communications Implementation Project 2016/Applications/Generic leaflet</w:t>
                </w:r>
              </w:p>
            </w:sdtContent>
          </w:sdt>
        </w:tc>
      </w:tr>
      <w:tr w:rsidR="00734110" w14:paraId="07803F03" w14:textId="77777777" w:rsidTr="007A5B75">
        <w:trPr>
          <w:trHeight w:val="680"/>
        </w:trPr>
        <w:tc>
          <w:tcPr>
            <w:tcW w:w="2699" w:type="dxa"/>
          </w:tcPr>
          <w:sdt>
            <w:sdtPr>
              <w:tag w:val="Q"/>
              <w:id w:val="-2006035769"/>
              <w:lock w:val="sdtLocked"/>
              <w:placeholder>
                <w:docPart w:val="00E32A1497996A418942EC99FA79A7F7"/>
              </w:placeholder>
            </w:sdtPr>
            <w:sdtContent>
              <w:p w14:paraId="27E967FB" w14:textId="77777777" w:rsidR="00D57BD6" w:rsidRDefault="00D57BD6" w:rsidP="00D57BD6">
                <w:pPr>
                  <w:pStyle w:val="Heading3"/>
                  <w:outlineLvl w:val="2"/>
                </w:pPr>
                <w:r>
                  <w:t>Brief overview of project/</w:t>
                </w:r>
              </w:p>
              <w:p w14:paraId="4046C1F4" w14:textId="77777777" w:rsidR="00EF3199" w:rsidRDefault="00D57BD6" w:rsidP="00D57BD6">
                <w:pPr>
                  <w:pStyle w:val="Heading3"/>
                  <w:outlineLvl w:val="2"/>
                </w:pPr>
                <w:r>
                  <w:t>background information</w:t>
                </w:r>
              </w:p>
            </w:sdtContent>
          </w:sdt>
        </w:tc>
        <w:tc>
          <w:tcPr>
            <w:tcW w:w="7468" w:type="dxa"/>
            <w:shd w:val="clear" w:color="auto" w:fill="EAF3E7"/>
            <w:vAlign w:val="center"/>
          </w:tcPr>
          <w:sdt>
            <w:sdtPr>
              <w:id w:val="1542945153"/>
              <w:lock w:val="sdtLocked"/>
              <w:placeholder>
                <w:docPart w:val="00E32A1497996A418942EC99FA79A7F7"/>
              </w:placeholder>
            </w:sdtPr>
            <w:sdtContent>
              <w:p w14:paraId="758B8933" w14:textId="77777777" w:rsidR="00B004F2" w:rsidRDefault="006776ED" w:rsidP="006776ED">
                <w:pPr>
                  <w:pStyle w:val="BodyText"/>
                </w:pPr>
                <w:r>
                  <w:t>Leaflet is to provide an overview of the Museum offer, to sit within the Museum for people to take away and give to others, and to sit in display stands within other Museums, cafes, tourist centres etc for people to pick-up.</w:t>
                </w:r>
              </w:p>
              <w:p w14:paraId="051B6863" w14:textId="77777777" w:rsidR="00165720" w:rsidRDefault="006776ED" w:rsidP="00395CA8">
                <w:pPr>
                  <w:pStyle w:val="BodyText"/>
                  <w:ind w:left="0"/>
                </w:pPr>
              </w:p>
            </w:sdtContent>
          </w:sdt>
        </w:tc>
      </w:tr>
      <w:tr w:rsidR="00734110" w14:paraId="12C08F50" w14:textId="77777777" w:rsidTr="007A5B75">
        <w:trPr>
          <w:trHeight w:val="850"/>
        </w:trPr>
        <w:tc>
          <w:tcPr>
            <w:tcW w:w="2699" w:type="dxa"/>
          </w:tcPr>
          <w:sdt>
            <w:sdtPr>
              <w:tag w:val="Q"/>
              <w:id w:val="54130330"/>
              <w:lock w:val="sdtLocked"/>
              <w:placeholder>
                <w:docPart w:val="00E32A1497996A418942EC99FA79A7F7"/>
              </w:placeholder>
            </w:sdtPr>
            <w:sdtContent>
              <w:p w14:paraId="5DFE0D89" w14:textId="77777777" w:rsidR="00D57BD6" w:rsidRDefault="00D57BD6" w:rsidP="00D57BD6">
                <w:pPr>
                  <w:pStyle w:val="Heading3"/>
                  <w:outlineLvl w:val="2"/>
                </w:pPr>
                <w:r>
                  <w:t>What do you want to</w:t>
                </w:r>
              </w:p>
              <w:p w14:paraId="765A2A7E" w14:textId="77777777" w:rsidR="00EF3199" w:rsidRDefault="00D57BD6" w:rsidP="00D57BD6">
                <w:pPr>
                  <w:pStyle w:val="Heading3"/>
                  <w:outlineLvl w:val="2"/>
                </w:pPr>
                <w:r>
                  <w:t>achieve from this work?</w:t>
                </w:r>
              </w:p>
            </w:sdtContent>
          </w:sdt>
        </w:tc>
        <w:tc>
          <w:tcPr>
            <w:tcW w:w="7468" w:type="dxa"/>
            <w:shd w:val="clear" w:color="auto" w:fill="EAF3E7"/>
            <w:vAlign w:val="center"/>
          </w:tcPr>
          <w:sdt>
            <w:sdtPr>
              <w:id w:val="572860783"/>
              <w:lock w:val="sdtLocked"/>
              <w:placeholder>
                <w:docPart w:val="00E32A1497996A418942EC99FA79A7F7"/>
              </w:placeholder>
            </w:sdtPr>
            <w:sdtContent>
              <w:p w14:paraId="7C1D08EC" w14:textId="77777777" w:rsidR="00165720" w:rsidRDefault="00165720" w:rsidP="00416131">
                <w:pPr>
                  <w:pStyle w:val="BodyText"/>
                </w:pPr>
                <w:r>
                  <w:t>Describe or list the purpose of this document, for example …</w:t>
                </w:r>
              </w:p>
              <w:p w14:paraId="00EC4E55" w14:textId="77777777" w:rsidR="00165720" w:rsidRDefault="00165720" w:rsidP="003E4E8D">
                <w:pPr>
                  <w:pStyle w:val="ListBullet"/>
                </w:pPr>
                <w:r>
                  <w:t>Accurate</w:t>
                </w:r>
                <w:r w:rsidR="001928E4">
                  <w:t xml:space="preserve"> communication of opening hours, free entry, </w:t>
                </w:r>
                <w:r w:rsidR="00395CA8">
                  <w:t>location of the Museum</w:t>
                </w:r>
              </w:p>
              <w:p w14:paraId="0485CB74" w14:textId="77777777" w:rsidR="00F54329" w:rsidRDefault="00171D9D" w:rsidP="00897E97">
                <w:pPr>
                  <w:pStyle w:val="ListBullet"/>
                </w:pPr>
                <w:r>
                  <w:t xml:space="preserve">Simple and clear </w:t>
                </w:r>
                <w:r w:rsidR="001928E4">
                  <w:t>explanation</w:t>
                </w:r>
                <w:r>
                  <w:t xml:space="preserve"> of the new Museum offer </w:t>
                </w:r>
              </w:p>
              <w:p w14:paraId="1BDAD9F1" w14:textId="77777777" w:rsidR="00F54329" w:rsidRDefault="00F54329" w:rsidP="00897E97">
                <w:pPr>
                  <w:pStyle w:val="ListBullet"/>
                </w:pPr>
                <w:r>
                  <w:t>Encourage bookings of Play Base</w:t>
                </w:r>
              </w:p>
              <w:p w14:paraId="35E7A563" w14:textId="77777777" w:rsidR="00EF3199" w:rsidRDefault="00F54329" w:rsidP="00897E97">
                <w:pPr>
                  <w:pStyle w:val="ListBullet"/>
                </w:pPr>
                <w:r>
                  <w:t>Encourage sign-ups to the family membership scheme</w:t>
                </w:r>
              </w:p>
            </w:sdtContent>
          </w:sdt>
        </w:tc>
      </w:tr>
      <w:tr w:rsidR="00734110" w14:paraId="3F5D908C" w14:textId="77777777" w:rsidTr="007A5B75">
        <w:trPr>
          <w:trHeight w:val="850"/>
        </w:trPr>
        <w:tc>
          <w:tcPr>
            <w:tcW w:w="2699" w:type="dxa"/>
          </w:tcPr>
          <w:sdt>
            <w:sdtPr>
              <w:tag w:val="Q"/>
              <w:id w:val="-414553057"/>
              <w:lock w:val="sdtLocked"/>
              <w:placeholder>
                <w:docPart w:val="00E32A1497996A418942EC99FA79A7F7"/>
              </w:placeholder>
            </w:sdtPr>
            <w:sdtContent>
              <w:p w14:paraId="00469EAC" w14:textId="77777777" w:rsidR="00EF3199" w:rsidRDefault="00D57BD6" w:rsidP="00416131">
                <w:pPr>
                  <w:pStyle w:val="Heading3"/>
                  <w:outlineLvl w:val="2"/>
                </w:pPr>
                <w:r w:rsidRPr="00D57BD6">
                  <w:t>Target audience</w:t>
                </w:r>
              </w:p>
            </w:sdtContent>
          </w:sdt>
        </w:tc>
        <w:tc>
          <w:tcPr>
            <w:tcW w:w="7468" w:type="dxa"/>
            <w:shd w:val="clear" w:color="auto" w:fill="EAF3E7"/>
            <w:vAlign w:val="center"/>
          </w:tcPr>
          <w:sdt>
            <w:sdtPr>
              <w:id w:val="-629777601"/>
              <w:lock w:val="sdtLocked"/>
              <w:placeholder>
                <w:docPart w:val="00E32A1497996A418942EC99FA79A7F7"/>
              </w:placeholder>
            </w:sdtPr>
            <w:sdtContent>
              <w:p w14:paraId="475E126B" w14:textId="77777777" w:rsidR="001347C9" w:rsidRDefault="00C22125" w:rsidP="00C22125">
                <w:pPr>
                  <w:pStyle w:val="BodyText"/>
                </w:pPr>
                <w:r>
                  <w:t xml:space="preserve">To try and cover the widest possible </w:t>
                </w:r>
                <w:r w:rsidR="001347C9">
                  <w:t>audience base, however:</w:t>
                </w:r>
              </w:p>
              <w:p w14:paraId="7E6E44ED" w14:textId="77777777" w:rsidR="001347C9" w:rsidRDefault="00395CA8" w:rsidP="001347C9">
                <w:pPr>
                  <w:pStyle w:val="BodyText"/>
                  <w:numPr>
                    <w:ilvl w:val="0"/>
                    <w:numId w:val="26"/>
                  </w:numPr>
                </w:pPr>
                <w:r>
                  <w:t>Learning Families and Kids First Families as the primary audience</w:t>
                </w:r>
              </w:p>
              <w:p w14:paraId="1A08FD46" w14:textId="77777777" w:rsidR="001347C9" w:rsidRDefault="00395CA8" w:rsidP="001347C9">
                <w:pPr>
                  <w:pStyle w:val="BodyText"/>
                  <w:numPr>
                    <w:ilvl w:val="0"/>
                    <w:numId w:val="26"/>
                  </w:numPr>
                </w:pPr>
                <w:r>
                  <w:t>Empathisers and self developers as the secondary audience</w:t>
                </w:r>
              </w:p>
              <w:p w14:paraId="3D9D13DA" w14:textId="59A22EB6" w:rsidR="001347C9" w:rsidRDefault="001347C9" w:rsidP="001347C9">
                <w:pPr>
                  <w:pStyle w:val="BodyText"/>
                </w:pPr>
                <w:r>
                  <w:t>Either London, London and South East or Nationwide (to be decided once distribution method decided).</w:t>
                </w:r>
              </w:p>
              <w:p w14:paraId="73AFEE80" w14:textId="60234F8D" w:rsidR="00EF3199" w:rsidRDefault="001347C9" w:rsidP="001347C9">
                <w:pPr>
                  <w:pStyle w:val="BodyText"/>
                  <w:ind w:left="445"/>
                </w:pPr>
                <w:r>
                  <w:t>Note – audiences are based on motivation of Museum Visit.</w:t>
                </w:r>
              </w:p>
              <w:bookmarkStart w:id="1" w:name="_GoBack" w:displacedByCustomXml="next"/>
              <w:bookmarkEnd w:id="1" w:displacedByCustomXml="next"/>
            </w:sdtContent>
          </w:sdt>
        </w:tc>
      </w:tr>
      <w:tr w:rsidR="00734110" w14:paraId="5166A05A" w14:textId="77777777" w:rsidTr="007A5B75">
        <w:trPr>
          <w:trHeight w:val="510"/>
        </w:trPr>
        <w:tc>
          <w:tcPr>
            <w:tcW w:w="2699" w:type="dxa"/>
          </w:tcPr>
          <w:sdt>
            <w:sdtPr>
              <w:tag w:val="Q"/>
              <w:id w:val="1264648027"/>
              <w:lock w:val="sdtLocked"/>
              <w:placeholder>
                <w:docPart w:val="00E32A1497996A418942EC99FA79A7F7"/>
              </w:placeholder>
            </w:sdtPr>
            <w:sdtContent>
              <w:p w14:paraId="037F2201" w14:textId="77777777" w:rsidR="00EF3199" w:rsidRDefault="00D57BD6" w:rsidP="00416131">
                <w:pPr>
                  <w:pStyle w:val="Heading3"/>
                  <w:outlineLvl w:val="2"/>
                </w:pPr>
                <w:r w:rsidRPr="00D57BD6">
                  <w:t>Branding</w:t>
                </w:r>
              </w:p>
            </w:sdtContent>
          </w:sdt>
        </w:tc>
        <w:tc>
          <w:tcPr>
            <w:tcW w:w="7468" w:type="dxa"/>
            <w:shd w:val="clear" w:color="auto" w:fill="EAF3E7"/>
            <w:vAlign w:val="center"/>
          </w:tcPr>
          <w:sdt>
            <w:sdtPr>
              <w:id w:val="-868060770"/>
              <w:lock w:val="sdtLocked"/>
              <w:placeholder>
                <w:docPart w:val="00E32A1497996A418942EC99FA79A7F7"/>
              </w:placeholder>
            </w:sdtPr>
            <w:sdtContent>
              <w:p w14:paraId="3F483D5B" w14:textId="77777777" w:rsidR="00EF3199" w:rsidRDefault="00171D9D" w:rsidP="00171D9D">
                <w:pPr>
                  <w:pStyle w:val="BodyText"/>
                </w:pPr>
                <w:r>
                  <w:t>NAM, Play</w:t>
                </w:r>
                <w:r w:rsidR="00F54329">
                  <w:t xml:space="preserve"> Base, Café, Membership scheme</w:t>
                </w:r>
              </w:p>
            </w:sdtContent>
          </w:sdt>
        </w:tc>
      </w:tr>
      <w:tr w:rsidR="00734110" w14:paraId="44F06BC5" w14:textId="77777777" w:rsidTr="007A5B75">
        <w:trPr>
          <w:trHeight w:val="850"/>
        </w:trPr>
        <w:tc>
          <w:tcPr>
            <w:tcW w:w="2699" w:type="dxa"/>
          </w:tcPr>
          <w:sdt>
            <w:sdtPr>
              <w:tag w:val="Q"/>
              <w:id w:val="-1036647486"/>
              <w:lock w:val="sdtLocked"/>
              <w:placeholder>
                <w:docPart w:val="00E32A1497996A418942EC99FA79A7F7"/>
              </w:placeholder>
            </w:sdtPr>
            <w:sdtContent>
              <w:p w14:paraId="692283CB" w14:textId="77777777" w:rsidR="00D57BD6" w:rsidRDefault="00D57BD6" w:rsidP="00D57BD6">
                <w:pPr>
                  <w:pStyle w:val="Heading3"/>
                  <w:outlineLvl w:val="2"/>
                </w:pPr>
                <w:r>
                  <w:t>Outputs required</w:t>
                </w:r>
              </w:p>
              <w:p w14:paraId="6C27008C" w14:textId="77777777" w:rsidR="00D57BD6" w:rsidRDefault="00D57BD6" w:rsidP="00D57BD6">
                <w:pPr>
                  <w:pStyle w:val="Heading3"/>
                  <w:outlineLvl w:val="2"/>
                </w:pPr>
                <w:r>
                  <w:t>(format, size, pages,</w:t>
                </w:r>
              </w:p>
              <w:p w14:paraId="2F4CFA17" w14:textId="77777777" w:rsidR="00EF3199" w:rsidRDefault="00D57BD6" w:rsidP="00D57BD6">
                <w:pPr>
                  <w:pStyle w:val="Heading3"/>
                  <w:outlineLvl w:val="2"/>
                </w:pPr>
                <w:r>
                  <w:t>quantity etc)</w:t>
                </w:r>
              </w:p>
            </w:sdtContent>
          </w:sdt>
        </w:tc>
        <w:tc>
          <w:tcPr>
            <w:tcW w:w="7468" w:type="dxa"/>
            <w:shd w:val="clear" w:color="auto" w:fill="EAF3E7"/>
            <w:vAlign w:val="center"/>
          </w:tcPr>
          <w:sdt>
            <w:sdtPr>
              <w:id w:val="156813146"/>
              <w:lock w:val="sdtLocked"/>
              <w:placeholder>
                <w:docPart w:val="00E32A1497996A418942EC99FA79A7F7"/>
              </w:placeholder>
            </w:sdtPr>
            <w:sdtContent>
              <w:p w14:paraId="37230851" w14:textId="77777777" w:rsidR="00171D9D" w:rsidRDefault="00171D9D" w:rsidP="00171D9D">
                <w:pPr>
                  <w:pStyle w:val="BodyText"/>
                </w:pPr>
                <w:r>
                  <w:t>A4 tri-fold leaflet folding into DL</w:t>
                </w:r>
              </w:p>
              <w:p w14:paraId="5602DB99" w14:textId="77777777" w:rsidR="00F54329" w:rsidRDefault="00165720" w:rsidP="00171D9D">
                <w:pPr>
                  <w:pStyle w:val="BodyText"/>
                </w:pPr>
                <w:r>
                  <w:t>Physical and PDF versions required</w:t>
                </w:r>
                <w:r w:rsidR="00EF1176">
                  <w:t>.</w:t>
                </w:r>
              </w:p>
              <w:p w14:paraId="46AF640F" w14:textId="77777777" w:rsidR="00F54329" w:rsidRDefault="00F54329" w:rsidP="00171D9D">
                <w:pPr>
                  <w:pStyle w:val="BodyText"/>
                </w:pPr>
              </w:p>
              <w:p w14:paraId="519E675E" w14:textId="77777777" w:rsidR="00EF3199" w:rsidRDefault="00F54329" w:rsidP="00171D9D">
                <w:pPr>
                  <w:pStyle w:val="BodyText"/>
                </w:pPr>
                <w:r>
                  <w:t>Quantity to be determined by distribution routes</w:t>
                </w:r>
              </w:p>
            </w:sdtContent>
          </w:sdt>
        </w:tc>
      </w:tr>
      <w:tr w:rsidR="00734110" w14:paraId="3341D7F6" w14:textId="77777777" w:rsidTr="007A5B75">
        <w:trPr>
          <w:trHeight w:val="510"/>
        </w:trPr>
        <w:tc>
          <w:tcPr>
            <w:tcW w:w="2699" w:type="dxa"/>
          </w:tcPr>
          <w:sdt>
            <w:sdtPr>
              <w:tag w:val="Q"/>
              <w:id w:val="2086877666"/>
              <w:lock w:val="sdtLocked"/>
              <w:placeholder>
                <w:docPart w:val="00E32A1497996A418942EC99FA79A7F7"/>
              </w:placeholder>
            </w:sdtPr>
            <w:sdtContent>
              <w:p w14:paraId="5663509D" w14:textId="77777777" w:rsidR="00EF3199" w:rsidRDefault="00D57BD6" w:rsidP="00416131">
                <w:pPr>
                  <w:pStyle w:val="Heading3"/>
                  <w:outlineLvl w:val="2"/>
                </w:pPr>
                <w:r w:rsidRPr="00D57BD6">
                  <w:t>Additional information</w:t>
                </w:r>
              </w:p>
            </w:sdtContent>
          </w:sdt>
        </w:tc>
        <w:tc>
          <w:tcPr>
            <w:tcW w:w="7468" w:type="dxa"/>
            <w:shd w:val="clear" w:color="auto" w:fill="EAF3E7"/>
            <w:vAlign w:val="center"/>
          </w:tcPr>
          <w:sdt>
            <w:sdtPr>
              <w:id w:val="685797215"/>
              <w:lock w:val="sdtLocked"/>
              <w:placeholder>
                <w:docPart w:val="00E32A1497996A418942EC99FA79A7F7"/>
              </w:placeholder>
            </w:sdtPr>
            <w:sdtContent>
              <w:p w14:paraId="3B186E07" w14:textId="77777777" w:rsidR="00EF3199" w:rsidRDefault="006776ED" w:rsidP="006776ED">
                <w:pPr>
                  <w:pStyle w:val="BodyText"/>
                </w:pPr>
                <w:r>
                  <w:t xml:space="preserve">Have provided examples of previous versions </w:t>
                </w:r>
              </w:p>
            </w:sdtContent>
          </w:sdt>
        </w:tc>
      </w:tr>
      <w:tr w:rsidR="00734110" w14:paraId="44D29D8D" w14:textId="77777777" w:rsidTr="007A5B75">
        <w:trPr>
          <w:trHeight w:val="510"/>
        </w:trPr>
        <w:tc>
          <w:tcPr>
            <w:tcW w:w="2699" w:type="dxa"/>
          </w:tcPr>
          <w:sdt>
            <w:sdtPr>
              <w:tag w:val="Q"/>
              <w:id w:val="-765618117"/>
              <w:lock w:val="sdtLocked"/>
              <w:placeholder>
                <w:docPart w:val="00E32A1497996A418942EC99FA79A7F7"/>
              </w:placeholder>
            </w:sdtPr>
            <w:sdtContent>
              <w:p w14:paraId="0006D4E8" w14:textId="77777777" w:rsidR="00EF3199" w:rsidRDefault="00D57BD6" w:rsidP="00416131">
                <w:pPr>
                  <w:pStyle w:val="Heading3"/>
                  <w:outlineLvl w:val="2"/>
                </w:pPr>
                <w:r w:rsidRPr="00D57BD6">
                  <w:t>Text</w:t>
                </w:r>
              </w:p>
            </w:sdtContent>
          </w:sdt>
        </w:tc>
        <w:tc>
          <w:tcPr>
            <w:tcW w:w="7468" w:type="dxa"/>
            <w:shd w:val="clear" w:color="auto" w:fill="EAF3E7"/>
            <w:vAlign w:val="center"/>
          </w:tcPr>
          <w:sdt>
            <w:sdtPr>
              <w:id w:val="-648586459"/>
              <w:lock w:val="sdtLocked"/>
              <w:placeholder>
                <w:docPart w:val="00E32A1497996A418942EC99FA79A7F7"/>
              </w:placeholder>
            </w:sdtPr>
            <w:sdtContent>
              <w:p w14:paraId="21228846" w14:textId="77777777" w:rsidR="00EF3199" w:rsidRDefault="001D24B6" w:rsidP="001D24B6">
                <w:pPr>
                  <w:pStyle w:val="BodyText"/>
                </w:pPr>
                <w:r>
                  <w:t>Content to be supplied</w:t>
                </w:r>
              </w:p>
            </w:sdtContent>
          </w:sdt>
        </w:tc>
      </w:tr>
      <w:tr w:rsidR="00734110" w14:paraId="4F822CCE" w14:textId="77777777" w:rsidTr="007A5B75">
        <w:trPr>
          <w:trHeight w:val="680"/>
        </w:trPr>
        <w:tc>
          <w:tcPr>
            <w:tcW w:w="2699" w:type="dxa"/>
          </w:tcPr>
          <w:sdt>
            <w:sdtPr>
              <w:tag w:val="Q"/>
              <w:id w:val="2100751380"/>
              <w:lock w:val="sdtLocked"/>
              <w:placeholder>
                <w:docPart w:val="00E32A1497996A418942EC99FA79A7F7"/>
              </w:placeholder>
            </w:sdtPr>
            <w:sdtContent>
              <w:p w14:paraId="5EF31392" w14:textId="77777777" w:rsidR="00EF3199" w:rsidRDefault="00D57BD6" w:rsidP="00416131">
                <w:pPr>
                  <w:pStyle w:val="Heading3"/>
                  <w:outlineLvl w:val="2"/>
                </w:pPr>
                <w:r w:rsidRPr="00D57BD6">
                  <w:t>Images</w:t>
                </w:r>
              </w:p>
            </w:sdtContent>
          </w:sdt>
        </w:tc>
        <w:tc>
          <w:tcPr>
            <w:tcW w:w="7468" w:type="dxa"/>
            <w:shd w:val="clear" w:color="auto" w:fill="EAF3E7"/>
            <w:vAlign w:val="center"/>
          </w:tcPr>
          <w:sdt>
            <w:sdtPr>
              <w:id w:val="27767168"/>
              <w:lock w:val="sdtLocked"/>
              <w:placeholder>
                <w:docPart w:val="00E32A1497996A418942EC99FA79A7F7"/>
              </w:placeholder>
            </w:sdtPr>
            <w:sdtContent>
              <w:p w14:paraId="2E42B0B7" w14:textId="77777777" w:rsidR="00EF3199" w:rsidRDefault="001D24B6" w:rsidP="001D24B6">
                <w:pPr>
                  <w:pStyle w:val="ListBullet"/>
                </w:pPr>
                <w:r>
                  <w:t>Images will be supplied</w:t>
                </w:r>
              </w:p>
            </w:sdtContent>
          </w:sdt>
        </w:tc>
      </w:tr>
      <w:tr w:rsidR="00734110" w14:paraId="18E29174" w14:textId="77777777" w:rsidTr="007A5B75">
        <w:trPr>
          <w:trHeight w:val="510"/>
        </w:trPr>
        <w:tc>
          <w:tcPr>
            <w:tcW w:w="2699" w:type="dxa"/>
          </w:tcPr>
          <w:sdt>
            <w:sdtPr>
              <w:tag w:val="Q"/>
              <w:id w:val="535627810"/>
              <w:lock w:val="sdtLocked"/>
              <w:placeholder>
                <w:docPart w:val="00E32A1497996A418942EC99FA79A7F7"/>
              </w:placeholder>
            </w:sdtPr>
            <w:sdtContent>
              <w:p w14:paraId="4FFDA9E2" w14:textId="77777777" w:rsidR="00EF3199" w:rsidRDefault="00D57BD6" w:rsidP="00416131">
                <w:pPr>
                  <w:pStyle w:val="Heading3"/>
                  <w:outlineLvl w:val="2"/>
                </w:pPr>
                <w:r w:rsidRPr="00D57BD6">
                  <w:t>Budget</w:t>
                </w:r>
              </w:p>
            </w:sdtContent>
          </w:sdt>
        </w:tc>
        <w:tc>
          <w:tcPr>
            <w:tcW w:w="7468" w:type="dxa"/>
            <w:shd w:val="clear" w:color="auto" w:fill="E6E7E8"/>
            <w:vAlign w:val="center"/>
          </w:tcPr>
          <w:sdt>
            <w:sdtPr>
              <w:id w:val="-707253203"/>
              <w:lock w:val="sdtLocked"/>
              <w:placeholder>
                <w:docPart w:val="00E32A1497996A418942EC99FA79A7F7"/>
              </w:placeholder>
            </w:sdtPr>
            <w:sdtContent>
              <w:p w14:paraId="516B3524" w14:textId="77777777" w:rsidR="00EF3199" w:rsidRDefault="00C67D8C" w:rsidP="00416131">
                <w:pPr>
                  <w:pStyle w:val="BodyText"/>
                </w:pPr>
                <w:r>
                  <w:t xml:space="preserve">     </w:t>
                </w:r>
              </w:p>
            </w:sdtContent>
          </w:sdt>
        </w:tc>
      </w:tr>
      <w:tr w:rsidR="00734110" w14:paraId="6AB8BF7B" w14:textId="77777777" w:rsidTr="007A5B75">
        <w:trPr>
          <w:trHeight w:val="510"/>
        </w:trPr>
        <w:tc>
          <w:tcPr>
            <w:tcW w:w="2699" w:type="dxa"/>
          </w:tcPr>
          <w:sdt>
            <w:sdtPr>
              <w:tag w:val="Q"/>
              <w:id w:val="975562412"/>
              <w:lock w:val="sdtLocked"/>
              <w:placeholder>
                <w:docPart w:val="00E32A1497996A418942EC99FA79A7F7"/>
              </w:placeholder>
            </w:sdtPr>
            <w:sdtContent>
              <w:p w14:paraId="46F2CDC8" w14:textId="77777777" w:rsidR="00EF3199" w:rsidRDefault="00D57BD6" w:rsidP="00416131">
                <w:pPr>
                  <w:pStyle w:val="Heading3"/>
                  <w:outlineLvl w:val="2"/>
                </w:pPr>
                <w:r w:rsidRPr="00D57BD6">
                  <w:t>Sign off</w:t>
                </w:r>
              </w:p>
            </w:sdtContent>
          </w:sdt>
        </w:tc>
        <w:tc>
          <w:tcPr>
            <w:tcW w:w="7468" w:type="dxa"/>
            <w:shd w:val="clear" w:color="auto" w:fill="E6E7E8"/>
            <w:vAlign w:val="center"/>
          </w:tcPr>
          <w:sdt>
            <w:sdtPr>
              <w:id w:val="108552576"/>
              <w:lock w:val="sdtLocked"/>
              <w:placeholder>
                <w:docPart w:val="00E32A1497996A418942EC99FA79A7F7"/>
              </w:placeholder>
            </w:sdtPr>
            <w:sdtContent>
              <w:p w14:paraId="6BCD45CC" w14:textId="77777777" w:rsidR="001D24B6" w:rsidRDefault="001D24B6" w:rsidP="001D24B6">
                <w:pPr>
                  <w:pStyle w:val="BodyText"/>
                </w:pPr>
                <w:r>
                  <w:t>Nikki Redditt – Marketing Manager</w:t>
                </w:r>
              </w:p>
              <w:p w14:paraId="3CFBA2A3" w14:textId="77777777" w:rsidR="001D24B6" w:rsidRDefault="001D24B6" w:rsidP="001D24B6">
                <w:pPr>
                  <w:pStyle w:val="BodyText"/>
                </w:pPr>
                <w:r>
                  <w:t>Linda Stranks – HOD Marketing and Comms</w:t>
                </w:r>
              </w:p>
              <w:p w14:paraId="1C9B270D" w14:textId="77777777" w:rsidR="00F54329" w:rsidRDefault="00F54329" w:rsidP="001D24B6">
                <w:pPr>
                  <w:pStyle w:val="BodyText"/>
                </w:pPr>
                <w:r>
                  <w:t xml:space="preserve">Russel Clark - </w:t>
                </w:r>
                <w:r w:rsidRPr="00F54329">
                  <w:rPr>
                    <w:lang w:val="en-US"/>
                  </w:rPr>
                  <w:t>Exhibitions &amp; Interpretation Manager</w:t>
                </w:r>
              </w:p>
              <w:p w14:paraId="0735DD6A" w14:textId="77777777" w:rsidR="001D24B6" w:rsidRDefault="001D24B6" w:rsidP="001D24B6">
                <w:pPr>
                  <w:pStyle w:val="BodyText"/>
                </w:pPr>
                <w:r>
                  <w:t>Genevieve Adkins – AD Public Programmes</w:t>
                </w:r>
              </w:p>
              <w:p w14:paraId="387BEE1F" w14:textId="77777777" w:rsidR="001D24B6" w:rsidRDefault="001D24B6" w:rsidP="001D24B6">
                <w:pPr>
                  <w:pStyle w:val="BodyText"/>
                </w:pPr>
                <w:r>
                  <w:t>Dawn Watkins – AD Commercial</w:t>
                </w:r>
              </w:p>
              <w:p w14:paraId="056AE119" w14:textId="77777777" w:rsidR="00F54329" w:rsidRDefault="001D24B6" w:rsidP="00F54329">
                <w:pPr>
                  <w:pStyle w:val="BodyText"/>
                </w:pPr>
                <w:r>
                  <w:t>Laura Palmer – AD Development</w:t>
                </w:r>
              </w:p>
              <w:p w14:paraId="704A3AA5" w14:textId="77777777" w:rsidR="00EF3199" w:rsidRDefault="00F54329" w:rsidP="001D24B6">
                <w:pPr>
                  <w:pStyle w:val="BodyText"/>
                </w:pPr>
                <w:r>
                  <w:t>Janice Murray – Director General</w:t>
                </w:r>
              </w:p>
            </w:sdtContent>
          </w:sdt>
        </w:tc>
      </w:tr>
    </w:tbl>
    <w:p w14:paraId="4C96AF1E" w14:textId="77777777" w:rsidR="001A53F6" w:rsidRPr="001A53F6" w:rsidRDefault="001A53F6" w:rsidP="00165720"/>
    <w:sectPr w:rsidR="001A53F6" w:rsidRPr="001A53F6" w:rsidSect="004D67C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680" w:bottom="284" w:left="680" w:header="680" w:footer="556"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FB392" w14:textId="77777777" w:rsidR="00C22125" w:rsidRDefault="00C22125" w:rsidP="001A53F6">
      <w:pPr>
        <w:spacing w:after="0" w:line="240" w:lineRule="auto"/>
      </w:pPr>
      <w:r>
        <w:separator/>
      </w:r>
    </w:p>
  </w:endnote>
  <w:endnote w:type="continuationSeparator" w:id="0">
    <w:p w14:paraId="6D2B05B4" w14:textId="77777777" w:rsidR="00C22125" w:rsidRDefault="00C22125" w:rsidP="001A5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4002EFF" w:usb1="C000E47F" w:usb2="00000009" w:usb3="00000000" w:csb0="000001FF" w:csb1="00000000"/>
  </w:font>
  <w:font w:name="Consolas">
    <w:panose1 w:val="020B0609020204030204"/>
    <w:charset w:val="00"/>
    <w:family w:val="auto"/>
    <w:pitch w:val="variable"/>
    <w:sig w:usb0="E10002FF" w:usb1="4000F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C5319" w14:textId="77777777" w:rsidR="00C22125" w:rsidRDefault="00C2212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2F4B3" w14:textId="77777777" w:rsidR="00C22125" w:rsidRDefault="00C22125">
    <w:pPr>
      <w:pStyle w:val="Footer"/>
    </w:pPr>
    <w:r w:rsidRPr="00165720">
      <w:t>National Army Museum Design Brief</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EA886" w14:textId="77777777" w:rsidR="00C22125" w:rsidRDefault="00C2212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8FF25" w14:textId="77777777" w:rsidR="00C22125" w:rsidRDefault="00C22125" w:rsidP="001A53F6">
      <w:pPr>
        <w:spacing w:after="0" w:line="240" w:lineRule="auto"/>
      </w:pPr>
      <w:r>
        <w:separator/>
      </w:r>
    </w:p>
  </w:footnote>
  <w:footnote w:type="continuationSeparator" w:id="0">
    <w:p w14:paraId="50E04EF3" w14:textId="77777777" w:rsidR="00C22125" w:rsidRDefault="00C22125" w:rsidP="001A53F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FFC01" w14:textId="77777777" w:rsidR="00C22125" w:rsidRDefault="00C2212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1D8D6" w14:textId="77777777" w:rsidR="00C22125" w:rsidRDefault="00C22125">
    <w:pPr>
      <w:pStyle w:val="Header"/>
    </w:pPr>
    <w:r w:rsidRPr="00AE5573">
      <w:rPr>
        <w:rFonts w:ascii="Calibri" w:eastAsia="Calibri" w:hAnsi="Calibri" w:cs="Calibri"/>
        <w:noProof/>
        <w:color w:val="000000"/>
        <w:lang w:val="en-US" w:eastAsia="en-US"/>
      </w:rPr>
      <mc:AlternateContent>
        <mc:Choice Requires="wpg">
          <w:drawing>
            <wp:inline distT="0" distB="0" distL="0" distR="0" wp14:anchorId="28A68794" wp14:editId="17ABFD2E">
              <wp:extent cx="1044000" cy="738000"/>
              <wp:effectExtent l="0" t="0" r="3810" b="5080"/>
              <wp:docPr id="1675" name="Group 1675"/>
              <wp:cNvGraphicFramePr/>
              <a:graphic xmlns:a="http://schemas.openxmlformats.org/drawingml/2006/main">
                <a:graphicData uri="http://schemas.microsoft.com/office/word/2010/wordprocessingGroup">
                  <wpg:wgp>
                    <wpg:cNvGrpSpPr/>
                    <wpg:grpSpPr>
                      <a:xfrm>
                        <a:off x="0" y="0"/>
                        <a:ext cx="1044000" cy="738000"/>
                        <a:chOff x="0" y="0"/>
                        <a:chExt cx="1079995" cy="737095"/>
                      </a:xfrm>
                    </wpg:grpSpPr>
                    <wps:wsp>
                      <wps:cNvPr id="83" name="Shape 83"/>
                      <wps:cNvSpPr/>
                      <wps:spPr>
                        <a:xfrm>
                          <a:off x="35420" y="584530"/>
                          <a:ext cx="77781" cy="149809"/>
                        </a:xfrm>
                        <a:custGeom>
                          <a:avLst/>
                          <a:gdLst/>
                          <a:ahLst/>
                          <a:cxnLst/>
                          <a:rect l="0" t="0" r="0" b="0"/>
                          <a:pathLst>
                            <a:path w="77781" h="149809">
                              <a:moveTo>
                                <a:pt x="0" y="0"/>
                              </a:moveTo>
                              <a:lnTo>
                                <a:pt x="27038" y="0"/>
                              </a:lnTo>
                              <a:lnTo>
                                <a:pt x="72263" y="121920"/>
                              </a:lnTo>
                              <a:lnTo>
                                <a:pt x="77781" y="106972"/>
                              </a:lnTo>
                              <a:lnTo>
                                <a:pt x="77781" y="147701"/>
                              </a:lnTo>
                              <a:lnTo>
                                <a:pt x="64453" y="147701"/>
                              </a:lnTo>
                              <a:lnTo>
                                <a:pt x="17958" y="22403"/>
                              </a:lnTo>
                              <a:lnTo>
                                <a:pt x="17958" y="149809"/>
                              </a:lnTo>
                              <a:lnTo>
                                <a:pt x="0" y="149809"/>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84" name="Shape 84"/>
                      <wps:cNvSpPr/>
                      <wps:spPr>
                        <a:xfrm>
                          <a:off x="0" y="234048"/>
                          <a:ext cx="113201" cy="248234"/>
                        </a:xfrm>
                        <a:custGeom>
                          <a:avLst/>
                          <a:gdLst/>
                          <a:ahLst/>
                          <a:cxnLst/>
                          <a:rect l="0" t="0" r="0" b="0"/>
                          <a:pathLst>
                            <a:path w="113201" h="248234">
                              <a:moveTo>
                                <a:pt x="87185" y="0"/>
                              </a:moveTo>
                              <a:lnTo>
                                <a:pt x="113201" y="0"/>
                              </a:lnTo>
                              <a:lnTo>
                                <a:pt x="113201" y="70974"/>
                              </a:lnTo>
                              <a:lnTo>
                                <a:pt x="113195" y="70955"/>
                              </a:lnTo>
                              <a:lnTo>
                                <a:pt x="84963" y="154534"/>
                              </a:lnTo>
                              <a:lnTo>
                                <a:pt x="113201" y="154534"/>
                              </a:lnTo>
                              <a:lnTo>
                                <a:pt x="113201" y="202247"/>
                              </a:lnTo>
                              <a:lnTo>
                                <a:pt x="68555" y="202247"/>
                              </a:lnTo>
                              <a:lnTo>
                                <a:pt x="53010" y="248234"/>
                              </a:lnTo>
                              <a:lnTo>
                                <a:pt x="0" y="248234"/>
                              </a:lnTo>
                              <a:lnTo>
                                <a:pt x="87185"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85" name="Shape 85"/>
                      <wps:cNvSpPr/>
                      <wps:spPr>
                        <a:xfrm>
                          <a:off x="35471" y="2464"/>
                          <a:ext cx="77730" cy="134112"/>
                        </a:xfrm>
                        <a:custGeom>
                          <a:avLst/>
                          <a:gdLst/>
                          <a:ahLst/>
                          <a:cxnLst/>
                          <a:rect l="0" t="0" r="0" b="0"/>
                          <a:pathLst>
                            <a:path w="77730" h="134112">
                              <a:moveTo>
                                <a:pt x="0" y="0"/>
                              </a:moveTo>
                              <a:lnTo>
                                <a:pt x="18923" y="0"/>
                              </a:lnTo>
                              <a:lnTo>
                                <a:pt x="77730" y="96658"/>
                              </a:lnTo>
                              <a:lnTo>
                                <a:pt x="77730" y="126947"/>
                              </a:lnTo>
                              <a:lnTo>
                                <a:pt x="16269" y="26289"/>
                              </a:lnTo>
                              <a:lnTo>
                                <a:pt x="16269" y="134112"/>
                              </a:lnTo>
                              <a:lnTo>
                                <a:pt x="0" y="134112"/>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86" name="Shape 86"/>
                      <wps:cNvSpPr/>
                      <wps:spPr>
                        <a:xfrm>
                          <a:off x="113201" y="584530"/>
                          <a:ext cx="65907" cy="149809"/>
                        </a:xfrm>
                        <a:custGeom>
                          <a:avLst/>
                          <a:gdLst/>
                          <a:ahLst/>
                          <a:cxnLst/>
                          <a:rect l="0" t="0" r="0" b="0"/>
                          <a:pathLst>
                            <a:path w="65907" h="149809">
                              <a:moveTo>
                                <a:pt x="39491" y="0"/>
                              </a:moveTo>
                              <a:lnTo>
                                <a:pt x="65907" y="0"/>
                              </a:lnTo>
                              <a:lnTo>
                                <a:pt x="65907" y="149809"/>
                              </a:lnTo>
                              <a:lnTo>
                                <a:pt x="47936" y="149809"/>
                              </a:lnTo>
                              <a:lnTo>
                                <a:pt x="47936" y="23457"/>
                              </a:lnTo>
                              <a:lnTo>
                                <a:pt x="1454" y="147701"/>
                              </a:lnTo>
                              <a:lnTo>
                                <a:pt x="0" y="147701"/>
                              </a:lnTo>
                              <a:lnTo>
                                <a:pt x="0" y="106972"/>
                              </a:lnTo>
                              <a:lnTo>
                                <a:pt x="39491"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87" name="Shape 87"/>
                      <wps:cNvSpPr/>
                      <wps:spPr>
                        <a:xfrm>
                          <a:off x="113201" y="234048"/>
                          <a:ext cx="114878" cy="248234"/>
                        </a:xfrm>
                        <a:custGeom>
                          <a:avLst/>
                          <a:gdLst/>
                          <a:ahLst/>
                          <a:cxnLst/>
                          <a:rect l="0" t="0" r="0" b="0"/>
                          <a:pathLst>
                            <a:path w="114878" h="248234">
                              <a:moveTo>
                                <a:pt x="0" y="0"/>
                              </a:moveTo>
                              <a:lnTo>
                                <a:pt x="27692" y="0"/>
                              </a:lnTo>
                              <a:lnTo>
                                <a:pt x="114878" y="248234"/>
                              </a:lnTo>
                              <a:lnTo>
                                <a:pt x="60179" y="248234"/>
                              </a:lnTo>
                              <a:lnTo>
                                <a:pt x="44621" y="202247"/>
                              </a:lnTo>
                              <a:lnTo>
                                <a:pt x="0" y="202247"/>
                              </a:lnTo>
                              <a:lnTo>
                                <a:pt x="0" y="154534"/>
                              </a:lnTo>
                              <a:lnTo>
                                <a:pt x="28238" y="154534"/>
                              </a:lnTo>
                              <a:lnTo>
                                <a:pt x="0" y="70974"/>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88" name="Shape 88"/>
                      <wps:cNvSpPr/>
                      <wps:spPr>
                        <a:xfrm>
                          <a:off x="179616" y="2464"/>
                          <a:ext cx="56839" cy="134112"/>
                        </a:xfrm>
                        <a:custGeom>
                          <a:avLst/>
                          <a:gdLst/>
                          <a:ahLst/>
                          <a:cxnLst/>
                          <a:rect l="0" t="0" r="0" b="0"/>
                          <a:pathLst>
                            <a:path w="56839" h="134112">
                              <a:moveTo>
                                <a:pt x="47282" y="0"/>
                              </a:moveTo>
                              <a:lnTo>
                                <a:pt x="56839" y="0"/>
                              </a:lnTo>
                              <a:lnTo>
                                <a:pt x="56839" y="17118"/>
                              </a:lnTo>
                              <a:lnTo>
                                <a:pt x="56744" y="16840"/>
                              </a:lnTo>
                              <a:lnTo>
                                <a:pt x="33096" y="86436"/>
                              </a:lnTo>
                              <a:lnTo>
                                <a:pt x="56839" y="86436"/>
                              </a:lnTo>
                              <a:lnTo>
                                <a:pt x="56839" y="102337"/>
                              </a:lnTo>
                              <a:lnTo>
                                <a:pt x="27800" y="102337"/>
                              </a:lnTo>
                              <a:lnTo>
                                <a:pt x="17018" y="134112"/>
                              </a:lnTo>
                              <a:lnTo>
                                <a:pt x="0" y="134112"/>
                              </a:lnTo>
                              <a:lnTo>
                                <a:pt x="47282"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89" name="Shape 89"/>
                      <wps:cNvSpPr/>
                      <wps:spPr>
                        <a:xfrm>
                          <a:off x="113201" y="2464"/>
                          <a:ext cx="23285" cy="134112"/>
                        </a:xfrm>
                        <a:custGeom>
                          <a:avLst/>
                          <a:gdLst/>
                          <a:ahLst/>
                          <a:cxnLst/>
                          <a:rect l="0" t="0" r="0" b="0"/>
                          <a:pathLst>
                            <a:path w="23285" h="134112">
                              <a:moveTo>
                                <a:pt x="7017" y="0"/>
                              </a:moveTo>
                              <a:lnTo>
                                <a:pt x="23285" y="0"/>
                              </a:lnTo>
                              <a:lnTo>
                                <a:pt x="23285" y="134112"/>
                              </a:lnTo>
                              <a:lnTo>
                                <a:pt x="4375" y="134112"/>
                              </a:lnTo>
                              <a:lnTo>
                                <a:pt x="0" y="126947"/>
                              </a:lnTo>
                              <a:lnTo>
                                <a:pt x="0" y="96658"/>
                              </a:lnTo>
                              <a:lnTo>
                                <a:pt x="7017" y="108191"/>
                              </a:lnTo>
                              <a:lnTo>
                                <a:pt x="7017"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90" name="Shape 90"/>
                      <wps:cNvSpPr/>
                      <wps:spPr>
                        <a:xfrm>
                          <a:off x="240716" y="584530"/>
                          <a:ext cx="109461" cy="152565"/>
                        </a:xfrm>
                        <a:custGeom>
                          <a:avLst/>
                          <a:gdLst/>
                          <a:ahLst/>
                          <a:cxnLst/>
                          <a:rect l="0" t="0" r="0" b="0"/>
                          <a:pathLst>
                            <a:path w="109461" h="152565">
                              <a:moveTo>
                                <a:pt x="0" y="0"/>
                              </a:moveTo>
                              <a:lnTo>
                                <a:pt x="18809" y="0"/>
                              </a:lnTo>
                              <a:lnTo>
                                <a:pt x="18809" y="95301"/>
                              </a:lnTo>
                              <a:cubicBezTo>
                                <a:pt x="18809" y="119177"/>
                                <a:pt x="28740" y="135026"/>
                                <a:pt x="54737" y="135026"/>
                              </a:cubicBezTo>
                              <a:cubicBezTo>
                                <a:pt x="80721" y="135026"/>
                                <a:pt x="90653" y="119177"/>
                                <a:pt x="90653" y="95301"/>
                              </a:cubicBezTo>
                              <a:lnTo>
                                <a:pt x="90653" y="0"/>
                              </a:lnTo>
                              <a:lnTo>
                                <a:pt x="109461" y="0"/>
                              </a:lnTo>
                              <a:lnTo>
                                <a:pt x="109461" y="94882"/>
                              </a:lnTo>
                              <a:cubicBezTo>
                                <a:pt x="109461" y="132283"/>
                                <a:pt x="88329" y="152565"/>
                                <a:pt x="54737" y="152565"/>
                              </a:cubicBezTo>
                              <a:cubicBezTo>
                                <a:pt x="21133" y="152565"/>
                                <a:pt x="0" y="132283"/>
                                <a:pt x="0" y="94882"/>
                              </a:cubicBez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91" name="Shape 91"/>
                      <wps:cNvSpPr/>
                      <wps:spPr>
                        <a:xfrm>
                          <a:off x="285737" y="234048"/>
                          <a:ext cx="96399" cy="248234"/>
                        </a:xfrm>
                        <a:custGeom>
                          <a:avLst/>
                          <a:gdLst/>
                          <a:ahLst/>
                          <a:cxnLst/>
                          <a:rect l="0" t="0" r="0" b="0"/>
                          <a:pathLst>
                            <a:path w="96399" h="248234">
                              <a:moveTo>
                                <a:pt x="0" y="0"/>
                              </a:moveTo>
                              <a:lnTo>
                                <a:pt x="96399" y="0"/>
                              </a:lnTo>
                              <a:lnTo>
                                <a:pt x="96399" y="46711"/>
                              </a:lnTo>
                              <a:lnTo>
                                <a:pt x="52121" y="46711"/>
                              </a:lnTo>
                              <a:lnTo>
                                <a:pt x="52121" y="109893"/>
                              </a:lnTo>
                              <a:lnTo>
                                <a:pt x="96399" y="109893"/>
                              </a:lnTo>
                              <a:lnTo>
                                <a:pt x="96399" y="157620"/>
                              </a:lnTo>
                              <a:lnTo>
                                <a:pt x="52464" y="157620"/>
                              </a:lnTo>
                              <a:lnTo>
                                <a:pt x="52464" y="248234"/>
                              </a:lnTo>
                              <a:lnTo>
                                <a:pt x="0" y="248234"/>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92" name="Shape 92"/>
                      <wps:cNvSpPr/>
                      <wps:spPr>
                        <a:xfrm>
                          <a:off x="307467" y="2464"/>
                          <a:ext cx="74670" cy="134112"/>
                        </a:xfrm>
                        <a:custGeom>
                          <a:avLst/>
                          <a:gdLst/>
                          <a:ahLst/>
                          <a:cxnLst/>
                          <a:rect l="0" t="0" r="0" b="0"/>
                          <a:pathLst>
                            <a:path w="74670" h="134112">
                              <a:moveTo>
                                <a:pt x="0" y="0"/>
                              </a:moveTo>
                              <a:lnTo>
                                <a:pt x="74670" y="0"/>
                              </a:lnTo>
                              <a:lnTo>
                                <a:pt x="74670" y="15697"/>
                              </a:lnTo>
                              <a:lnTo>
                                <a:pt x="56947" y="15697"/>
                              </a:lnTo>
                              <a:lnTo>
                                <a:pt x="56947" y="134112"/>
                              </a:lnTo>
                              <a:lnTo>
                                <a:pt x="39916" y="134112"/>
                              </a:lnTo>
                              <a:lnTo>
                                <a:pt x="39916" y="15697"/>
                              </a:lnTo>
                              <a:lnTo>
                                <a:pt x="0" y="15697"/>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93" name="Shape 93"/>
                      <wps:cNvSpPr/>
                      <wps:spPr>
                        <a:xfrm>
                          <a:off x="236455" y="2464"/>
                          <a:ext cx="57601" cy="134112"/>
                        </a:xfrm>
                        <a:custGeom>
                          <a:avLst/>
                          <a:gdLst/>
                          <a:ahLst/>
                          <a:cxnLst/>
                          <a:rect l="0" t="0" r="0" b="0"/>
                          <a:pathLst>
                            <a:path w="57601" h="134112">
                              <a:moveTo>
                                <a:pt x="0" y="0"/>
                              </a:moveTo>
                              <a:lnTo>
                                <a:pt x="10116" y="0"/>
                              </a:lnTo>
                              <a:lnTo>
                                <a:pt x="57601" y="134112"/>
                              </a:lnTo>
                              <a:lnTo>
                                <a:pt x="40202" y="134112"/>
                              </a:lnTo>
                              <a:lnTo>
                                <a:pt x="29229" y="102337"/>
                              </a:lnTo>
                              <a:lnTo>
                                <a:pt x="0" y="102337"/>
                              </a:lnTo>
                              <a:lnTo>
                                <a:pt x="0" y="86436"/>
                              </a:lnTo>
                              <a:lnTo>
                                <a:pt x="23743" y="86436"/>
                              </a:lnTo>
                              <a:lnTo>
                                <a:pt x="0" y="17118"/>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94" name="Shape 94"/>
                      <wps:cNvSpPr/>
                      <wps:spPr>
                        <a:xfrm>
                          <a:off x="402831" y="581787"/>
                          <a:ext cx="114110" cy="155308"/>
                        </a:xfrm>
                        <a:custGeom>
                          <a:avLst/>
                          <a:gdLst/>
                          <a:ahLst/>
                          <a:cxnLst/>
                          <a:rect l="0" t="0" r="0" b="0"/>
                          <a:pathLst>
                            <a:path w="114110" h="155308">
                              <a:moveTo>
                                <a:pt x="58115" y="0"/>
                              </a:moveTo>
                              <a:cubicBezTo>
                                <a:pt x="72695" y="0"/>
                                <a:pt x="87059" y="4851"/>
                                <a:pt x="96990" y="14364"/>
                              </a:cubicBezTo>
                              <a:cubicBezTo>
                                <a:pt x="106070" y="23025"/>
                                <a:pt x="110935" y="33807"/>
                                <a:pt x="111354" y="46495"/>
                              </a:cubicBezTo>
                              <a:lnTo>
                                <a:pt x="91707" y="46495"/>
                              </a:lnTo>
                              <a:cubicBezTo>
                                <a:pt x="91288" y="39091"/>
                                <a:pt x="88544" y="32537"/>
                                <a:pt x="84315" y="27686"/>
                              </a:cubicBezTo>
                              <a:cubicBezTo>
                                <a:pt x="78613" y="21133"/>
                                <a:pt x="69520" y="17323"/>
                                <a:pt x="57899" y="17323"/>
                              </a:cubicBezTo>
                              <a:cubicBezTo>
                                <a:pt x="47117" y="17323"/>
                                <a:pt x="37821" y="20282"/>
                                <a:pt x="31280" y="27686"/>
                              </a:cubicBezTo>
                              <a:cubicBezTo>
                                <a:pt x="27470" y="32118"/>
                                <a:pt x="25146" y="37186"/>
                                <a:pt x="25146" y="43955"/>
                              </a:cubicBezTo>
                              <a:cubicBezTo>
                                <a:pt x="25146" y="57480"/>
                                <a:pt x="36347" y="63602"/>
                                <a:pt x="47549" y="65088"/>
                              </a:cubicBezTo>
                              <a:cubicBezTo>
                                <a:pt x="55994" y="66142"/>
                                <a:pt x="64237" y="67615"/>
                                <a:pt x="72479" y="68885"/>
                              </a:cubicBezTo>
                              <a:cubicBezTo>
                                <a:pt x="97422" y="72479"/>
                                <a:pt x="114110" y="87693"/>
                                <a:pt x="114110" y="111354"/>
                              </a:cubicBezTo>
                              <a:cubicBezTo>
                                <a:pt x="114110" y="123825"/>
                                <a:pt x="108826" y="133121"/>
                                <a:pt x="101435" y="140310"/>
                              </a:cubicBezTo>
                              <a:cubicBezTo>
                                <a:pt x="91072" y="150444"/>
                                <a:pt x="75019" y="155308"/>
                                <a:pt x="58953" y="155308"/>
                              </a:cubicBezTo>
                              <a:cubicBezTo>
                                <a:pt x="40780" y="155308"/>
                                <a:pt x="26200" y="150241"/>
                                <a:pt x="16065" y="140945"/>
                              </a:cubicBezTo>
                              <a:cubicBezTo>
                                <a:pt x="6553" y="132067"/>
                                <a:pt x="0" y="119177"/>
                                <a:pt x="0" y="105016"/>
                              </a:cubicBezTo>
                              <a:lnTo>
                                <a:pt x="19660" y="105016"/>
                              </a:lnTo>
                              <a:cubicBezTo>
                                <a:pt x="19660" y="113894"/>
                                <a:pt x="24092" y="122758"/>
                                <a:pt x="30213" y="128676"/>
                              </a:cubicBezTo>
                              <a:cubicBezTo>
                                <a:pt x="36982" y="135230"/>
                                <a:pt x="48387" y="137973"/>
                                <a:pt x="58953" y="137973"/>
                              </a:cubicBezTo>
                              <a:cubicBezTo>
                                <a:pt x="70371" y="137973"/>
                                <a:pt x="80086" y="135649"/>
                                <a:pt x="86843" y="129311"/>
                              </a:cubicBezTo>
                              <a:cubicBezTo>
                                <a:pt x="91491" y="125082"/>
                                <a:pt x="94450" y="119812"/>
                                <a:pt x="94450" y="111773"/>
                              </a:cubicBezTo>
                              <a:cubicBezTo>
                                <a:pt x="94450" y="100152"/>
                                <a:pt x="87059" y="90437"/>
                                <a:pt x="69304" y="87693"/>
                              </a:cubicBezTo>
                              <a:cubicBezTo>
                                <a:pt x="61074" y="86424"/>
                                <a:pt x="53670" y="85369"/>
                                <a:pt x="45644" y="84099"/>
                              </a:cubicBezTo>
                              <a:cubicBezTo>
                                <a:pt x="23241" y="80708"/>
                                <a:pt x="5702" y="68250"/>
                                <a:pt x="5702" y="44374"/>
                              </a:cubicBezTo>
                              <a:cubicBezTo>
                                <a:pt x="5702" y="33172"/>
                                <a:pt x="10782" y="22403"/>
                                <a:pt x="18809" y="14796"/>
                              </a:cubicBezTo>
                              <a:cubicBezTo>
                                <a:pt x="29172" y="5067"/>
                                <a:pt x="42469" y="0"/>
                                <a:pt x="58115" y="0"/>
                              </a:cubicBez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2168" name="Shape 2168"/>
                      <wps:cNvSpPr/>
                      <wps:spPr>
                        <a:xfrm>
                          <a:off x="549008" y="234048"/>
                          <a:ext cx="21584" cy="248234"/>
                        </a:xfrm>
                        <a:custGeom>
                          <a:avLst/>
                          <a:gdLst/>
                          <a:ahLst/>
                          <a:cxnLst/>
                          <a:rect l="0" t="0" r="0" b="0"/>
                          <a:pathLst>
                            <a:path w="21584" h="248234">
                              <a:moveTo>
                                <a:pt x="0" y="0"/>
                              </a:moveTo>
                              <a:lnTo>
                                <a:pt x="21584" y="0"/>
                              </a:lnTo>
                              <a:lnTo>
                                <a:pt x="21584" y="248234"/>
                              </a:lnTo>
                              <a:lnTo>
                                <a:pt x="0" y="248234"/>
                              </a:lnTo>
                              <a:lnTo>
                                <a:pt x="0" y="0"/>
                              </a:lnTo>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96" name="Shape 96"/>
                      <wps:cNvSpPr/>
                      <wps:spPr>
                        <a:xfrm>
                          <a:off x="382137" y="234048"/>
                          <a:ext cx="98723" cy="248234"/>
                        </a:xfrm>
                        <a:custGeom>
                          <a:avLst/>
                          <a:gdLst/>
                          <a:ahLst/>
                          <a:cxnLst/>
                          <a:rect l="0" t="0" r="0" b="0"/>
                          <a:pathLst>
                            <a:path w="98723" h="248234">
                              <a:moveTo>
                                <a:pt x="0" y="0"/>
                              </a:moveTo>
                              <a:lnTo>
                                <a:pt x="8960" y="0"/>
                              </a:lnTo>
                              <a:cubicBezTo>
                                <a:pt x="73501" y="0"/>
                                <a:pt x="96412" y="42367"/>
                                <a:pt x="96412" y="78638"/>
                              </a:cubicBezTo>
                              <a:cubicBezTo>
                                <a:pt x="96412" y="110236"/>
                                <a:pt x="80220" y="136474"/>
                                <a:pt x="53867" y="148209"/>
                              </a:cubicBezTo>
                              <a:lnTo>
                                <a:pt x="98723" y="248234"/>
                              </a:lnTo>
                              <a:lnTo>
                                <a:pt x="42031" y="248234"/>
                              </a:lnTo>
                              <a:lnTo>
                                <a:pt x="2127" y="157620"/>
                              </a:lnTo>
                              <a:lnTo>
                                <a:pt x="0" y="157620"/>
                              </a:lnTo>
                              <a:lnTo>
                                <a:pt x="0" y="109893"/>
                              </a:lnTo>
                              <a:lnTo>
                                <a:pt x="9646" y="109893"/>
                              </a:lnTo>
                              <a:cubicBezTo>
                                <a:pt x="31972" y="109893"/>
                                <a:pt x="44279" y="98793"/>
                                <a:pt x="44279" y="78638"/>
                              </a:cubicBezTo>
                              <a:cubicBezTo>
                                <a:pt x="44279" y="62776"/>
                                <a:pt x="32150" y="46711"/>
                                <a:pt x="8960" y="46711"/>
                              </a:cubicBezTo>
                              <a:lnTo>
                                <a:pt x="0" y="46711"/>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2169" name="Shape 2169"/>
                      <wps:cNvSpPr/>
                      <wps:spPr>
                        <a:xfrm>
                          <a:off x="448399" y="2464"/>
                          <a:ext cx="17209" cy="134112"/>
                        </a:xfrm>
                        <a:custGeom>
                          <a:avLst/>
                          <a:gdLst/>
                          <a:ahLst/>
                          <a:cxnLst/>
                          <a:rect l="0" t="0" r="0" b="0"/>
                          <a:pathLst>
                            <a:path w="17209" h="134112">
                              <a:moveTo>
                                <a:pt x="0" y="0"/>
                              </a:moveTo>
                              <a:lnTo>
                                <a:pt x="17209" y="0"/>
                              </a:lnTo>
                              <a:lnTo>
                                <a:pt x="17209" y="134112"/>
                              </a:lnTo>
                              <a:lnTo>
                                <a:pt x="0" y="134112"/>
                              </a:lnTo>
                              <a:lnTo>
                                <a:pt x="0" y="0"/>
                              </a:lnTo>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2170" name="Shape 2170"/>
                      <wps:cNvSpPr/>
                      <wps:spPr>
                        <a:xfrm>
                          <a:off x="382137" y="2464"/>
                          <a:ext cx="22181" cy="15697"/>
                        </a:xfrm>
                        <a:custGeom>
                          <a:avLst/>
                          <a:gdLst/>
                          <a:ahLst/>
                          <a:cxnLst/>
                          <a:rect l="0" t="0" r="0" b="0"/>
                          <a:pathLst>
                            <a:path w="22181" h="15697">
                              <a:moveTo>
                                <a:pt x="0" y="0"/>
                              </a:moveTo>
                              <a:lnTo>
                                <a:pt x="22181" y="0"/>
                              </a:lnTo>
                              <a:lnTo>
                                <a:pt x="22181" y="15697"/>
                              </a:lnTo>
                              <a:lnTo>
                                <a:pt x="0" y="15697"/>
                              </a:lnTo>
                              <a:lnTo>
                                <a:pt x="0" y="0"/>
                              </a:lnTo>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99" name="Shape 99"/>
                      <wps:cNvSpPr/>
                      <wps:spPr>
                        <a:xfrm>
                          <a:off x="517246" y="0"/>
                          <a:ext cx="53346" cy="139217"/>
                        </a:xfrm>
                        <a:custGeom>
                          <a:avLst/>
                          <a:gdLst/>
                          <a:ahLst/>
                          <a:cxnLst/>
                          <a:rect l="0" t="0" r="0" b="0"/>
                          <a:pathLst>
                            <a:path w="53346" h="139217">
                              <a:moveTo>
                                <a:pt x="53340" y="0"/>
                              </a:moveTo>
                              <a:lnTo>
                                <a:pt x="53346" y="1"/>
                              </a:lnTo>
                              <a:lnTo>
                                <a:pt x="53346" y="16079"/>
                              </a:lnTo>
                              <a:lnTo>
                                <a:pt x="53340" y="16078"/>
                              </a:lnTo>
                              <a:cubicBezTo>
                                <a:pt x="44260" y="16078"/>
                                <a:pt x="35370" y="19482"/>
                                <a:pt x="28943" y="26111"/>
                              </a:cubicBezTo>
                              <a:cubicBezTo>
                                <a:pt x="17971" y="37452"/>
                                <a:pt x="17412" y="55613"/>
                                <a:pt x="17412" y="69609"/>
                              </a:cubicBezTo>
                              <a:cubicBezTo>
                                <a:pt x="17412" y="83604"/>
                                <a:pt x="17971" y="101765"/>
                                <a:pt x="28943" y="113119"/>
                              </a:cubicBezTo>
                              <a:cubicBezTo>
                                <a:pt x="35370" y="119736"/>
                                <a:pt x="44260" y="123152"/>
                                <a:pt x="53340" y="123152"/>
                              </a:cubicBezTo>
                              <a:lnTo>
                                <a:pt x="53346" y="123151"/>
                              </a:lnTo>
                              <a:lnTo>
                                <a:pt x="53346" y="139216"/>
                              </a:lnTo>
                              <a:lnTo>
                                <a:pt x="53340" y="139217"/>
                              </a:lnTo>
                              <a:cubicBezTo>
                                <a:pt x="39916" y="139217"/>
                                <a:pt x="26860" y="134302"/>
                                <a:pt x="17208" y="124841"/>
                              </a:cubicBezTo>
                              <a:cubicBezTo>
                                <a:pt x="2642" y="110655"/>
                                <a:pt x="0" y="90983"/>
                                <a:pt x="0" y="69609"/>
                              </a:cubicBezTo>
                              <a:cubicBezTo>
                                <a:pt x="0" y="48235"/>
                                <a:pt x="2642" y="28562"/>
                                <a:pt x="17208" y="14376"/>
                              </a:cubicBezTo>
                              <a:cubicBezTo>
                                <a:pt x="26860" y="4915"/>
                                <a:pt x="39916" y="0"/>
                                <a:pt x="53340" y="0"/>
                              </a:cubicBez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00" name="Shape 100"/>
                      <wps:cNvSpPr/>
                      <wps:spPr>
                        <a:xfrm>
                          <a:off x="729805" y="584530"/>
                          <a:ext cx="109461" cy="152565"/>
                        </a:xfrm>
                        <a:custGeom>
                          <a:avLst/>
                          <a:gdLst/>
                          <a:ahLst/>
                          <a:cxnLst/>
                          <a:rect l="0" t="0" r="0" b="0"/>
                          <a:pathLst>
                            <a:path w="109461" h="152565">
                              <a:moveTo>
                                <a:pt x="0" y="0"/>
                              </a:moveTo>
                              <a:lnTo>
                                <a:pt x="18809" y="0"/>
                              </a:lnTo>
                              <a:lnTo>
                                <a:pt x="18809" y="95301"/>
                              </a:lnTo>
                              <a:cubicBezTo>
                                <a:pt x="18809" y="119177"/>
                                <a:pt x="28740" y="135026"/>
                                <a:pt x="54724" y="135026"/>
                              </a:cubicBezTo>
                              <a:cubicBezTo>
                                <a:pt x="80721" y="135026"/>
                                <a:pt x="90653" y="119177"/>
                                <a:pt x="90653" y="95301"/>
                              </a:cubicBezTo>
                              <a:lnTo>
                                <a:pt x="90653" y="0"/>
                              </a:lnTo>
                              <a:lnTo>
                                <a:pt x="109461" y="0"/>
                              </a:lnTo>
                              <a:lnTo>
                                <a:pt x="109461" y="94882"/>
                              </a:lnTo>
                              <a:cubicBezTo>
                                <a:pt x="109461" y="132283"/>
                                <a:pt x="88329" y="152565"/>
                                <a:pt x="54724" y="152565"/>
                              </a:cubicBezTo>
                              <a:cubicBezTo>
                                <a:pt x="21133" y="152565"/>
                                <a:pt x="0" y="132283"/>
                                <a:pt x="0" y="94882"/>
                              </a:cubicBez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01" name="Shape 101"/>
                      <wps:cNvSpPr/>
                      <wps:spPr>
                        <a:xfrm>
                          <a:off x="574866" y="584530"/>
                          <a:ext cx="100152" cy="149809"/>
                        </a:xfrm>
                        <a:custGeom>
                          <a:avLst/>
                          <a:gdLst/>
                          <a:ahLst/>
                          <a:cxnLst/>
                          <a:rect l="0" t="0" r="0" b="0"/>
                          <a:pathLst>
                            <a:path w="100152" h="149809">
                              <a:moveTo>
                                <a:pt x="0" y="0"/>
                              </a:moveTo>
                              <a:lnTo>
                                <a:pt x="100152" y="0"/>
                              </a:lnTo>
                              <a:lnTo>
                                <a:pt x="100152" y="17335"/>
                              </a:lnTo>
                              <a:lnTo>
                                <a:pt x="18809" y="17335"/>
                              </a:lnTo>
                              <a:lnTo>
                                <a:pt x="18809" y="62967"/>
                              </a:lnTo>
                              <a:lnTo>
                                <a:pt x="90221" y="62967"/>
                              </a:lnTo>
                              <a:lnTo>
                                <a:pt x="90221" y="80721"/>
                              </a:lnTo>
                              <a:lnTo>
                                <a:pt x="18809" y="80721"/>
                              </a:lnTo>
                              <a:lnTo>
                                <a:pt x="18809" y="132486"/>
                              </a:lnTo>
                              <a:lnTo>
                                <a:pt x="100152" y="132486"/>
                              </a:lnTo>
                              <a:lnTo>
                                <a:pt x="100152" y="149809"/>
                              </a:lnTo>
                              <a:lnTo>
                                <a:pt x="0" y="149809"/>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02" name="Shape 102"/>
                      <wps:cNvSpPr/>
                      <wps:spPr>
                        <a:xfrm>
                          <a:off x="854405" y="234048"/>
                          <a:ext cx="22143" cy="39330"/>
                        </a:xfrm>
                        <a:custGeom>
                          <a:avLst/>
                          <a:gdLst/>
                          <a:ahLst/>
                          <a:cxnLst/>
                          <a:rect l="0" t="0" r="0" b="0"/>
                          <a:pathLst>
                            <a:path w="22143" h="39330">
                              <a:moveTo>
                                <a:pt x="0" y="0"/>
                              </a:moveTo>
                              <a:lnTo>
                                <a:pt x="22143" y="0"/>
                              </a:lnTo>
                              <a:lnTo>
                                <a:pt x="22143" y="39330"/>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03" name="Shape 103"/>
                      <wps:cNvSpPr/>
                      <wps:spPr>
                        <a:xfrm>
                          <a:off x="570592" y="234048"/>
                          <a:ext cx="227679" cy="248234"/>
                        </a:xfrm>
                        <a:custGeom>
                          <a:avLst/>
                          <a:gdLst/>
                          <a:ahLst/>
                          <a:cxnLst/>
                          <a:rect l="0" t="0" r="0" b="0"/>
                          <a:pathLst>
                            <a:path w="227679" h="248234">
                              <a:moveTo>
                                <a:pt x="0" y="0"/>
                              </a:moveTo>
                              <a:lnTo>
                                <a:pt x="44482" y="0"/>
                              </a:lnTo>
                              <a:lnTo>
                                <a:pt x="104426" y="162750"/>
                              </a:lnTo>
                              <a:lnTo>
                                <a:pt x="164687" y="0"/>
                              </a:lnTo>
                              <a:lnTo>
                                <a:pt x="227679" y="0"/>
                              </a:lnTo>
                              <a:lnTo>
                                <a:pt x="227679" y="248234"/>
                              </a:lnTo>
                              <a:lnTo>
                                <a:pt x="176917" y="248234"/>
                              </a:lnTo>
                              <a:lnTo>
                                <a:pt x="176917" y="96558"/>
                              </a:lnTo>
                              <a:lnTo>
                                <a:pt x="121901" y="244856"/>
                              </a:lnTo>
                              <a:lnTo>
                                <a:pt x="83852" y="244856"/>
                              </a:lnTo>
                              <a:lnTo>
                                <a:pt x="29191" y="94920"/>
                              </a:lnTo>
                              <a:lnTo>
                                <a:pt x="29191" y="248234"/>
                              </a:lnTo>
                              <a:lnTo>
                                <a:pt x="0" y="248234"/>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04" name="Shape 104"/>
                      <wps:cNvSpPr/>
                      <wps:spPr>
                        <a:xfrm>
                          <a:off x="819709" y="2464"/>
                          <a:ext cx="56839" cy="134112"/>
                        </a:xfrm>
                        <a:custGeom>
                          <a:avLst/>
                          <a:gdLst/>
                          <a:ahLst/>
                          <a:cxnLst/>
                          <a:rect l="0" t="0" r="0" b="0"/>
                          <a:pathLst>
                            <a:path w="56839" h="134112">
                              <a:moveTo>
                                <a:pt x="47295" y="0"/>
                              </a:moveTo>
                              <a:lnTo>
                                <a:pt x="56839" y="0"/>
                              </a:lnTo>
                              <a:lnTo>
                                <a:pt x="56839" y="17082"/>
                              </a:lnTo>
                              <a:lnTo>
                                <a:pt x="56756" y="16840"/>
                              </a:lnTo>
                              <a:lnTo>
                                <a:pt x="33096" y="86436"/>
                              </a:lnTo>
                              <a:lnTo>
                                <a:pt x="56839" y="86436"/>
                              </a:lnTo>
                              <a:lnTo>
                                <a:pt x="56839" y="102337"/>
                              </a:lnTo>
                              <a:lnTo>
                                <a:pt x="27813" y="102337"/>
                              </a:lnTo>
                              <a:lnTo>
                                <a:pt x="17031" y="134112"/>
                              </a:lnTo>
                              <a:lnTo>
                                <a:pt x="0" y="134112"/>
                              </a:lnTo>
                              <a:lnTo>
                                <a:pt x="47295"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05" name="Shape 105"/>
                      <wps:cNvSpPr/>
                      <wps:spPr>
                        <a:xfrm>
                          <a:off x="675576" y="2464"/>
                          <a:ext cx="101003" cy="134112"/>
                        </a:xfrm>
                        <a:custGeom>
                          <a:avLst/>
                          <a:gdLst/>
                          <a:ahLst/>
                          <a:cxnLst/>
                          <a:rect l="0" t="0" r="0" b="0"/>
                          <a:pathLst>
                            <a:path w="101003" h="134112">
                              <a:moveTo>
                                <a:pt x="0" y="0"/>
                              </a:moveTo>
                              <a:lnTo>
                                <a:pt x="18910" y="0"/>
                              </a:lnTo>
                              <a:lnTo>
                                <a:pt x="84734" y="108191"/>
                              </a:lnTo>
                              <a:lnTo>
                                <a:pt x="84734" y="0"/>
                              </a:lnTo>
                              <a:lnTo>
                                <a:pt x="101003" y="0"/>
                              </a:lnTo>
                              <a:lnTo>
                                <a:pt x="101003" y="134112"/>
                              </a:lnTo>
                              <a:lnTo>
                                <a:pt x="82093" y="134112"/>
                              </a:lnTo>
                              <a:lnTo>
                                <a:pt x="16269" y="26289"/>
                              </a:lnTo>
                              <a:lnTo>
                                <a:pt x="16269" y="134112"/>
                              </a:lnTo>
                              <a:lnTo>
                                <a:pt x="0" y="134112"/>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06" name="Shape 106"/>
                      <wps:cNvSpPr/>
                      <wps:spPr>
                        <a:xfrm>
                          <a:off x="570592" y="1"/>
                          <a:ext cx="53346" cy="139215"/>
                        </a:xfrm>
                        <a:custGeom>
                          <a:avLst/>
                          <a:gdLst/>
                          <a:ahLst/>
                          <a:cxnLst/>
                          <a:rect l="0" t="0" r="0" b="0"/>
                          <a:pathLst>
                            <a:path w="53346" h="139215">
                              <a:moveTo>
                                <a:pt x="0" y="0"/>
                              </a:moveTo>
                              <a:lnTo>
                                <a:pt x="19483" y="3639"/>
                              </a:lnTo>
                              <a:cubicBezTo>
                                <a:pt x="25632" y="6050"/>
                                <a:pt x="31305" y="9644"/>
                                <a:pt x="36125" y="14375"/>
                              </a:cubicBezTo>
                              <a:cubicBezTo>
                                <a:pt x="50692" y="28561"/>
                                <a:pt x="53346" y="48233"/>
                                <a:pt x="53346" y="69607"/>
                              </a:cubicBezTo>
                              <a:cubicBezTo>
                                <a:pt x="53346" y="90982"/>
                                <a:pt x="50692" y="110654"/>
                                <a:pt x="36125" y="124840"/>
                              </a:cubicBezTo>
                              <a:cubicBezTo>
                                <a:pt x="31305" y="129571"/>
                                <a:pt x="25632" y="133165"/>
                                <a:pt x="19483" y="135576"/>
                              </a:cubicBezTo>
                              <a:lnTo>
                                <a:pt x="0" y="139215"/>
                              </a:lnTo>
                              <a:lnTo>
                                <a:pt x="0" y="123149"/>
                              </a:lnTo>
                              <a:lnTo>
                                <a:pt x="13189" y="120615"/>
                              </a:lnTo>
                              <a:cubicBezTo>
                                <a:pt x="17351" y="118934"/>
                                <a:pt x="21184" y="116426"/>
                                <a:pt x="24403" y="113118"/>
                              </a:cubicBezTo>
                              <a:cubicBezTo>
                                <a:pt x="35376" y="101764"/>
                                <a:pt x="35935" y="83603"/>
                                <a:pt x="35935" y="69607"/>
                              </a:cubicBezTo>
                              <a:cubicBezTo>
                                <a:pt x="35935" y="55612"/>
                                <a:pt x="35376" y="37451"/>
                                <a:pt x="24403" y="26110"/>
                              </a:cubicBezTo>
                              <a:cubicBezTo>
                                <a:pt x="21184" y="22795"/>
                                <a:pt x="17351" y="20287"/>
                                <a:pt x="13189" y="18607"/>
                              </a:cubicBezTo>
                              <a:lnTo>
                                <a:pt x="0" y="16078"/>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07" name="Shape 107"/>
                      <wps:cNvSpPr/>
                      <wps:spPr>
                        <a:xfrm>
                          <a:off x="900900" y="584530"/>
                          <a:ext cx="143688" cy="149809"/>
                        </a:xfrm>
                        <a:custGeom>
                          <a:avLst/>
                          <a:gdLst/>
                          <a:ahLst/>
                          <a:cxnLst/>
                          <a:rect l="0" t="0" r="0" b="0"/>
                          <a:pathLst>
                            <a:path w="143688" h="149809">
                              <a:moveTo>
                                <a:pt x="0" y="0"/>
                              </a:moveTo>
                              <a:lnTo>
                                <a:pt x="27051" y="0"/>
                              </a:lnTo>
                              <a:lnTo>
                                <a:pt x="72263" y="121920"/>
                              </a:lnTo>
                              <a:lnTo>
                                <a:pt x="117272" y="0"/>
                              </a:lnTo>
                              <a:lnTo>
                                <a:pt x="143688" y="0"/>
                              </a:lnTo>
                              <a:lnTo>
                                <a:pt x="143688" y="149809"/>
                              </a:lnTo>
                              <a:lnTo>
                                <a:pt x="125717" y="149809"/>
                              </a:lnTo>
                              <a:lnTo>
                                <a:pt x="125717" y="23457"/>
                              </a:lnTo>
                              <a:lnTo>
                                <a:pt x="79235" y="147701"/>
                              </a:lnTo>
                              <a:lnTo>
                                <a:pt x="64452" y="147701"/>
                              </a:lnTo>
                              <a:lnTo>
                                <a:pt x="17958" y="22403"/>
                              </a:lnTo>
                              <a:lnTo>
                                <a:pt x="17958" y="149809"/>
                              </a:lnTo>
                              <a:lnTo>
                                <a:pt x="0" y="149809"/>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08" name="Shape 108"/>
                      <wps:cNvSpPr/>
                      <wps:spPr>
                        <a:xfrm>
                          <a:off x="876548" y="234048"/>
                          <a:ext cx="203448" cy="248234"/>
                        </a:xfrm>
                        <a:custGeom>
                          <a:avLst/>
                          <a:gdLst/>
                          <a:ahLst/>
                          <a:cxnLst/>
                          <a:rect l="0" t="0" r="0" b="0"/>
                          <a:pathLst>
                            <a:path w="203448" h="248234">
                              <a:moveTo>
                                <a:pt x="0" y="0"/>
                              </a:moveTo>
                              <a:lnTo>
                                <a:pt x="34931" y="0"/>
                              </a:lnTo>
                              <a:lnTo>
                                <a:pt x="91650" y="99162"/>
                              </a:lnTo>
                              <a:lnTo>
                                <a:pt x="148368" y="0"/>
                              </a:lnTo>
                              <a:lnTo>
                                <a:pt x="203448" y="0"/>
                              </a:lnTo>
                              <a:lnTo>
                                <a:pt x="116529" y="153137"/>
                              </a:lnTo>
                              <a:lnTo>
                                <a:pt x="116529" y="248234"/>
                              </a:lnTo>
                              <a:lnTo>
                                <a:pt x="64065" y="248234"/>
                              </a:lnTo>
                              <a:lnTo>
                                <a:pt x="64065" y="153124"/>
                              </a:lnTo>
                              <a:lnTo>
                                <a:pt x="0" y="39330"/>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09" name="Shape 109"/>
                      <wps:cNvSpPr/>
                      <wps:spPr>
                        <a:xfrm>
                          <a:off x="977278" y="2464"/>
                          <a:ext cx="81331" cy="134112"/>
                        </a:xfrm>
                        <a:custGeom>
                          <a:avLst/>
                          <a:gdLst/>
                          <a:ahLst/>
                          <a:cxnLst/>
                          <a:rect l="0" t="0" r="0" b="0"/>
                          <a:pathLst>
                            <a:path w="81331" h="134112">
                              <a:moveTo>
                                <a:pt x="0" y="0"/>
                              </a:moveTo>
                              <a:lnTo>
                                <a:pt x="16840" y="0"/>
                              </a:lnTo>
                              <a:lnTo>
                                <a:pt x="16840" y="118415"/>
                              </a:lnTo>
                              <a:lnTo>
                                <a:pt x="81331" y="118415"/>
                              </a:lnTo>
                              <a:lnTo>
                                <a:pt x="81331" y="134112"/>
                              </a:lnTo>
                              <a:lnTo>
                                <a:pt x="0" y="134112"/>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10" name="Shape 110"/>
                      <wps:cNvSpPr/>
                      <wps:spPr>
                        <a:xfrm>
                          <a:off x="876548" y="2464"/>
                          <a:ext cx="57601" cy="134112"/>
                        </a:xfrm>
                        <a:custGeom>
                          <a:avLst/>
                          <a:gdLst/>
                          <a:ahLst/>
                          <a:cxnLst/>
                          <a:rect l="0" t="0" r="0" b="0"/>
                          <a:pathLst>
                            <a:path w="57601" h="134112">
                              <a:moveTo>
                                <a:pt x="0" y="0"/>
                              </a:moveTo>
                              <a:lnTo>
                                <a:pt x="10128" y="0"/>
                              </a:lnTo>
                              <a:lnTo>
                                <a:pt x="57601" y="134112"/>
                              </a:lnTo>
                              <a:lnTo>
                                <a:pt x="40202" y="134112"/>
                              </a:lnTo>
                              <a:lnTo>
                                <a:pt x="29229" y="102337"/>
                              </a:lnTo>
                              <a:lnTo>
                                <a:pt x="0" y="102337"/>
                              </a:lnTo>
                              <a:lnTo>
                                <a:pt x="0" y="86436"/>
                              </a:lnTo>
                              <a:lnTo>
                                <a:pt x="23743" y="86436"/>
                              </a:lnTo>
                              <a:lnTo>
                                <a:pt x="0" y="17082"/>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g:wgp>
                </a:graphicData>
              </a:graphic>
            </wp:inline>
          </w:drawing>
        </mc:Choice>
        <mc:Fallback>
          <w:pict>
            <v:group id="Group 1675" o:spid="_x0000_s1026" style="width:82.2pt;height:58.1pt;mso-position-horizontal-relative:char;mso-position-vertical-relative:line" coordsize="1079995,7370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">
              <v:shape id="Shape 83" o:spid="_x0000_s1027" style="position:absolute;left:35420;top:584530;width:77781;height:149809;visibility:visible;mso-wrap-style:square;v-text-anchor:top" coordsize="77781,1498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qvWawwAA&#10;ANsAAAAPAAAAZHJzL2Rvd25yZXYueG1sRI9Ba8JAFITvgv9heUJvdaO1VaOrlBahkJOp3p/ZZxLM&#10;vo272xj/fbdQ8DjMzDfMetubRnTkfG1ZwWScgCAurK65VHD43j0vQPiArLGxTAru5GG7GQ7WmGp7&#10;4z11eShFhLBPUUEVQptK6YuKDPqxbYmjd7bOYIjSlVI7vEW4aeQ0Sd6kwZrjQoUtfVRUXPIfo8Ds&#10;2gke5y7PTp/La/06y8qsy5R6GvXvKxCB+vAI/7e/tILFC/x9iT9Ab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qvWawwAAANsAAAAPAAAAAAAAAAAAAAAAAJcCAABkcnMvZG93&#10;bnJldi54bWxQSwUGAAAAAAQABAD1AAAAhwMAAAAA&#10;" path="m0,0l27038,,72263,121920,77781,106972,77781,147701,64453,147701,17958,22403,17958,149809,,149809,,0xe" fillcolor="#4da23e" stroked="f" strokeweight="0">
                <v:stroke miterlimit="83231f" joinstyle="miter"/>
                <v:path arrowok="t" textboxrect="0,0,77781,149809"/>
              </v:shape>
              <v:shape id="Shape 84" o:spid="_x0000_s1028" style="position:absolute;top:234048;width:113201;height:248234;visibility:visible;mso-wrap-style:square;v-text-anchor:top" coordsize="113201,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cJ5JwQAA&#10;ANsAAAAPAAAAZHJzL2Rvd25yZXYueG1sRI9Bi8IwFITvwv6H8Ba8aboi0q1GkQUXvQjqitdH82yL&#10;zUtNsrb+eyMIHoeZ+YaZLTpTixs5X1lW8DVMQBDnVldcKPg7rAYpCB+QNdaWScGdPCzmH70ZZtq2&#10;vKPbPhQiQthnqKAMocmk9HlJBv3QNsTRO1tnMETpCqkdthFuajlKkok0WHFcKLGhn5Lyy/7fKPjd&#10;tp3bpNdxcd9uvj0feUR8Uqr/2S2nIAJ14R1+tddaQTqG55f4A+T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i3CeScEAAADbAAAADwAAAAAAAAAAAAAAAACXAgAAZHJzL2Rvd25y&#10;ZXYueG1sUEsFBgAAAAAEAAQA9QAAAIUDAAAAAA==&#10;" path="m87185,0l113201,,113201,70974,113195,70955,84963,154534,113201,154534,113201,202247,68555,202247,53010,248234,,248234,87185,0xe" fillcolor="#4da23e" stroked="f" strokeweight="0">
                <v:stroke miterlimit="83231f" joinstyle="miter"/>
                <v:path arrowok="t" textboxrect="0,0,113201,248234"/>
              </v:shape>
              <v:shape id="Shape 85" o:spid="_x0000_s1029" style="position:absolute;left:35471;top:2464;width:77730;height:134112;visibility:visible;mso-wrap-style:square;v-text-anchor:top" coordsize="77730,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6zJFwwAA&#10;ANsAAAAPAAAAZHJzL2Rvd25yZXYueG1sRI9BawIxFITvBf9DeIK3mlVQZDWKKEJBENzaQ2+PzTO7&#10;uHlZNqlZ/fWmUOhxmJlvmNWmt424U+drxwom4wwEcel0zUbB5fPwvgDhA7LGxjEpeJCHzXrwtsJc&#10;u8hnuhfBiARhn6OCKoQ2l9KXFVn0Y9cSJ+/qOoshyc5I3WFMcNvIaZbNpcWa00KFLe0qKm/Fj1Uw&#10;K+Lpy+715fv8NMXOHc3RxqjUaNhvlyAC9eE//Nf+0AoWM/j9kn6AXL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86zJFwwAAANsAAAAPAAAAAAAAAAAAAAAAAJcCAABkcnMvZG93&#10;bnJldi54bWxQSwUGAAAAAAQABAD1AAAAhwMAAAAA&#10;" path="m0,0l18923,,77730,96658,77730,126947,16269,26289,16269,134112,,134112,,0xe" fillcolor="#4da23e" stroked="f" strokeweight="0">
                <v:stroke miterlimit="83231f" joinstyle="miter"/>
                <v:path arrowok="t" textboxrect="0,0,77730,134112"/>
              </v:shape>
              <v:shape id="Shape 86" o:spid="_x0000_s1030" style="position:absolute;left:113201;top:584530;width:65907;height:149809;visibility:visible;mso-wrap-style:square;v-text-anchor:top" coordsize="65907,1498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wFrxAAA&#10;ANsAAAAPAAAAZHJzL2Rvd25yZXYueG1sRI/NasMwEITvhbyD2EBujZwcjHGthJIfKL2YuoXg22Jt&#10;LbfWyliK47x9VSj0OMzMN0yxn20vJhp951jBZp2AIG6c7rhV8PF+fsxA+ICssXdMCu7kYb9bPBSY&#10;a3fjN5qq0IoIYZ+jAhPCkEvpG0MW/doNxNH7dKPFEOXYSj3iLcJtL7dJkkqLHccFgwMdDDXf1dUq&#10;qMv01GWn1/oyna+mvdgvV/qjUqvl/PwEItAc/sN/7RetIEvh90v8AXL3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rv8Ba8QAAADbAAAADwAAAAAAAAAAAAAAAACXAgAAZHJzL2Rv&#10;d25yZXYueG1sUEsFBgAAAAAEAAQA9QAAAIgDAAAAAA==&#10;" path="m39491,0l65907,,65907,149809,47936,149809,47936,23457,1454,147701,,147701,,106972,39491,0xe" fillcolor="#4da23e" stroked="f" strokeweight="0">
                <v:stroke miterlimit="83231f" joinstyle="miter"/>
                <v:path arrowok="t" textboxrect="0,0,65907,149809"/>
              </v:shape>
              <v:shape id="Shape 87" o:spid="_x0000_s1031" style="position:absolute;left:113201;top:234048;width:114878;height:248234;visibility:visible;mso-wrap-style:square;v-text-anchor:top" coordsize="114878,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8wb6xQAA&#10;ANsAAAAPAAAAZHJzL2Rvd25yZXYueG1sRI9Ba8JAFITvBf/D8oTe6sYgVaOriBLwUFqjHjw+ss8k&#10;mH0bsqvG/vpuQfA4zMw3zHzZmVrcqHWVZQXDQQSCOLe64kLB8ZB+TEA4j6yxtkwKHuRguei9zTHR&#10;9s4Z3fa+EAHCLkEFpfdNIqXLSzLoBrYhDt7ZtgZ9kG0hdYv3ADe1jKPoUxqsOCyU2NC6pPyyvxoF&#10;J0qbnfn93n6lWZz9PKajwyY+KfXe71YzEJ46/wo/21utYDKG/y/hB8jF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rzBvrFAAAA2wAAAA8AAAAAAAAAAAAAAAAAlwIAAGRycy9k&#10;b3ducmV2LnhtbFBLBQYAAAAABAAEAPUAAACJAwAAAAA=&#10;" path="m0,0l27692,,114878,248234,60179,248234,44621,202247,,202247,,154534,28238,154534,,70974,,0xe" fillcolor="#4da23e" stroked="f" strokeweight="0">
                <v:stroke miterlimit="83231f" joinstyle="miter"/>
                <v:path arrowok="t" textboxrect="0,0,114878,248234"/>
              </v:shape>
              <v:shape id="Shape 88" o:spid="_x0000_s1032" style="position:absolute;left:179616;top:2464;width:56839;height:134112;visibility:visible;mso-wrap-style:square;v-text-anchor:top" coordsize="56839,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SzUXwAAA&#10;ANsAAAAPAAAAZHJzL2Rvd25yZXYueG1sRE9LS8NAEL4X/A/LCN7ajYolxG5C8QGKh9IHnofsNBua&#10;nQ27Yxv99e5B8PjxvVfN5Ad1ppj6wAZuFwUo4jbYnjsDh/3rvASVBNniEJgMfFOCpr6arbCy4cJb&#10;Ou+kUzmEU4UGnMhYaZ1aRx7TIozEmTuG6FEyjJ22ES853A/6riiW2mPPucHhSE+O2tPuyxtYl/cP&#10;xbPbxvdN9xKE8Ec+PvfG3FxP60dQQpP8i//cb9ZAmcfmL/kH6PoX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xSzUXwAAAANsAAAAPAAAAAAAAAAAAAAAAAJcCAABkcnMvZG93bnJl&#10;di54bWxQSwUGAAAAAAQABAD1AAAAhAMAAAAA&#10;" path="m47282,0l56839,,56839,17118,56744,16840,33096,86436,56839,86436,56839,102337,27800,102337,17018,134112,,134112,47282,0xe" fillcolor="#4da23e" stroked="f" strokeweight="0">
                <v:stroke miterlimit="83231f" joinstyle="miter"/>
                <v:path arrowok="t" textboxrect="0,0,56839,134112"/>
              </v:shape>
              <v:shape id="Shape 89" o:spid="_x0000_s1033" style="position:absolute;left:113201;top:2464;width:23285;height:134112;visibility:visible;mso-wrap-style:square;v-text-anchor:top" coordsize="23285,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cpDQxgAA&#10;ANsAAAAPAAAAZHJzL2Rvd25yZXYueG1sRI/Na8JAFMTvBf+H5Qne6sZiRWNWKbVJiwfBj4u3Z/bl&#10;A7NvQ3ar6X/fLRQ8DjPzGyZZ96YRN+pcbVnBZByBIM6trrlUcDqmz3MQziNrbCyTgh9ysF4NnhKM&#10;tb3znm4HX4oAYRejgsr7NpbS5RUZdGPbEgevsJ1BH2RXSt3hPcBNI1+iaCYN1hwWKmzpvaL8evg2&#10;Cl6zdHPR5890yrvNdnZpio8sk0qNhv3bEoSn3j/C/+0vrWC+gL8v4QfI1S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TcpDQxgAAANsAAAAPAAAAAAAAAAAAAAAAAJcCAABkcnMv&#10;ZG93bnJldi54bWxQSwUGAAAAAAQABAD1AAAAigMAAAAA&#10;" path="m7017,0l23285,,23285,134112,4375,134112,,126947,,96658,7017,108191,7017,0xe" fillcolor="#4da23e" stroked="f" strokeweight="0">
                <v:stroke miterlimit="83231f" joinstyle="miter"/>
                <v:path arrowok="t" textboxrect="0,0,23285,134112"/>
              </v:shape>
              <v:shape id="Shape 90" o:spid="_x0000_s1034" style="position:absolute;left:240716;top:584530;width:109461;height:152565;visibility:visible;mso-wrap-style:square;v-text-anchor:top" coordsize="109461,1525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ViyswQAA&#10;ANsAAAAPAAAAZHJzL2Rvd25yZXYueG1sRE9Na8JAEL0X/A/LCN7qxmJLm7qKCAV7qo0K7W3ITpNg&#10;djbsrib9985B8Ph434vV4Fp1oRAbzwZm0wwUceltw5WBw/7j8RVUTMgWW89k4J8irJajhwXm1vf8&#10;TZciVUpCOOZooE6py7WOZU0O49R3xML9+eAwCQyVtgF7CXetfsqyF+2wYWmosaNNTeWpODspme9j&#10;eXwudPiZf/0etrt+OH5WxkzGw/odVKIh3cU399YaeJP18kV+gF5e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lYsrMEAAADbAAAADwAAAAAAAAAAAAAAAACXAgAAZHJzL2Rvd25y&#10;ZXYueG1sUEsFBgAAAAAEAAQA9QAAAIUDAAAAAA==&#10;" path="m0,0l18809,,18809,95301c18809,119177,28740,135026,54737,135026,80721,135026,90653,119177,90653,95301l90653,,109461,,109461,94882c109461,132283,88329,152565,54737,152565,21133,152565,,132283,,94882l0,0xe" fillcolor="#4da23e" stroked="f" strokeweight="0">
                <v:stroke miterlimit="83231f" joinstyle="miter"/>
                <v:path arrowok="t" textboxrect="0,0,109461,152565"/>
              </v:shape>
              <v:shape id="Shape 91" o:spid="_x0000_s1035" style="position:absolute;left:285737;top:234048;width:96399;height:248234;visibility:visible;mso-wrap-style:square;v-text-anchor:top" coordsize="96399,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zfi0wwAA&#10;ANsAAAAPAAAAZHJzL2Rvd25yZXYueG1sRI9La8JAFIX3gv9huIXudKKUaqOTIEJpF934oi4vmdsk&#10;mLkTM5NH/70jCC4P5/Fx1ulgKtFR40rLCmbTCARxZnXJuYLj4XOyBOE8ssbKMin4JwdpMh6tMda2&#10;5x11e5+LMMIuRgWF93UspcsKMuimtiYO3p9tDPogm1zqBvswbio5j6J3abDkQCiwpm1B2WXfmsDt&#10;vn5da+q3xelqlxrnl/PP4qjU68uwWYHwNPhn+NH+1go+ZnD/En6ATG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lzfi0wwAAANsAAAAPAAAAAAAAAAAAAAAAAJcCAABkcnMvZG93&#10;bnJldi54bWxQSwUGAAAAAAQABAD1AAAAhwMAAAAA&#10;" path="m0,0l96399,,96399,46711,52121,46711,52121,109893,96399,109893,96399,157620,52464,157620,52464,248234,,248234,,0xe" fillcolor="#4da23e" stroked="f" strokeweight="0">
                <v:stroke miterlimit="83231f" joinstyle="miter"/>
                <v:path arrowok="t" textboxrect="0,0,96399,248234"/>
              </v:shape>
              <v:shape id="Shape 92" o:spid="_x0000_s1036" style="position:absolute;left:307467;top:2464;width:74670;height:134112;visibility:visible;mso-wrap-style:square;v-text-anchor:top" coordsize="74670,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kn6fwwAA&#10;ANsAAAAPAAAAZHJzL2Rvd25yZXYueG1sRI/BasMwEETvgf6D2EJviVwXQuJGCSWlxRh8iJMP2Fpb&#10;W9RaOZbqOH8fBQo9DjPzhtnsJtuJkQZvHCt4XiQgiGunDTcKTseP+QqED8gaO8ek4EoedtuH2QYz&#10;7S58oLEKjYgQ9hkqaEPoMyl93ZJFv3A9cfS+3WAxRDk0Ug94iXDbyTRJltKi4bjQYk/7luqf6tcq&#10;KPPz2Trjkn2ZFoZfvj7xvbBKPT1Ob68gAk3hP/zXzrWCdQr3L/EHyO0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Ekn6fwwAAANsAAAAPAAAAAAAAAAAAAAAAAJcCAABkcnMvZG93&#10;bnJldi54bWxQSwUGAAAAAAQABAD1AAAAhwMAAAAA&#10;" path="m0,0l74670,,74670,15697,56947,15697,56947,134112,39916,134112,39916,15697,,15697,,0xe" fillcolor="#4da23e" stroked="f" strokeweight="0">
                <v:stroke miterlimit="83231f" joinstyle="miter"/>
                <v:path arrowok="t" textboxrect="0,0,74670,134112"/>
              </v:shape>
              <v:shape id="Shape 93" o:spid="_x0000_s1037" style="position:absolute;left:236455;top:2464;width:57601;height:134112;visibility:visible;mso-wrap-style:square;v-text-anchor:top" coordsize="57601,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a7kJxQAA&#10;ANsAAAAPAAAAZHJzL2Rvd25yZXYueG1sRI9Ba8JAFITvhf6H5RW8FN1oQTS6CWKVCj01CqW3R/Yl&#10;G8y+DdltjP++Wyj0OMzMN8w2H20rBup941jBfJaAIC6dbrhWcDkfpysQPiBrbB2Tgjt5yLPHhy2m&#10;2t34g4Yi1CJC2KeowITQpVL60pBFP3MdcfQq11sMUfa11D3eIty2cpEkS2mx4bhgsKO9ofJafFsF&#10;i8/XYennVbuyh/FUPL+/fVWGlZo8jbsNiEBj+A//tU9awfoFfr/EHyCz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9ruQnFAAAA2wAAAA8AAAAAAAAAAAAAAAAAlwIAAGRycy9k&#10;b3ducmV2LnhtbFBLBQYAAAAABAAEAPUAAACJAwAAAAA=&#10;" path="m0,0l10116,,57601,134112,40202,134112,29229,102337,,102337,,86436,23743,86436,,17118,,0xe" fillcolor="#4da23e" stroked="f" strokeweight="0">
                <v:stroke miterlimit="83231f" joinstyle="miter"/>
                <v:path arrowok="t" textboxrect="0,0,57601,134112"/>
              </v:shape>
              <v:shape id="Shape 94" o:spid="_x0000_s1038" style="position:absolute;left:402831;top:581787;width:114110;height:155308;visibility:visible;mso-wrap-style:square;v-text-anchor:top" coordsize="114110,15530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wRlVxQAA&#10;ANsAAAAPAAAAZHJzL2Rvd25yZXYueG1sRI9Ba8JAFITvgv9heUJvZqMUsWk20goVkSLUVqG31+xr&#10;Nph9G7Krxn/fFYQeh5n5hskXvW3EmTpfO1YwSVIQxKXTNVcKvj7fxnMQPiBrbByTgit5WBTDQY6Z&#10;dhf+oPMuVCJC2GeowITQZlL60pBFn7iWOHq/rrMYouwqqTu8RLht5DRNZ9JizXHBYEtLQ+Vxd7IK&#10;Vq/T/dbo08H8vO9XB+fxe2k2Sj2M+pdnEIH68B++t9dawdMj3L7EHyCL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XBGVXFAAAA2wAAAA8AAAAAAAAAAAAAAAAAlwIAAGRycy9k&#10;b3ducmV2LnhtbFBLBQYAAAAABAAEAPUAAACJAwAAAAA=&#10;" path="m58115,0c72695,,87059,4851,96990,14364,106070,23025,110935,33807,111354,46495l91707,46495c91288,39091,88544,32537,84315,27686,78613,21133,69520,17323,57899,17323,47117,17323,37821,20282,31280,27686,27470,32118,25146,37186,25146,43955,25146,57480,36347,63602,47549,65088,55994,66142,64237,67615,72479,68885,97422,72479,114110,87693,114110,111354,114110,123825,108826,133121,101435,140310,91072,150444,75019,155308,58953,155308,40780,155308,26200,150241,16065,140945,6553,132067,,119177,,105016l19660,105016c19660,113894,24092,122758,30213,128676,36982,135230,48387,137973,58953,137973,70371,137973,80086,135649,86843,129311,91491,125082,94450,119812,94450,111773,94450,100152,87059,90437,69304,87693,61074,86424,53670,85369,45644,84099,23241,80708,5702,68250,5702,44374,5702,33172,10782,22403,18809,14796,29172,5067,42469,,58115,0xe" fillcolor="#4da23e" stroked="f" strokeweight="0">
                <v:stroke miterlimit="83231f" joinstyle="miter"/>
                <v:path arrowok="t" textboxrect="0,0,114110,155308"/>
              </v:shape>
              <v:polyline id="Shape 2168" o:spid="_x0000_s1039" style="position:absolute;visibility:visible;mso-wrap-style:square;v-text-anchor:top" points="549008,234048,570592,234048,570592,482282,549008,482282,549008,234048" coordsize="21584,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SZGGwwAA&#10;AN0AAAAPAAAAZHJzL2Rvd25yZXYueG1sRE9Na8JAEL0X+h+WKfRWN3qwEl1FC0IPRWj0oLcxO2aj&#10;2dmQ3cb033cOBY+P971YDb5RPXWxDmxgPMpAEZfB1lwZOOy3bzNQMSFbbAKTgV+KsFo+Py0wt+HO&#10;39QXqVISwjFHAy6lNtc6lo48xlFoiYW7hM5jEthV2nZ4l3Df6EmWTbXHmqXBYUsfjspb8eMNTNrQ&#10;b4tdeXXH/e50vn5d4uZdG/P6MqznoBIN6SH+d39a8Y2nMlfeyBPQy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JSZGGwwAAAN0AAAAPAAAAAAAAAAAAAAAAAJcCAABkcnMvZG93&#10;bnJldi54bWxQSwUGAAAAAAQABAD1AAAAhwMAAAAA&#10;" fillcolor="#4da23e" stroked="f" strokeweight="0">
                <v:stroke miterlimit="83231f" joinstyle="miter"/>
                <v:path arrowok="t" textboxrect="0,0,21584,248234"/>
              </v:polyline>
              <v:shape id="Shape 96" o:spid="_x0000_s1040" style="position:absolute;left:382137;top:234048;width:98723;height:248234;visibility:visible;mso-wrap-style:square;v-text-anchor:top" coordsize="98723,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kpjLwgAA&#10;ANsAAAAPAAAAZHJzL2Rvd25yZXYueG1sRI9Bi8IwFITvC/6H8AQvi6YrIlqNIsKCiJe1Xrw9mmdb&#10;TF5KErX6683Cwh6HmfmGWa47a8SdfGgcK/gaZSCIS6cbrhSciu/hDESIyBqNY1LwpADrVe9jibl2&#10;D/6h+zFWIkE45KigjrHNpQxlTRbDyLXEybs4bzEm6SupPT4S3Bo5zrKptNhwWqixpW1N5fV4swqI&#10;jf58PXfm5g/7Ysbng5+0QalBv9ssQETq4n/4r73TCuZT+P2SfoBcv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mSmMvCAAAA2wAAAA8AAAAAAAAAAAAAAAAAlwIAAGRycy9kb3du&#10;cmV2LnhtbFBLBQYAAAAABAAEAPUAAACGAwAAAAA=&#10;" path="m0,0l8960,0c73501,,96412,42367,96412,78638,96412,110236,80220,136474,53867,148209l98723,248234,42031,248234,2127,157620,,157620,,109893,9646,109893c31972,109893,44279,98793,44279,78638,44279,62776,32150,46711,8960,46711l0,46711,,0xe" fillcolor="#4da23e" stroked="f" strokeweight="0">
                <v:stroke miterlimit="83231f" joinstyle="miter"/>
                <v:path arrowok="t" textboxrect="0,0,98723,248234"/>
              </v:shape>
              <v:polyline id="Shape 2169" o:spid="_x0000_s1041" style="position:absolute;visibility:visible;mso-wrap-style:square;v-text-anchor:top" points="448399,2464,465608,2464,465608,136576,448399,136576,448399,2464" coordsize="17209,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ZBIlxgAA&#10;AN0AAAAPAAAAZHJzL2Rvd25yZXYueG1sRI/RasJAFETfC/7Dcgu+iG4UFE1dRVqCPrSK0Q+4zV6T&#10;0OzdJbtq/Hu3UOjjMDNnmOW6M424UetrywrGowQEcWF1zaWC8ykbzkH4gKyxsUwKHuRhveq9LDHV&#10;9s5HuuWhFBHCPkUFVQguldIXFRn0I+uIo3exrcEQZVtK3eI9wk0jJ0kykwZrjgsVOnqvqPjJr0aB&#10;+bp+5t9uMHDzSzLdbz+yQ3bMlOq/dps3EIG68B/+a++0gsl4toDfN/EJyNUT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rZBIlxgAAAN0AAAAPAAAAAAAAAAAAAAAAAJcCAABkcnMv&#10;ZG93bnJldi54bWxQSwUGAAAAAAQABAD1AAAAigMAAAAA&#10;" fillcolor="#4da23e" stroked="f" strokeweight="0">
                <v:stroke miterlimit="83231f" joinstyle="miter"/>
                <v:path arrowok="t" textboxrect="0,0,17209,134112"/>
              </v:polyline>
              <v:polyline id="Shape 2170" o:spid="_x0000_s1042" style="position:absolute;visibility:visible;mso-wrap-style:square;v-text-anchor:top" points="382137,2464,404318,2464,404318,18161,382137,18161,382137,2464" coordsize="22181,156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pqF/wAAA&#10;AN0AAAAPAAAAZHJzL2Rvd25yZXYueG1sRE9Li8IwEL4L/ocwgjdNVdiVahSVXfCwFx94HpqxKTaT&#10;0kSt/945CHv8+N7Ldedr9aA2VoENTMYZKOIi2IpLA+fT72gOKiZki3VgMvCiCOtVv7fE3IYnH+hx&#10;TKWSEI45GnApNbnWsXDkMY5DQyzcNbQek8C21LbFp4T7Wk+z7Et7rFgaHDa0c1TcjncvvW5ufy6H&#10;8obbja3j/j4r/rYzY4aDbrMAlahL/+KPe28NTCffsl/eyBPQqz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HpqF/wAAAAN0AAAAPAAAAAAAAAAAAAAAAAJcCAABkcnMvZG93bnJl&#10;di54bWxQSwUGAAAAAAQABAD1AAAAhAMAAAAA&#10;" fillcolor="#4da23e" stroked="f" strokeweight="0">
                <v:stroke miterlimit="83231f" joinstyle="miter"/>
                <v:path arrowok="t" textboxrect="0,0,22181,15697"/>
              </v:polyline>
              <v:shape id="Shape 99" o:spid="_x0000_s1043" style="position:absolute;left:517246;width:53346;height:139217;visibility:visible;mso-wrap-style:square;v-text-anchor:top" coordsize="53346,1392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sgv7xQAA&#10;ANsAAAAPAAAAZHJzL2Rvd25yZXYueG1sRI9Ba8JAFITvgv9heUJvurEHqamrBKWgpVXUgj0+ss8k&#10;NPt2zW5j/PfdguBxmJlvmNmiM7VoqfGVZQXjUQKCOLe64kLB1/Ft+ALCB2SNtWVScCMPi3m/N8NU&#10;2yvvqT2EQkQI+xQVlCG4VEqfl2TQj6wjjt7ZNgZDlE0hdYPXCDe1fE6SiTRYcVwo0dGypPzn8GsU&#10;fHyOz++nbLUtbi5cTt+Zw3a3Uepp0GWvIAJ14RG+t9dawXQK/1/iD5Dz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eyC/vFAAAA2wAAAA8AAAAAAAAAAAAAAAAAlwIAAGRycy9k&#10;b3ducmV2LnhtbFBLBQYAAAAABAAEAPUAAACJAwAAAAA=&#10;" path="m53340,0l53346,1,53346,16079,53340,16078c44260,16078,35370,19482,28943,26111,17971,37452,17412,55613,17412,69609,17412,83604,17971,101765,28943,113119,35370,119736,44260,123152,53340,123152l53346,123151,53346,139216,53340,139217c39916,139217,26860,134302,17208,124841,2642,110655,,90983,,69609,,48235,2642,28562,17208,14376,26860,4915,39916,,53340,0xe" fillcolor="#4da23e" stroked="f" strokeweight="0">
                <v:stroke miterlimit="83231f" joinstyle="miter"/>
                <v:path arrowok="t" textboxrect="0,0,53346,139217"/>
              </v:shape>
              <v:shape id="Shape 100" o:spid="_x0000_s1044" style="position:absolute;left:729805;top:584530;width:109461;height:152565;visibility:visible;mso-wrap-style:square;v-text-anchor:top" coordsize="109461,1525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sabsxAAA&#10;ANwAAAAPAAAAZHJzL2Rvd25yZXYueG1sRI9Na8JAEIbvBf/DMoK3urFYkdRVilCwJ9uooLchO01C&#10;s7Nhd2viv3cOBW8zzPvxzGozuFZdKcTGs4HZNANFXHrbcGXgePh4XoKKCdli65kM3CjCZj16WmFu&#10;fc/fdC1SpSSEY44G6pS6XOtY1uQwTn1HLLcfHxwmWUOlbcBewl2rX7JsoR02LA01drStqfwt/pyU&#10;zA+xPL0WOpzn+8tx99UPp8/KmMl4eH8DlWhID/G/e2cFPxN8eUYm0O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0bGm7MQAAADcAAAADwAAAAAAAAAAAAAAAACXAgAAZHJzL2Rv&#10;d25yZXYueG1sUEsFBgAAAAAEAAQA9QAAAIgDAAAAAA==&#10;" path="m0,0l18809,,18809,95301c18809,119177,28740,135026,54724,135026,80721,135026,90653,119177,90653,95301l90653,,109461,,109461,94882c109461,132283,88329,152565,54724,152565,21133,152565,,132283,,94882l0,0xe" fillcolor="#4da23e" stroked="f" strokeweight="0">
                <v:stroke miterlimit="83231f" joinstyle="miter"/>
                <v:path arrowok="t" textboxrect="0,0,109461,152565"/>
              </v:shape>
              <v:shape id="Shape 101" o:spid="_x0000_s1045" style="position:absolute;left:574866;top:584530;width:100152;height:149809;visibility:visible;mso-wrap-style:square;v-text-anchor:top" coordsize="100152,1498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niuLxAAA&#10;ANwAAAAPAAAAZHJzL2Rvd25yZXYueG1sRE9La8JAEL4L/odlhN7qJh5KSbMGEW1LC1VTL96G7OSB&#10;2dmQ3cbYX98VCt7m43tOmo2mFQP1rrGsIJ5HIIgLqxuuFBy/t4/PIJxH1thaJgVXcpAtp5MUE20v&#10;fKAh95UIIewSVFB73yVSuqImg25uO+LAlbY36APsK6l7vIRw08pFFD1Jgw2Hhho7WtdUnPMfo+Dz&#10;Y2dPvzLfbxZvA77G+vpVjmulHmbj6gWEp9Hfxf/udx3mRzHcngkX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8Z4ri8QAAADcAAAADwAAAAAAAAAAAAAAAACXAgAAZHJzL2Rv&#10;d25yZXYueG1sUEsFBgAAAAAEAAQA9QAAAIgDAAAAAA==&#10;" path="m0,0l100152,,100152,17335,18809,17335,18809,62967,90221,62967,90221,80721,18809,80721,18809,132486,100152,132486,100152,149809,,149809,,0xe" fillcolor="#4da23e" stroked="f" strokeweight="0">
                <v:stroke miterlimit="83231f" joinstyle="miter"/>
                <v:path arrowok="t" textboxrect="0,0,100152,149809"/>
              </v:shape>
              <v:shape id="Shape 102" o:spid="_x0000_s1046" style="position:absolute;left:854405;top:234048;width:22143;height:39330;visibility:visible;mso-wrap-style:square;v-text-anchor:top" coordsize="22143,3933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BzjIwgAA&#10;ANwAAAAPAAAAZHJzL2Rvd25yZXYueG1sRE/NisIwEL4LvkMYwZum9iBLNcr6u4vgwboPMNvMtsVm&#10;UpuodZ/eCIK3+fh+ZzpvTSWu1LjSsoLRMAJBnFldcq7g57gZfIBwHlljZZkU3MnBfNbtTDHR9sYH&#10;uqY+FyGEXYIKCu/rREqXFWTQDW1NHLg/2xj0ATa51A3eQripZBxFY2mw5NBQYE3LgrJTejEKduP9&#10;fbteY2w3u8XX4uxW7e/hX6l+r/2cgPDU+rf45f7WYX4Uw/OZcIGcP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YHOMjCAAAA3AAAAA8AAAAAAAAAAAAAAAAAlwIAAGRycy9kb3du&#10;cmV2LnhtbFBLBQYAAAAABAAEAPUAAACGAwAAAAA=&#10;" path="m0,0l22143,,22143,39330,,0xe" fillcolor="#4da23e" stroked="f" strokeweight="0">
                <v:stroke miterlimit="83231f" joinstyle="miter"/>
                <v:path arrowok="t" textboxrect="0,0,22143,39330"/>
              </v:shape>
              <v:shape id="Shape 103" o:spid="_x0000_s1047" style="position:absolute;left:570592;top:234048;width:227679;height:248234;visibility:visible;mso-wrap-style:square;v-text-anchor:top" coordsize="227679,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Az9SwAAA&#10;ANwAAAAPAAAAZHJzL2Rvd25yZXYueG1sRE/NisIwEL4L+w5hFvamiV0oUo0isoLsQVD7AGMztsVm&#10;Upps7fr0RhC8zcf3O4vVYBvRU+drxxqmEwWCuHCm5lJDftqOZyB8QDbYOCYN/+RhtfwYLTAz7sYH&#10;6o+hFDGEfYYaqhDaTEpfVGTRT1xLHLmL6yyGCLtSmg5vMdw2MlEqlRZrjg0VtrSpqLge/6yGn63M&#10;fS2T037oi12anFNzV79af30O6zmIQEN4i1/unYnz1Tc8n4kXyO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wAz9SwAAAANwAAAAPAAAAAAAAAAAAAAAAAJcCAABkcnMvZG93bnJl&#10;di54bWxQSwUGAAAAAAQABAD1AAAAhAMAAAAA&#10;" path="m0,0l44482,,104426,162750,164687,,227679,,227679,248234,176917,248234,176917,96558,121901,244856,83852,244856,29191,94920,29191,248234,,248234,,0xe" fillcolor="#4da23e" stroked="f" strokeweight="0">
                <v:stroke miterlimit="83231f" joinstyle="miter"/>
                <v:path arrowok="t" textboxrect="0,0,227679,248234"/>
              </v:shape>
              <v:shape id="Shape 104" o:spid="_x0000_s1048" style="position:absolute;left:819709;top:2464;width:56839;height:134112;visibility:visible;mso-wrap-style:square;v-text-anchor:top" coordsize="56839,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uqEkwgAA&#10;ANwAAAAPAAAAZHJzL2Rvd25yZXYueG1sRE9LSwMxEL4L/Q9hCt5sYn1Qtk1LqQqKB2krnofNdLO4&#10;mSzJ2K7+eiMIvc3H95zFagidOlLKbWQL1xMDiriOruXGwvv+6WoGKguywy4yWfimDKvl6GKBlYsn&#10;3tJxJ40qIZwrtOBF+krrXHsKmCexJy7cIaaAUmBqtEt4KuGh01Nj7nXAlkuDx542nurP3VewsJ7d&#10;3JkHv00vb81jFMIfef3YW3s5HtZzUEKDnMX/7mdX5ptb+HumXKC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C6oSTCAAAA3AAAAA8AAAAAAAAAAAAAAAAAlwIAAGRycy9kb3du&#10;cmV2LnhtbFBLBQYAAAAABAAEAPUAAACGAwAAAAA=&#10;" path="m47295,0l56839,,56839,17082,56756,16840,33096,86436,56839,86436,56839,102337,27813,102337,17031,134112,,134112,47295,0xe" fillcolor="#4da23e" stroked="f" strokeweight="0">
                <v:stroke miterlimit="83231f" joinstyle="miter"/>
                <v:path arrowok="t" textboxrect="0,0,56839,134112"/>
              </v:shape>
              <v:shape id="Shape 105" o:spid="_x0000_s1049" style="position:absolute;left:675576;top:2464;width:101003;height:134112;visibility:visible;mso-wrap-style:square;v-text-anchor:top" coordsize="101003,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dd1uwAAA&#10;ANwAAAAPAAAAZHJzL2Rvd25yZXYueG1sRE9Ni8IwEL0v+B/CCHtbU2VXSjWKCqJ42yqCt6EZ22Iz&#10;CU209d+bhQVv83ifM1/2phEPan1tWcF4lIAgLqyuuVRwOm6/UhA+IGtsLJOCJ3lYLgYfc8y07fiX&#10;HnkoRQxhn6GCKgSXSemLigz6kXXEkbva1mCIsC2lbrGL4aaRkySZSoM1x4YKHW0qKm753Sj4thdy&#10;dV+kuzT36WHdufWZLkp9DvvVDESgPrzF/+69jvOTH/h7Jl4gF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bdd1uwAAAANwAAAAPAAAAAAAAAAAAAAAAAJcCAABkcnMvZG93bnJl&#10;di54bWxQSwUGAAAAAAQABAD1AAAAhAMAAAAA&#10;" path="m0,0l18910,,84734,108191,84734,,101003,,101003,134112,82093,134112,16269,26289,16269,134112,,134112,,0xe" fillcolor="#4da23e" stroked="f" strokeweight="0">
                <v:stroke miterlimit="83231f" joinstyle="miter"/>
                <v:path arrowok="t" textboxrect="0,0,101003,134112"/>
              </v:shape>
              <v:shape id="Shape 106" o:spid="_x0000_s1050" style="position:absolute;left:570592;top:1;width:53346;height:139215;visibility:visible;mso-wrap-style:square;v-text-anchor:top" coordsize="53346,1392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nxbcwwAA&#10;ANwAAAAPAAAAZHJzL2Rvd25yZXYueG1sRE9Na8JAEL0X/A/LFHqRumsOWlJXKYIlp4JWit6G7JgE&#10;s7Nhd5vEf+8Khd7m8T5ntRltK3ryoXGsYT5TIIhLZxquNBy/d69vIEJENtg6Jg03CrBZT55WmBs3&#10;8J76Q6xECuGQo4Y6xi6XMpQ1WQwz1xEn7uK8xZigr6TxOKRw28pMqYW02HBqqLGjbU3l9fBrNeyn&#10;yzD3anmrYnk6bz9/7LT4yrR+eR4/3kFEGuO/+M9dmDRfLeDxTLpAru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LnxbcwwAAANwAAAAPAAAAAAAAAAAAAAAAAJcCAABkcnMvZG93&#10;bnJldi54bWxQSwUGAAAAAAQABAD1AAAAhwMAAAAA&#10;" path="m0,0l19483,3639c25632,6050,31305,9644,36125,14375,50692,28561,53346,48233,53346,69607,53346,90982,50692,110654,36125,124840,31305,129571,25632,133165,19483,135576l0,139215,,123149,13189,120615c17351,118934,21184,116426,24403,113118,35376,101764,35935,83603,35935,69607,35935,55612,35376,37451,24403,26110,21184,22795,17351,20287,13189,18607l0,16078,,0xe" fillcolor="#4da23e" stroked="f" strokeweight="0">
                <v:stroke miterlimit="83231f" joinstyle="miter"/>
                <v:path arrowok="t" textboxrect="0,0,53346,139215"/>
              </v:shape>
              <v:shape id="Shape 107" o:spid="_x0000_s1051" style="position:absolute;left:900900;top:584530;width:143688;height:149809;visibility:visible;mso-wrap-style:square;v-text-anchor:top" coordsize="143688,1498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WEy0wQAA&#10;ANwAAAAPAAAAZHJzL2Rvd25yZXYueG1sRE/dasIwFL4f+A7hCN7N1MLcqEYRYVDZVd0e4JAc22pz&#10;UpqY1rc3g8Huzsf3e7b7yXYi0uBbxwpWywwEsXam5VrBz/fn6wcIH5ANdo5JwYM87Hezly0Wxo1c&#10;UTyHWqQQ9gUqaELoCym9bsiiX7qeOHEXN1gMCQ61NAOOKdx2Ms+ytbTYcmposKdjQ/p2vlsFY1XF&#10;46PUb6f8ZG9xXUv7dY1KLebTYQMi0BT+xX/u0qT52Tv8PpMukL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qlhMtMEAAADcAAAADwAAAAAAAAAAAAAAAACXAgAAZHJzL2Rvd25y&#10;ZXYueG1sUEsFBgAAAAAEAAQA9QAAAIUDAAAAAA==&#10;" path="m0,0l27051,,72263,121920,117272,,143688,,143688,149809,125717,149809,125717,23457,79235,147701,64452,147701,17958,22403,17958,149809,,149809,,0xe" fillcolor="#4da23e" stroked="f" strokeweight="0">
                <v:stroke miterlimit="83231f" joinstyle="miter"/>
                <v:path arrowok="t" textboxrect="0,0,143688,149809"/>
              </v:shape>
              <v:shape id="Shape 108" o:spid="_x0000_s1052" style="position:absolute;left:876548;top:234048;width:203448;height:248234;visibility:visible;mso-wrap-style:square;v-text-anchor:top" coordsize="203448,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ID+AwwAA&#10;ANwAAAAPAAAAZHJzL2Rvd25yZXYueG1sRI9Pb8IwDMXvSHyHyEi7QcoO09QRECDQuDH+THC0GtNW&#10;NE6VhNJ9+/kwaTc/+f2en2eL3jWqoxBrzwamkwwUceFtzaWB82k7fgcVE7LFxjMZ+KEIi/lwMMPc&#10;+icfqDumUkkIxxwNVCm1udaxqMhhnPiWWHY3HxwmkaHUNuBTwl2jX7PsTTusWS5U2NK6ouJ+fDip&#10;cd93X3u3uX5fYjgfTvRZL1dszMuoX36AStSnf/MfvbPCZdJWnpEJ9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ID+AwwAAANwAAAAPAAAAAAAAAAAAAAAAAJcCAABkcnMvZG93&#10;bnJldi54bWxQSwUGAAAAAAQABAD1AAAAhwMAAAAA&#10;" path="m0,0l34931,,91650,99162,148368,,203448,,116529,153137,116529,248234,64065,248234,64065,153124,,39330,,0xe" fillcolor="#4da23e" stroked="f" strokeweight="0">
                <v:stroke miterlimit="83231f" joinstyle="miter"/>
                <v:path arrowok="t" textboxrect="0,0,203448,248234"/>
              </v:shape>
              <v:shape id="Shape 109" o:spid="_x0000_s1053" style="position:absolute;left:977278;top:2464;width:81331;height:134112;visibility:visible;mso-wrap-style:square;v-text-anchor:top" coordsize="81331,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hSAzwwAA&#10;ANwAAAAPAAAAZHJzL2Rvd25yZXYueG1sRE/basJAEH0X+g/LFHyRulFBmtRVSkAo9kVjP2CanVw0&#10;Oxuz25j+vSsIvs3hXGe1GUwjeupcbVnBbBqBIM6trrlU8HPcvr2DcB5ZY2OZFPyTg836ZbTCRNsr&#10;H6jPfClCCLsEFVTet4mULq/IoJvaljhwhe0M+gC7UuoOryHcNHIeRUtpsObQUGFLaUX5OfszCk6z&#10;IV40l8P+/D1Pf7PiVEzSXa/U+HX4/ADhafBP8cP9pcP8KIb7M+ECub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IhSAzwwAAANwAAAAPAAAAAAAAAAAAAAAAAJcCAABkcnMvZG93&#10;bnJldi54bWxQSwUGAAAAAAQABAD1AAAAhwMAAAAA&#10;" path="m0,0l16840,,16840,118415,81331,118415,81331,134112,,134112,,0xe" fillcolor="#4da23e" stroked="f" strokeweight="0">
                <v:stroke miterlimit="83231f" joinstyle="miter"/>
                <v:path arrowok="t" textboxrect="0,0,81331,134112"/>
              </v:shape>
              <v:shape id="Shape 110" o:spid="_x0000_s1054" style="position:absolute;left:876548;top:2464;width:57601;height:134112;visibility:visible;mso-wrap-style:square;v-text-anchor:top" coordsize="57601,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l4hBxQAA&#10;ANwAAAAPAAAAZHJzL2Rvd25yZXYueG1sRI9Ba8MwDIXvhf0Ho8EupXXSQylZ3VK6jRV6WjoYu4lY&#10;iUNjOcRemv376VDYTeI9vfdpu598p0YaYhvYQL7MQBFXwbbcGPi8vC02oGJCttgFJgO/FGG/e5ht&#10;sbDhxh80lqlREsKxQAMupb7QOlaOPMZl6IlFq8PgMck6NNoOeJNw3+lVlq21x5alwWFPR0fVtfzx&#10;BlZfL+M65nW38a/TqZyf379rx8Y8PU6HZ1CJpvRvvl+frODngi/PyAR69w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SXiEHFAAAA3AAAAA8AAAAAAAAAAAAAAAAAlwIAAGRycy9k&#10;b3ducmV2LnhtbFBLBQYAAAAABAAEAPUAAACJAwAAAAA=&#10;" path="m0,0l10128,,57601,134112,40202,134112,29229,102337,,102337,,86436,23743,86436,,17082,,0xe" fillcolor="#4da23e" stroked="f" strokeweight="0">
                <v:stroke miterlimit="83231f" joinstyle="miter"/>
                <v:path arrowok="t" textboxrect="0,0,57601,134112"/>
              </v:shape>
              <w10:anchorlock/>
            </v:group>
          </w:pict>
        </mc:Fallback>
      </mc:AlternateContent>
    </w:r>
  </w:p>
  <w:tbl>
    <w:tblPr>
      <w:tblStyle w:val="TableGrid"/>
      <w:tblW w:w="10546" w:type="dxa"/>
      <w:tblBorders>
        <w:top w:val="none" w:sz="0" w:space="0" w:color="auto"/>
        <w:left w:val="none" w:sz="0" w:space="0" w:color="auto"/>
        <w:bottom w:val="none" w:sz="0" w:space="0" w:color="auto"/>
        <w:right w:val="none" w:sz="0" w:space="0" w:color="auto"/>
        <w:insideH w:val="none" w:sz="0" w:space="0" w:color="auto"/>
        <w:insideV w:val="single" w:sz="48" w:space="0" w:color="FFFFFF" w:themeColor="background1"/>
      </w:tblBorders>
      <w:tblCellMar>
        <w:left w:w="0" w:type="dxa"/>
        <w:right w:w="0" w:type="dxa"/>
      </w:tblCellMar>
      <w:tblLook w:val="04A0" w:firstRow="1" w:lastRow="0" w:firstColumn="1" w:lastColumn="0" w:noHBand="0" w:noVBand="1"/>
    </w:tblPr>
    <w:tblGrid>
      <w:gridCol w:w="2800"/>
      <w:gridCol w:w="7746"/>
    </w:tblGrid>
    <w:tr w:rsidR="00C22125" w14:paraId="445092D6" w14:textId="77777777" w:rsidTr="001864F8">
      <w:trPr>
        <w:trHeight w:hRule="exact" w:val="1327"/>
      </w:trPr>
      <w:tc>
        <w:tcPr>
          <w:tcW w:w="2800" w:type="dxa"/>
          <w:shd w:val="clear" w:color="auto" w:fill="auto"/>
        </w:tcPr>
        <w:p w14:paraId="7D28720A" w14:textId="77777777" w:rsidR="00C22125" w:rsidRDefault="00C22125" w:rsidP="001864F8">
          <w:pPr>
            <w:pStyle w:val="Heading3"/>
            <w:outlineLvl w:val="2"/>
          </w:pPr>
        </w:p>
      </w:tc>
      <w:tc>
        <w:tcPr>
          <w:tcW w:w="7746" w:type="dxa"/>
          <w:shd w:val="clear" w:color="auto" w:fill="auto"/>
        </w:tcPr>
        <w:p w14:paraId="13ABE3D8" w14:textId="77777777" w:rsidR="00C22125" w:rsidRDefault="00C22125" w:rsidP="004D67CE"/>
      </w:tc>
    </w:tr>
  </w:tbl>
  <w:p w14:paraId="621DEC83" w14:textId="77777777" w:rsidR="00C22125" w:rsidRDefault="00C2212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DED31" w14:textId="77777777" w:rsidR="00C22125" w:rsidRDefault="00C22125" w:rsidP="001864F8">
    <w:pPr>
      <w:pStyle w:val="Header"/>
    </w:pPr>
    <w:r w:rsidRPr="00AE5573">
      <w:rPr>
        <w:rFonts w:ascii="Calibri" w:eastAsia="Calibri" w:hAnsi="Calibri" w:cs="Calibri"/>
        <w:noProof/>
        <w:color w:val="000000"/>
        <w:lang w:val="en-US" w:eastAsia="en-US"/>
      </w:rPr>
      <mc:AlternateContent>
        <mc:Choice Requires="wpg">
          <w:drawing>
            <wp:inline distT="0" distB="0" distL="0" distR="0" wp14:anchorId="3C1C7AF8" wp14:editId="2BA64AD8">
              <wp:extent cx="1044000" cy="738000"/>
              <wp:effectExtent l="0" t="0" r="3810" b="5080"/>
              <wp:docPr id="1" name="Group 1"/>
              <wp:cNvGraphicFramePr/>
              <a:graphic xmlns:a="http://schemas.openxmlformats.org/drawingml/2006/main">
                <a:graphicData uri="http://schemas.microsoft.com/office/word/2010/wordprocessingGroup">
                  <wpg:wgp>
                    <wpg:cNvGrpSpPr/>
                    <wpg:grpSpPr>
                      <a:xfrm>
                        <a:off x="0" y="0"/>
                        <a:ext cx="1044000" cy="738000"/>
                        <a:chOff x="0" y="0"/>
                        <a:chExt cx="1079995" cy="737095"/>
                      </a:xfrm>
                    </wpg:grpSpPr>
                    <wps:wsp>
                      <wps:cNvPr id="2" name="Shape 83"/>
                      <wps:cNvSpPr/>
                      <wps:spPr>
                        <a:xfrm>
                          <a:off x="35420" y="584530"/>
                          <a:ext cx="77781" cy="149809"/>
                        </a:xfrm>
                        <a:custGeom>
                          <a:avLst/>
                          <a:gdLst/>
                          <a:ahLst/>
                          <a:cxnLst/>
                          <a:rect l="0" t="0" r="0" b="0"/>
                          <a:pathLst>
                            <a:path w="77781" h="149809">
                              <a:moveTo>
                                <a:pt x="0" y="0"/>
                              </a:moveTo>
                              <a:lnTo>
                                <a:pt x="27038" y="0"/>
                              </a:lnTo>
                              <a:lnTo>
                                <a:pt x="72263" y="121920"/>
                              </a:lnTo>
                              <a:lnTo>
                                <a:pt x="77781" y="106972"/>
                              </a:lnTo>
                              <a:lnTo>
                                <a:pt x="77781" y="147701"/>
                              </a:lnTo>
                              <a:lnTo>
                                <a:pt x="64453" y="147701"/>
                              </a:lnTo>
                              <a:lnTo>
                                <a:pt x="17958" y="22403"/>
                              </a:lnTo>
                              <a:lnTo>
                                <a:pt x="17958" y="149809"/>
                              </a:lnTo>
                              <a:lnTo>
                                <a:pt x="0" y="149809"/>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3" name="Shape 84"/>
                      <wps:cNvSpPr/>
                      <wps:spPr>
                        <a:xfrm>
                          <a:off x="0" y="234048"/>
                          <a:ext cx="113201" cy="248234"/>
                        </a:xfrm>
                        <a:custGeom>
                          <a:avLst/>
                          <a:gdLst/>
                          <a:ahLst/>
                          <a:cxnLst/>
                          <a:rect l="0" t="0" r="0" b="0"/>
                          <a:pathLst>
                            <a:path w="113201" h="248234">
                              <a:moveTo>
                                <a:pt x="87185" y="0"/>
                              </a:moveTo>
                              <a:lnTo>
                                <a:pt x="113201" y="0"/>
                              </a:lnTo>
                              <a:lnTo>
                                <a:pt x="113201" y="70974"/>
                              </a:lnTo>
                              <a:lnTo>
                                <a:pt x="113195" y="70955"/>
                              </a:lnTo>
                              <a:lnTo>
                                <a:pt x="84963" y="154534"/>
                              </a:lnTo>
                              <a:lnTo>
                                <a:pt x="113201" y="154534"/>
                              </a:lnTo>
                              <a:lnTo>
                                <a:pt x="113201" y="202247"/>
                              </a:lnTo>
                              <a:lnTo>
                                <a:pt x="68555" y="202247"/>
                              </a:lnTo>
                              <a:lnTo>
                                <a:pt x="53010" y="248234"/>
                              </a:lnTo>
                              <a:lnTo>
                                <a:pt x="0" y="248234"/>
                              </a:lnTo>
                              <a:lnTo>
                                <a:pt x="87185"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4" name="Shape 85"/>
                      <wps:cNvSpPr/>
                      <wps:spPr>
                        <a:xfrm>
                          <a:off x="35471" y="2464"/>
                          <a:ext cx="77730" cy="134112"/>
                        </a:xfrm>
                        <a:custGeom>
                          <a:avLst/>
                          <a:gdLst/>
                          <a:ahLst/>
                          <a:cxnLst/>
                          <a:rect l="0" t="0" r="0" b="0"/>
                          <a:pathLst>
                            <a:path w="77730" h="134112">
                              <a:moveTo>
                                <a:pt x="0" y="0"/>
                              </a:moveTo>
                              <a:lnTo>
                                <a:pt x="18923" y="0"/>
                              </a:lnTo>
                              <a:lnTo>
                                <a:pt x="77730" y="96658"/>
                              </a:lnTo>
                              <a:lnTo>
                                <a:pt x="77730" y="126947"/>
                              </a:lnTo>
                              <a:lnTo>
                                <a:pt x="16269" y="26289"/>
                              </a:lnTo>
                              <a:lnTo>
                                <a:pt x="16269" y="134112"/>
                              </a:lnTo>
                              <a:lnTo>
                                <a:pt x="0" y="134112"/>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5" name="Shape 86"/>
                      <wps:cNvSpPr/>
                      <wps:spPr>
                        <a:xfrm>
                          <a:off x="113201" y="584530"/>
                          <a:ext cx="65907" cy="149809"/>
                        </a:xfrm>
                        <a:custGeom>
                          <a:avLst/>
                          <a:gdLst/>
                          <a:ahLst/>
                          <a:cxnLst/>
                          <a:rect l="0" t="0" r="0" b="0"/>
                          <a:pathLst>
                            <a:path w="65907" h="149809">
                              <a:moveTo>
                                <a:pt x="39491" y="0"/>
                              </a:moveTo>
                              <a:lnTo>
                                <a:pt x="65907" y="0"/>
                              </a:lnTo>
                              <a:lnTo>
                                <a:pt x="65907" y="149809"/>
                              </a:lnTo>
                              <a:lnTo>
                                <a:pt x="47936" y="149809"/>
                              </a:lnTo>
                              <a:lnTo>
                                <a:pt x="47936" y="23457"/>
                              </a:lnTo>
                              <a:lnTo>
                                <a:pt x="1454" y="147701"/>
                              </a:lnTo>
                              <a:lnTo>
                                <a:pt x="0" y="147701"/>
                              </a:lnTo>
                              <a:lnTo>
                                <a:pt x="0" y="106972"/>
                              </a:lnTo>
                              <a:lnTo>
                                <a:pt x="39491"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6" name="Shape 87"/>
                      <wps:cNvSpPr/>
                      <wps:spPr>
                        <a:xfrm>
                          <a:off x="113201" y="234048"/>
                          <a:ext cx="114878" cy="248234"/>
                        </a:xfrm>
                        <a:custGeom>
                          <a:avLst/>
                          <a:gdLst/>
                          <a:ahLst/>
                          <a:cxnLst/>
                          <a:rect l="0" t="0" r="0" b="0"/>
                          <a:pathLst>
                            <a:path w="114878" h="248234">
                              <a:moveTo>
                                <a:pt x="0" y="0"/>
                              </a:moveTo>
                              <a:lnTo>
                                <a:pt x="27692" y="0"/>
                              </a:lnTo>
                              <a:lnTo>
                                <a:pt x="114878" y="248234"/>
                              </a:lnTo>
                              <a:lnTo>
                                <a:pt x="60179" y="248234"/>
                              </a:lnTo>
                              <a:lnTo>
                                <a:pt x="44621" y="202247"/>
                              </a:lnTo>
                              <a:lnTo>
                                <a:pt x="0" y="202247"/>
                              </a:lnTo>
                              <a:lnTo>
                                <a:pt x="0" y="154534"/>
                              </a:lnTo>
                              <a:lnTo>
                                <a:pt x="28238" y="154534"/>
                              </a:lnTo>
                              <a:lnTo>
                                <a:pt x="0" y="70974"/>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7" name="Shape 88"/>
                      <wps:cNvSpPr/>
                      <wps:spPr>
                        <a:xfrm>
                          <a:off x="179616" y="2464"/>
                          <a:ext cx="56839" cy="134112"/>
                        </a:xfrm>
                        <a:custGeom>
                          <a:avLst/>
                          <a:gdLst/>
                          <a:ahLst/>
                          <a:cxnLst/>
                          <a:rect l="0" t="0" r="0" b="0"/>
                          <a:pathLst>
                            <a:path w="56839" h="134112">
                              <a:moveTo>
                                <a:pt x="47282" y="0"/>
                              </a:moveTo>
                              <a:lnTo>
                                <a:pt x="56839" y="0"/>
                              </a:lnTo>
                              <a:lnTo>
                                <a:pt x="56839" y="17118"/>
                              </a:lnTo>
                              <a:lnTo>
                                <a:pt x="56744" y="16840"/>
                              </a:lnTo>
                              <a:lnTo>
                                <a:pt x="33096" y="86436"/>
                              </a:lnTo>
                              <a:lnTo>
                                <a:pt x="56839" y="86436"/>
                              </a:lnTo>
                              <a:lnTo>
                                <a:pt x="56839" y="102337"/>
                              </a:lnTo>
                              <a:lnTo>
                                <a:pt x="27800" y="102337"/>
                              </a:lnTo>
                              <a:lnTo>
                                <a:pt x="17018" y="134112"/>
                              </a:lnTo>
                              <a:lnTo>
                                <a:pt x="0" y="134112"/>
                              </a:lnTo>
                              <a:lnTo>
                                <a:pt x="47282"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8" name="Shape 89"/>
                      <wps:cNvSpPr/>
                      <wps:spPr>
                        <a:xfrm>
                          <a:off x="113201" y="2464"/>
                          <a:ext cx="23285" cy="134112"/>
                        </a:xfrm>
                        <a:custGeom>
                          <a:avLst/>
                          <a:gdLst/>
                          <a:ahLst/>
                          <a:cxnLst/>
                          <a:rect l="0" t="0" r="0" b="0"/>
                          <a:pathLst>
                            <a:path w="23285" h="134112">
                              <a:moveTo>
                                <a:pt x="7017" y="0"/>
                              </a:moveTo>
                              <a:lnTo>
                                <a:pt x="23285" y="0"/>
                              </a:lnTo>
                              <a:lnTo>
                                <a:pt x="23285" y="134112"/>
                              </a:lnTo>
                              <a:lnTo>
                                <a:pt x="4375" y="134112"/>
                              </a:lnTo>
                              <a:lnTo>
                                <a:pt x="0" y="126947"/>
                              </a:lnTo>
                              <a:lnTo>
                                <a:pt x="0" y="96658"/>
                              </a:lnTo>
                              <a:lnTo>
                                <a:pt x="7017" y="108191"/>
                              </a:lnTo>
                              <a:lnTo>
                                <a:pt x="7017"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9" name="Shape 90"/>
                      <wps:cNvSpPr/>
                      <wps:spPr>
                        <a:xfrm>
                          <a:off x="240716" y="584530"/>
                          <a:ext cx="109461" cy="152565"/>
                        </a:xfrm>
                        <a:custGeom>
                          <a:avLst/>
                          <a:gdLst/>
                          <a:ahLst/>
                          <a:cxnLst/>
                          <a:rect l="0" t="0" r="0" b="0"/>
                          <a:pathLst>
                            <a:path w="109461" h="152565">
                              <a:moveTo>
                                <a:pt x="0" y="0"/>
                              </a:moveTo>
                              <a:lnTo>
                                <a:pt x="18809" y="0"/>
                              </a:lnTo>
                              <a:lnTo>
                                <a:pt x="18809" y="95301"/>
                              </a:lnTo>
                              <a:cubicBezTo>
                                <a:pt x="18809" y="119177"/>
                                <a:pt x="28740" y="135026"/>
                                <a:pt x="54737" y="135026"/>
                              </a:cubicBezTo>
                              <a:cubicBezTo>
                                <a:pt x="80721" y="135026"/>
                                <a:pt x="90653" y="119177"/>
                                <a:pt x="90653" y="95301"/>
                              </a:cubicBezTo>
                              <a:lnTo>
                                <a:pt x="90653" y="0"/>
                              </a:lnTo>
                              <a:lnTo>
                                <a:pt x="109461" y="0"/>
                              </a:lnTo>
                              <a:lnTo>
                                <a:pt x="109461" y="94882"/>
                              </a:lnTo>
                              <a:cubicBezTo>
                                <a:pt x="109461" y="132283"/>
                                <a:pt x="88329" y="152565"/>
                                <a:pt x="54737" y="152565"/>
                              </a:cubicBezTo>
                              <a:cubicBezTo>
                                <a:pt x="21133" y="152565"/>
                                <a:pt x="0" y="132283"/>
                                <a:pt x="0" y="94882"/>
                              </a:cubicBez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0" name="Shape 91"/>
                      <wps:cNvSpPr/>
                      <wps:spPr>
                        <a:xfrm>
                          <a:off x="285737" y="234048"/>
                          <a:ext cx="96399" cy="248234"/>
                        </a:xfrm>
                        <a:custGeom>
                          <a:avLst/>
                          <a:gdLst/>
                          <a:ahLst/>
                          <a:cxnLst/>
                          <a:rect l="0" t="0" r="0" b="0"/>
                          <a:pathLst>
                            <a:path w="96399" h="248234">
                              <a:moveTo>
                                <a:pt x="0" y="0"/>
                              </a:moveTo>
                              <a:lnTo>
                                <a:pt x="96399" y="0"/>
                              </a:lnTo>
                              <a:lnTo>
                                <a:pt x="96399" y="46711"/>
                              </a:lnTo>
                              <a:lnTo>
                                <a:pt x="52121" y="46711"/>
                              </a:lnTo>
                              <a:lnTo>
                                <a:pt x="52121" y="109893"/>
                              </a:lnTo>
                              <a:lnTo>
                                <a:pt x="96399" y="109893"/>
                              </a:lnTo>
                              <a:lnTo>
                                <a:pt x="96399" y="157620"/>
                              </a:lnTo>
                              <a:lnTo>
                                <a:pt x="52464" y="157620"/>
                              </a:lnTo>
                              <a:lnTo>
                                <a:pt x="52464" y="248234"/>
                              </a:lnTo>
                              <a:lnTo>
                                <a:pt x="0" y="248234"/>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1" name="Shape 92"/>
                      <wps:cNvSpPr/>
                      <wps:spPr>
                        <a:xfrm>
                          <a:off x="307467" y="2464"/>
                          <a:ext cx="74670" cy="134112"/>
                        </a:xfrm>
                        <a:custGeom>
                          <a:avLst/>
                          <a:gdLst/>
                          <a:ahLst/>
                          <a:cxnLst/>
                          <a:rect l="0" t="0" r="0" b="0"/>
                          <a:pathLst>
                            <a:path w="74670" h="134112">
                              <a:moveTo>
                                <a:pt x="0" y="0"/>
                              </a:moveTo>
                              <a:lnTo>
                                <a:pt x="74670" y="0"/>
                              </a:lnTo>
                              <a:lnTo>
                                <a:pt x="74670" y="15697"/>
                              </a:lnTo>
                              <a:lnTo>
                                <a:pt x="56947" y="15697"/>
                              </a:lnTo>
                              <a:lnTo>
                                <a:pt x="56947" y="134112"/>
                              </a:lnTo>
                              <a:lnTo>
                                <a:pt x="39916" y="134112"/>
                              </a:lnTo>
                              <a:lnTo>
                                <a:pt x="39916" y="15697"/>
                              </a:lnTo>
                              <a:lnTo>
                                <a:pt x="0" y="15697"/>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2" name="Shape 93"/>
                      <wps:cNvSpPr/>
                      <wps:spPr>
                        <a:xfrm>
                          <a:off x="236455" y="2464"/>
                          <a:ext cx="57601" cy="134112"/>
                        </a:xfrm>
                        <a:custGeom>
                          <a:avLst/>
                          <a:gdLst/>
                          <a:ahLst/>
                          <a:cxnLst/>
                          <a:rect l="0" t="0" r="0" b="0"/>
                          <a:pathLst>
                            <a:path w="57601" h="134112">
                              <a:moveTo>
                                <a:pt x="0" y="0"/>
                              </a:moveTo>
                              <a:lnTo>
                                <a:pt x="10116" y="0"/>
                              </a:lnTo>
                              <a:lnTo>
                                <a:pt x="57601" y="134112"/>
                              </a:lnTo>
                              <a:lnTo>
                                <a:pt x="40202" y="134112"/>
                              </a:lnTo>
                              <a:lnTo>
                                <a:pt x="29229" y="102337"/>
                              </a:lnTo>
                              <a:lnTo>
                                <a:pt x="0" y="102337"/>
                              </a:lnTo>
                              <a:lnTo>
                                <a:pt x="0" y="86436"/>
                              </a:lnTo>
                              <a:lnTo>
                                <a:pt x="23743" y="86436"/>
                              </a:lnTo>
                              <a:lnTo>
                                <a:pt x="0" y="17118"/>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3" name="Shape 94"/>
                      <wps:cNvSpPr/>
                      <wps:spPr>
                        <a:xfrm>
                          <a:off x="402831" y="581787"/>
                          <a:ext cx="114110" cy="155308"/>
                        </a:xfrm>
                        <a:custGeom>
                          <a:avLst/>
                          <a:gdLst/>
                          <a:ahLst/>
                          <a:cxnLst/>
                          <a:rect l="0" t="0" r="0" b="0"/>
                          <a:pathLst>
                            <a:path w="114110" h="155308">
                              <a:moveTo>
                                <a:pt x="58115" y="0"/>
                              </a:moveTo>
                              <a:cubicBezTo>
                                <a:pt x="72695" y="0"/>
                                <a:pt x="87059" y="4851"/>
                                <a:pt x="96990" y="14364"/>
                              </a:cubicBezTo>
                              <a:cubicBezTo>
                                <a:pt x="106070" y="23025"/>
                                <a:pt x="110935" y="33807"/>
                                <a:pt x="111354" y="46495"/>
                              </a:cubicBezTo>
                              <a:lnTo>
                                <a:pt x="91707" y="46495"/>
                              </a:lnTo>
                              <a:cubicBezTo>
                                <a:pt x="91288" y="39091"/>
                                <a:pt x="88544" y="32537"/>
                                <a:pt x="84315" y="27686"/>
                              </a:cubicBezTo>
                              <a:cubicBezTo>
                                <a:pt x="78613" y="21133"/>
                                <a:pt x="69520" y="17323"/>
                                <a:pt x="57899" y="17323"/>
                              </a:cubicBezTo>
                              <a:cubicBezTo>
                                <a:pt x="47117" y="17323"/>
                                <a:pt x="37821" y="20282"/>
                                <a:pt x="31280" y="27686"/>
                              </a:cubicBezTo>
                              <a:cubicBezTo>
                                <a:pt x="27470" y="32118"/>
                                <a:pt x="25146" y="37186"/>
                                <a:pt x="25146" y="43955"/>
                              </a:cubicBezTo>
                              <a:cubicBezTo>
                                <a:pt x="25146" y="57480"/>
                                <a:pt x="36347" y="63602"/>
                                <a:pt x="47549" y="65088"/>
                              </a:cubicBezTo>
                              <a:cubicBezTo>
                                <a:pt x="55994" y="66142"/>
                                <a:pt x="64237" y="67615"/>
                                <a:pt x="72479" y="68885"/>
                              </a:cubicBezTo>
                              <a:cubicBezTo>
                                <a:pt x="97422" y="72479"/>
                                <a:pt x="114110" y="87693"/>
                                <a:pt x="114110" y="111354"/>
                              </a:cubicBezTo>
                              <a:cubicBezTo>
                                <a:pt x="114110" y="123825"/>
                                <a:pt x="108826" y="133121"/>
                                <a:pt x="101435" y="140310"/>
                              </a:cubicBezTo>
                              <a:cubicBezTo>
                                <a:pt x="91072" y="150444"/>
                                <a:pt x="75019" y="155308"/>
                                <a:pt x="58953" y="155308"/>
                              </a:cubicBezTo>
                              <a:cubicBezTo>
                                <a:pt x="40780" y="155308"/>
                                <a:pt x="26200" y="150241"/>
                                <a:pt x="16065" y="140945"/>
                              </a:cubicBezTo>
                              <a:cubicBezTo>
                                <a:pt x="6553" y="132067"/>
                                <a:pt x="0" y="119177"/>
                                <a:pt x="0" y="105016"/>
                              </a:cubicBezTo>
                              <a:lnTo>
                                <a:pt x="19660" y="105016"/>
                              </a:lnTo>
                              <a:cubicBezTo>
                                <a:pt x="19660" y="113894"/>
                                <a:pt x="24092" y="122758"/>
                                <a:pt x="30213" y="128676"/>
                              </a:cubicBezTo>
                              <a:cubicBezTo>
                                <a:pt x="36982" y="135230"/>
                                <a:pt x="48387" y="137973"/>
                                <a:pt x="58953" y="137973"/>
                              </a:cubicBezTo>
                              <a:cubicBezTo>
                                <a:pt x="70371" y="137973"/>
                                <a:pt x="80086" y="135649"/>
                                <a:pt x="86843" y="129311"/>
                              </a:cubicBezTo>
                              <a:cubicBezTo>
                                <a:pt x="91491" y="125082"/>
                                <a:pt x="94450" y="119812"/>
                                <a:pt x="94450" y="111773"/>
                              </a:cubicBezTo>
                              <a:cubicBezTo>
                                <a:pt x="94450" y="100152"/>
                                <a:pt x="87059" y="90437"/>
                                <a:pt x="69304" y="87693"/>
                              </a:cubicBezTo>
                              <a:cubicBezTo>
                                <a:pt x="61074" y="86424"/>
                                <a:pt x="53670" y="85369"/>
                                <a:pt x="45644" y="84099"/>
                              </a:cubicBezTo>
                              <a:cubicBezTo>
                                <a:pt x="23241" y="80708"/>
                                <a:pt x="5702" y="68250"/>
                                <a:pt x="5702" y="44374"/>
                              </a:cubicBezTo>
                              <a:cubicBezTo>
                                <a:pt x="5702" y="33172"/>
                                <a:pt x="10782" y="22403"/>
                                <a:pt x="18809" y="14796"/>
                              </a:cubicBezTo>
                              <a:cubicBezTo>
                                <a:pt x="29172" y="5067"/>
                                <a:pt x="42469" y="0"/>
                                <a:pt x="58115" y="0"/>
                              </a:cubicBez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4" name="Shape 2168"/>
                      <wps:cNvSpPr/>
                      <wps:spPr>
                        <a:xfrm>
                          <a:off x="549008" y="234048"/>
                          <a:ext cx="21584" cy="248234"/>
                        </a:xfrm>
                        <a:custGeom>
                          <a:avLst/>
                          <a:gdLst/>
                          <a:ahLst/>
                          <a:cxnLst/>
                          <a:rect l="0" t="0" r="0" b="0"/>
                          <a:pathLst>
                            <a:path w="21584" h="248234">
                              <a:moveTo>
                                <a:pt x="0" y="0"/>
                              </a:moveTo>
                              <a:lnTo>
                                <a:pt x="21584" y="0"/>
                              </a:lnTo>
                              <a:lnTo>
                                <a:pt x="21584" y="248234"/>
                              </a:lnTo>
                              <a:lnTo>
                                <a:pt x="0" y="248234"/>
                              </a:lnTo>
                              <a:lnTo>
                                <a:pt x="0" y="0"/>
                              </a:lnTo>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5" name="Shape 96"/>
                      <wps:cNvSpPr/>
                      <wps:spPr>
                        <a:xfrm>
                          <a:off x="382137" y="234048"/>
                          <a:ext cx="98723" cy="248234"/>
                        </a:xfrm>
                        <a:custGeom>
                          <a:avLst/>
                          <a:gdLst/>
                          <a:ahLst/>
                          <a:cxnLst/>
                          <a:rect l="0" t="0" r="0" b="0"/>
                          <a:pathLst>
                            <a:path w="98723" h="248234">
                              <a:moveTo>
                                <a:pt x="0" y="0"/>
                              </a:moveTo>
                              <a:lnTo>
                                <a:pt x="8960" y="0"/>
                              </a:lnTo>
                              <a:cubicBezTo>
                                <a:pt x="73501" y="0"/>
                                <a:pt x="96412" y="42367"/>
                                <a:pt x="96412" y="78638"/>
                              </a:cubicBezTo>
                              <a:cubicBezTo>
                                <a:pt x="96412" y="110236"/>
                                <a:pt x="80220" y="136474"/>
                                <a:pt x="53867" y="148209"/>
                              </a:cubicBezTo>
                              <a:lnTo>
                                <a:pt x="98723" y="248234"/>
                              </a:lnTo>
                              <a:lnTo>
                                <a:pt x="42031" y="248234"/>
                              </a:lnTo>
                              <a:lnTo>
                                <a:pt x="2127" y="157620"/>
                              </a:lnTo>
                              <a:lnTo>
                                <a:pt x="0" y="157620"/>
                              </a:lnTo>
                              <a:lnTo>
                                <a:pt x="0" y="109893"/>
                              </a:lnTo>
                              <a:lnTo>
                                <a:pt x="9646" y="109893"/>
                              </a:lnTo>
                              <a:cubicBezTo>
                                <a:pt x="31972" y="109893"/>
                                <a:pt x="44279" y="98793"/>
                                <a:pt x="44279" y="78638"/>
                              </a:cubicBezTo>
                              <a:cubicBezTo>
                                <a:pt x="44279" y="62776"/>
                                <a:pt x="32150" y="46711"/>
                                <a:pt x="8960" y="46711"/>
                              </a:cubicBezTo>
                              <a:lnTo>
                                <a:pt x="0" y="46711"/>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6" name="Shape 2169"/>
                      <wps:cNvSpPr/>
                      <wps:spPr>
                        <a:xfrm>
                          <a:off x="448399" y="2464"/>
                          <a:ext cx="17209" cy="134112"/>
                        </a:xfrm>
                        <a:custGeom>
                          <a:avLst/>
                          <a:gdLst/>
                          <a:ahLst/>
                          <a:cxnLst/>
                          <a:rect l="0" t="0" r="0" b="0"/>
                          <a:pathLst>
                            <a:path w="17209" h="134112">
                              <a:moveTo>
                                <a:pt x="0" y="0"/>
                              </a:moveTo>
                              <a:lnTo>
                                <a:pt x="17209" y="0"/>
                              </a:lnTo>
                              <a:lnTo>
                                <a:pt x="17209" y="134112"/>
                              </a:lnTo>
                              <a:lnTo>
                                <a:pt x="0" y="134112"/>
                              </a:lnTo>
                              <a:lnTo>
                                <a:pt x="0" y="0"/>
                              </a:lnTo>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7" name="Shape 2170"/>
                      <wps:cNvSpPr/>
                      <wps:spPr>
                        <a:xfrm>
                          <a:off x="382137" y="2464"/>
                          <a:ext cx="22181" cy="15697"/>
                        </a:xfrm>
                        <a:custGeom>
                          <a:avLst/>
                          <a:gdLst/>
                          <a:ahLst/>
                          <a:cxnLst/>
                          <a:rect l="0" t="0" r="0" b="0"/>
                          <a:pathLst>
                            <a:path w="22181" h="15697">
                              <a:moveTo>
                                <a:pt x="0" y="0"/>
                              </a:moveTo>
                              <a:lnTo>
                                <a:pt x="22181" y="0"/>
                              </a:lnTo>
                              <a:lnTo>
                                <a:pt x="22181" y="15697"/>
                              </a:lnTo>
                              <a:lnTo>
                                <a:pt x="0" y="15697"/>
                              </a:lnTo>
                              <a:lnTo>
                                <a:pt x="0" y="0"/>
                              </a:lnTo>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8" name="Shape 99"/>
                      <wps:cNvSpPr/>
                      <wps:spPr>
                        <a:xfrm>
                          <a:off x="517246" y="0"/>
                          <a:ext cx="53346" cy="139217"/>
                        </a:xfrm>
                        <a:custGeom>
                          <a:avLst/>
                          <a:gdLst/>
                          <a:ahLst/>
                          <a:cxnLst/>
                          <a:rect l="0" t="0" r="0" b="0"/>
                          <a:pathLst>
                            <a:path w="53346" h="139217">
                              <a:moveTo>
                                <a:pt x="53340" y="0"/>
                              </a:moveTo>
                              <a:lnTo>
                                <a:pt x="53346" y="1"/>
                              </a:lnTo>
                              <a:lnTo>
                                <a:pt x="53346" y="16079"/>
                              </a:lnTo>
                              <a:lnTo>
                                <a:pt x="53340" y="16078"/>
                              </a:lnTo>
                              <a:cubicBezTo>
                                <a:pt x="44260" y="16078"/>
                                <a:pt x="35370" y="19482"/>
                                <a:pt x="28943" y="26111"/>
                              </a:cubicBezTo>
                              <a:cubicBezTo>
                                <a:pt x="17971" y="37452"/>
                                <a:pt x="17412" y="55613"/>
                                <a:pt x="17412" y="69609"/>
                              </a:cubicBezTo>
                              <a:cubicBezTo>
                                <a:pt x="17412" y="83604"/>
                                <a:pt x="17971" y="101765"/>
                                <a:pt x="28943" y="113119"/>
                              </a:cubicBezTo>
                              <a:cubicBezTo>
                                <a:pt x="35370" y="119736"/>
                                <a:pt x="44260" y="123152"/>
                                <a:pt x="53340" y="123152"/>
                              </a:cubicBezTo>
                              <a:lnTo>
                                <a:pt x="53346" y="123151"/>
                              </a:lnTo>
                              <a:lnTo>
                                <a:pt x="53346" y="139216"/>
                              </a:lnTo>
                              <a:lnTo>
                                <a:pt x="53340" y="139217"/>
                              </a:lnTo>
                              <a:cubicBezTo>
                                <a:pt x="39916" y="139217"/>
                                <a:pt x="26860" y="134302"/>
                                <a:pt x="17208" y="124841"/>
                              </a:cubicBezTo>
                              <a:cubicBezTo>
                                <a:pt x="2642" y="110655"/>
                                <a:pt x="0" y="90983"/>
                                <a:pt x="0" y="69609"/>
                              </a:cubicBezTo>
                              <a:cubicBezTo>
                                <a:pt x="0" y="48235"/>
                                <a:pt x="2642" y="28562"/>
                                <a:pt x="17208" y="14376"/>
                              </a:cubicBezTo>
                              <a:cubicBezTo>
                                <a:pt x="26860" y="4915"/>
                                <a:pt x="39916" y="0"/>
                                <a:pt x="53340" y="0"/>
                              </a:cubicBez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19" name="Shape 100"/>
                      <wps:cNvSpPr/>
                      <wps:spPr>
                        <a:xfrm>
                          <a:off x="729805" y="584530"/>
                          <a:ext cx="109461" cy="152565"/>
                        </a:xfrm>
                        <a:custGeom>
                          <a:avLst/>
                          <a:gdLst/>
                          <a:ahLst/>
                          <a:cxnLst/>
                          <a:rect l="0" t="0" r="0" b="0"/>
                          <a:pathLst>
                            <a:path w="109461" h="152565">
                              <a:moveTo>
                                <a:pt x="0" y="0"/>
                              </a:moveTo>
                              <a:lnTo>
                                <a:pt x="18809" y="0"/>
                              </a:lnTo>
                              <a:lnTo>
                                <a:pt x="18809" y="95301"/>
                              </a:lnTo>
                              <a:cubicBezTo>
                                <a:pt x="18809" y="119177"/>
                                <a:pt x="28740" y="135026"/>
                                <a:pt x="54724" y="135026"/>
                              </a:cubicBezTo>
                              <a:cubicBezTo>
                                <a:pt x="80721" y="135026"/>
                                <a:pt x="90653" y="119177"/>
                                <a:pt x="90653" y="95301"/>
                              </a:cubicBezTo>
                              <a:lnTo>
                                <a:pt x="90653" y="0"/>
                              </a:lnTo>
                              <a:lnTo>
                                <a:pt x="109461" y="0"/>
                              </a:lnTo>
                              <a:lnTo>
                                <a:pt x="109461" y="94882"/>
                              </a:lnTo>
                              <a:cubicBezTo>
                                <a:pt x="109461" y="132283"/>
                                <a:pt x="88329" y="152565"/>
                                <a:pt x="54724" y="152565"/>
                              </a:cubicBezTo>
                              <a:cubicBezTo>
                                <a:pt x="21133" y="152565"/>
                                <a:pt x="0" y="132283"/>
                                <a:pt x="0" y="94882"/>
                              </a:cubicBez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20" name="Shape 101"/>
                      <wps:cNvSpPr/>
                      <wps:spPr>
                        <a:xfrm>
                          <a:off x="574866" y="584530"/>
                          <a:ext cx="100152" cy="149809"/>
                        </a:xfrm>
                        <a:custGeom>
                          <a:avLst/>
                          <a:gdLst/>
                          <a:ahLst/>
                          <a:cxnLst/>
                          <a:rect l="0" t="0" r="0" b="0"/>
                          <a:pathLst>
                            <a:path w="100152" h="149809">
                              <a:moveTo>
                                <a:pt x="0" y="0"/>
                              </a:moveTo>
                              <a:lnTo>
                                <a:pt x="100152" y="0"/>
                              </a:lnTo>
                              <a:lnTo>
                                <a:pt x="100152" y="17335"/>
                              </a:lnTo>
                              <a:lnTo>
                                <a:pt x="18809" y="17335"/>
                              </a:lnTo>
                              <a:lnTo>
                                <a:pt x="18809" y="62967"/>
                              </a:lnTo>
                              <a:lnTo>
                                <a:pt x="90221" y="62967"/>
                              </a:lnTo>
                              <a:lnTo>
                                <a:pt x="90221" y="80721"/>
                              </a:lnTo>
                              <a:lnTo>
                                <a:pt x="18809" y="80721"/>
                              </a:lnTo>
                              <a:lnTo>
                                <a:pt x="18809" y="132486"/>
                              </a:lnTo>
                              <a:lnTo>
                                <a:pt x="100152" y="132486"/>
                              </a:lnTo>
                              <a:lnTo>
                                <a:pt x="100152" y="149809"/>
                              </a:lnTo>
                              <a:lnTo>
                                <a:pt x="0" y="149809"/>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21" name="Shape 102"/>
                      <wps:cNvSpPr/>
                      <wps:spPr>
                        <a:xfrm>
                          <a:off x="854405" y="234048"/>
                          <a:ext cx="22143" cy="39330"/>
                        </a:xfrm>
                        <a:custGeom>
                          <a:avLst/>
                          <a:gdLst/>
                          <a:ahLst/>
                          <a:cxnLst/>
                          <a:rect l="0" t="0" r="0" b="0"/>
                          <a:pathLst>
                            <a:path w="22143" h="39330">
                              <a:moveTo>
                                <a:pt x="0" y="0"/>
                              </a:moveTo>
                              <a:lnTo>
                                <a:pt x="22143" y="0"/>
                              </a:lnTo>
                              <a:lnTo>
                                <a:pt x="22143" y="39330"/>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22" name="Shape 103"/>
                      <wps:cNvSpPr/>
                      <wps:spPr>
                        <a:xfrm>
                          <a:off x="570592" y="234048"/>
                          <a:ext cx="227679" cy="248234"/>
                        </a:xfrm>
                        <a:custGeom>
                          <a:avLst/>
                          <a:gdLst/>
                          <a:ahLst/>
                          <a:cxnLst/>
                          <a:rect l="0" t="0" r="0" b="0"/>
                          <a:pathLst>
                            <a:path w="227679" h="248234">
                              <a:moveTo>
                                <a:pt x="0" y="0"/>
                              </a:moveTo>
                              <a:lnTo>
                                <a:pt x="44482" y="0"/>
                              </a:lnTo>
                              <a:lnTo>
                                <a:pt x="104426" y="162750"/>
                              </a:lnTo>
                              <a:lnTo>
                                <a:pt x="164687" y="0"/>
                              </a:lnTo>
                              <a:lnTo>
                                <a:pt x="227679" y="0"/>
                              </a:lnTo>
                              <a:lnTo>
                                <a:pt x="227679" y="248234"/>
                              </a:lnTo>
                              <a:lnTo>
                                <a:pt x="176917" y="248234"/>
                              </a:lnTo>
                              <a:lnTo>
                                <a:pt x="176917" y="96558"/>
                              </a:lnTo>
                              <a:lnTo>
                                <a:pt x="121901" y="244856"/>
                              </a:lnTo>
                              <a:lnTo>
                                <a:pt x="83852" y="244856"/>
                              </a:lnTo>
                              <a:lnTo>
                                <a:pt x="29191" y="94920"/>
                              </a:lnTo>
                              <a:lnTo>
                                <a:pt x="29191" y="248234"/>
                              </a:lnTo>
                              <a:lnTo>
                                <a:pt x="0" y="248234"/>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23" name="Shape 104"/>
                      <wps:cNvSpPr/>
                      <wps:spPr>
                        <a:xfrm>
                          <a:off x="819709" y="2464"/>
                          <a:ext cx="56839" cy="134112"/>
                        </a:xfrm>
                        <a:custGeom>
                          <a:avLst/>
                          <a:gdLst/>
                          <a:ahLst/>
                          <a:cxnLst/>
                          <a:rect l="0" t="0" r="0" b="0"/>
                          <a:pathLst>
                            <a:path w="56839" h="134112">
                              <a:moveTo>
                                <a:pt x="47295" y="0"/>
                              </a:moveTo>
                              <a:lnTo>
                                <a:pt x="56839" y="0"/>
                              </a:lnTo>
                              <a:lnTo>
                                <a:pt x="56839" y="17082"/>
                              </a:lnTo>
                              <a:lnTo>
                                <a:pt x="56756" y="16840"/>
                              </a:lnTo>
                              <a:lnTo>
                                <a:pt x="33096" y="86436"/>
                              </a:lnTo>
                              <a:lnTo>
                                <a:pt x="56839" y="86436"/>
                              </a:lnTo>
                              <a:lnTo>
                                <a:pt x="56839" y="102337"/>
                              </a:lnTo>
                              <a:lnTo>
                                <a:pt x="27813" y="102337"/>
                              </a:lnTo>
                              <a:lnTo>
                                <a:pt x="17031" y="134112"/>
                              </a:lnTo>
                              <a:lnTo>
                                <a:pt x="0" y="134112"/>
                              </a:lnTo>
                              <a:lnTo>
                                <a:pt x="47295"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24" name="Shape 105"/>
                      <wps:cNvSpPr/>
                      <wps:spPr>
                        <a:xfrm>
                          <a:off x="675576" y="2464"/>
                          <a:ext cx="101003" cy="134112"/>
                        </a:xfrm>
                        <a:custGeom>
                          <a:avLst/>
                          <a:gdLst/>
                          <a:ahLst/>
                          <a:cxnLst/>
                          <a:rect l="0" t="0" r="0" b="0"/>
                          <a:pathLst>
                            <a:path w="101003" h="134112">
                              <a:moveTo>
                                <a:pt x="0" y="0"/>
                              </a:moveTo>
                              <a:lnTo>
                                <a:pt x="18910" y="0"/>
                              </a:lnTo>
                              <a:lnTo>
                                <a:pt x="84734" y="108191"/>
                              </a:lnTo>
                              <a:lnTo>
                                <a:pt x="84734" y="0"/>
                              </a:lnTo>
                              <a:lnTo>
                                <a:pt x="101003" y="0"/>
                              </a:lnTo>
                              <a:lnTo>
                                <a:pt x="101003" y="134112"/>
                              </a:lnTo>
                              <a:lnTo>
                                <a:pt x="82093" y="134112"/>
                              </a:lnTo>
                              <a:lnTo>
                                <a:pt x="16269" y="26289"/>
                              </a:lnTo>
                              <a:lnTo>
                                <a:pt x="16269" y="134112"/>
                              </a:lnTo>
                              <a:lnTo>
                                <a:pt x="0" y="134112"/>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25" name="Shape 106"/>
                      <wps:cNvSpPr/>
                      <wps:spPr>
                        <a:xfrm>
                          <a:off x="570592" y="1"/>
                          <a:ext cx="53346" cy="139215"/>
                        </a:xfrm>
                        <a:custGeom>
                          <a:avLst/>
                          <a:gdLst/>
                          <a:ahLst/>
                          <a:cxnLst/>
                          <a:rect l="0" t="0" r="0" b="0"/>
                          <a:pathLst>
                            <a:path w="53346" h="139215">
                              <a:moveTo>
                                <a:pt x="0" y="0"/>
                              </a:moveTo>
                              <a:lnTo>
                                <a:pt x="19483" y="3639"/>
                              </a:lnTo>
                              <a:cubicBezTo>
                                <a:pt x="25632" y="6050"/>
                                <a:pt x="31305" y="9644"/>
                                <a:pt x="36125" y="14375"/>
                              </a:cubicBezTo>
                              <a:cubicBezTo>
                                <a:pt x="50692" y="28561"/>
                                <a:pt x="53346" y="48233"/>
                                <a:pt x="53346" y="69607"/>
                              </a:cubicBezTo>
                              <a:cubicBezTo>
                                <a:pt x="53346" y="90982"/>
                                <a:pt x="50692" y="110654"/>
                                <a:pt x="36125" y="124840"/>
                              </a:cubicBezTo>
                              <a:cubicBezTo>
                                <a:pt x="31305" y="129571"/>
                                <a:pt x="25632" y="133165"/>
                                <a:pt x="19483" y="135576"/>
                              </a:cubicBezTo>
                              <a:lnTo>
                                <a:pt x="0" y="139215"/>
                              </a:lnTo>
                              <a:lnTo>
                                <a:pt x="0" y="123149"/>
                              </a:lnTo>
                              <a:lnTo>
                                <a:pt x="13189" y="120615"/>
                              </a:lnTo>
                              <a:cubicBezTo>
                                <a:pt x="17351" y="118934"/>
                                <a:pt x="21184" y="116426"/>
                                <a:pt x="24403" y="113118"/>
                              </a:cubicBezTo>
                              <a:cubicBezTo>
                                <a:pt x="35376" y="101764"/>
                                <a:pt x="35935" y="83603"/>
                                <a:pt x="35935" y="69607"/>
                              </a:cubicBezTo>
                              <a:cubicBezTo>
                                <a:pt x="35935" y="55612"/>
                                <a:pt x="35376" y="37451"/>
                                <a:pt x="24403" y="26110"/>
                              </a:cubicBezTo>
                              <a:cubicBezTo>
                                <a:pt x="21184" y="22795"/>
                                <a:pt x="17351" y="20287"/>
                                <a:pt x="13189" y="18607"/>
                              </a:cubicBezTo>
                              <a:lnTo>
                                <a:pt x="0" y="16078"/>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26" name="Shape 107"/>
                      <wps:cNvSpPr/>
                      <wps:spPr>
                        <a:xfrm>
                          <a:off x="900900" y="584530"/>
                          <a:ext cx="143688" cy="149809"/>
                        </a:xfrm>
                        <a:custGeom>
                          <a:avLst/>
                          <a:gdLst/>
                          <a:ahLst/>
                          <a:cxnLst/>
                          <a:rect l="0" t="0" r="0" b="0"/>
                          <a:pathLst>
                            <a:path w="143688" h="149809">
                              <a:moveTo>
                                <a:pt x="0" y="0"/>
                              </a:moveTo>
                              <a:lnTo>
                                <a:pt x="27051" y="0"/>
                              </a:lnTo>
                              <a:lnTo>
                                <a:pt x="72263" y="121920"/>
                              </a:lnTo>
                              <a:lnTo>
                                <a:pt x="117272" y="0"/>
                              </a:lnTo>
                              <a:lnTo>
                                <a:pt x="143688" y="0"/>
                              </a:lnTo>
                              <a:lnTo>
                                <a:pt x="143688" y="149809"/>
                              </a:lnTo>
                              <a:lnTo>
                                <a:pt x="125717" y="149809"/>
                              </a:lnTo>
                              <a:lnTo>
                                <a:pt x="125717" y="23457"/>
                              </a:lnTo>
                              <a:lnTo>
                                <a:pt x="79235" y="147701"/>
                              </a:lnTo>
                              <a:lnTo>
                                <a:pt x="64452" y="147701"/>
                              </a:lnTo>
                              <a:lnTo>
                                <a:pt x="17958" y="22403"/>
                              </a:lnTo>
                              <a:lnTo>
                                <a:pt x="17958" y="149809"/>
                              </a:lnTo>
                              <a:lnTo>
                                <a:pt x="0" y="149809"/>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27" name="Shape 108"/>
                      <wps:cNvSpPr/>
                      <wps:spPr>
                        <a:xfrm>
                          <a:off x="876548" y="234048"/>
                          <a:ext cx="203448" cy="248234"/>
                        </a:xfrm>
                        <a:custGeom>
                          <a:avLst/>
                          <a:gdLst/>
                          <a:ahLst/>
                          <a:cxnLst/>
                          <a:rect l="0" t="0" r="0" b="0"/>
                          <a:pathLst>
                            <a:path w="203448" h="248234">
                              <a:moveTo>
                                <a:pt x="0" y="0"/>
                              </a:moveTo>
                              <a:lnTo>
                                <a:pt x="34931" y="0"/>
                              </a:lnTo>
                              <a:lnTo>
                                <a:pt x="91650" y="99162"/>
                              </a:lnTo>
                              <a:lnTo>
                                <a:pt x="148368" y="0"/>
                              </a:lnTo>
                              <a:lnTo>
                                <a:pt x="203448" y="0"/>
                              </a:lnTo>
                              <a:lnTo>
                                <a:pt x="116529" y="153137"/>
                              </a:lnTo>
                              <a:lnTo>
                                <a:pt x="116529" y="248234"/>
                              </a:lnTo>
                              <a:lnTo>
                                <a:pt x="64065" y="248234"/>
                              </a:lnTo>
                              <a:lnTo>
                                <a:pt x="64065" y="153124"/>
                              </a:lnTo>
                              <a:lnTo>
                                <a:pt x="0" y="39330"/>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28" name="Shape 109"/>
                      <wps:cNvSpPr/>
                      <wps:spPr>
                        <a:xfrm>
                          <a:off x="977278" y="2464"/>
                          <a:ext cx="81331" cy="134112"/>
                        </a:xfrm>
                        <a:custGeom>
                          <a:avLst/>
                          <a:gdLst/>
                          <a:ahLst/>
                          <a:cxnLst/>
                          <a:rect l="0" t="0" r="0" b="0"/>
                          <a:pathLst>
                            <a:path w="81331" h="134112">
                              <a:moveTo>
                                <a:pt x="0" y="0"/>
                              </a:moveTo>
                              <a:lnTo>
                                <a:pt x="16840" y="0"/>
                              </a:lnTo>
                              <a:lnTo>
                                <a:pt x="16840" y="118415"/>
                              </a:lnTo>
                              <a:lnTo>
                                <a:pt x="81331" y="118415"/>
                              </a:lnTo>
                              <a:lnTo>
                                <a:pt x="81331" y="134112"/>
                              </a:lnTo>
                              <a:lnTo>
                                <a:pt x="0" y="134112"/>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s:wsp>
                      <wps:cNvPr id="29" name="Shape 110"/>
                      <wps:cNvSpPr/>
                      <wps:spPr>
                        <a:xfrm>
                          <a:off x="876548" y="2464"/>
                          <a:ext cx="57601" cy="134112"/>
                        </a:xfrm>
                        <a:custGeom>
                          <a:avLst/>
                          <a:gdLst/>
                          <a:ahLst/>
                          <a:cxnLst/>
                          <a:rect l="0" t="0" r="0" b="0"/>
                          <a:pathLst>
                            <a:path w="57601" h="134112">
                              <a:moveTo>
                                <a:pt x="0" y="0"/>
                              </a:moveTo>
                              <a:lnTo>
                                <a:pt x="10128" y="0"/>
                              </a:lnTo>
                              <a:lnTo>
                                <a:pt x="57601" y="134112"/>
                              </a:lnTo>
                              <a:lnTo>
                                <a:pt x="40202" y="134112"/>
                              </a:lnTo>
                              <a:lnTo>
                                <a:pt x="29229" y="102337"/>
                              </a:lnTo>
                              <a:lnTo>
                                <a:pt x="0" y="102337"/>
                              </a:lnTo>
                              <a:lnTo>
                                <a:pt x="0" y="86436"/>
                              </a:lnTo>
                              <a:lnTo>
                                <a:pt x="23743" y="86436"/>
                              </a:lnTo>
                              <a:lnTo>
                                <a:pt x="0" y="17082"/>
                              </a:lnTo>
                              <a:lnTo>
                                <a:pt x="0" y="0"/>
                              </a:lnTo>
                              <a:close/>
                            </a:path>
                          </a:pathLst>
                        </a:custGeom>
                        <a:ln w="0" cap="flat">
                          <a:miter lim="127000"/>
                        </a:ln>
                      </wps:spPr>
                      <wps:style>
                        <a:lnRef idx="0">
                          <a:srgbClr val="000000">
                            <a:alpha val="0"/>
                          </a:srgbClr>
                        </a:lnRef>
                        <a:fillRef idx="1">
                          <a:srgbClr val="4DA23E"/>
                        </a:fillRef>
                        <a:effectRef idx="0">
                          <a:scrgbClr r="0" g="0" b="0"/>
                        </a:effectRef>
                        <a:fontRef idx="none"/>
                      </wps:style>
                      <wps:bodyPr/>
                    </wps:wsp>
                  </wpg:wgp>
                </a:graphicData>
              </a:graphic>
            </wp:inline>
          </w:drawing>
        </mc:Choice>
        <mc:Fallback>
          <w:pict>
            <v:group id="Group 1" o:spid="_x0000_s1026" style="width:82.2pt;height:58.1pt;mso-position-horizontal-relative:char;mso-position-vertical-relative:line" coordsize="1079995,7370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">
              <v:shape id="Shape 83" o:spid="_x0000_s1027" style="position:absolute;left:35420;top:584530;width:77781;height:149809;visibility:visible;mso-wrap-style:square;v-text-anchor:top" coordsize="77781,1498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06AKwgAA&#10;ANoAAAAPAAAAZHJzL2Rvd25yZXYueG1sRI9Ba8JAFITvBf/D8gRvdaNYramrlIog5GS092f2NQlm&#10;38bdNcZ/3y0UPA4z8w2z2vSmER05X1tWMBknIIgLq2suFZyOu9d3ED4ga2wsk4IHedisBy8rTLW9&#10;84G6PJQiQtinqKAKoU2l9EVFBv3YtsTR+7HOYIjSlVI7vEe4aeQ0SebSYM1xocKWvioqLvnNKDC7&#10;doLfC5dn5+3yWr/NsjLrMqVGw/7zA0SgPjzD/+29VjCFvyvxBsj1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fToArCAAAA2gAAAA8AAAAAAAAAAAAAAAAAlwIAAGRycy9kb3du&#10;cmV2LnhtbFBLBQYAAAAABAAEAPUAAACGAwAAAAA=&#10;" path="m0,0l27038,,72263,121920,77781,106972,77781,147701,64453,147701,17958,22403,17958,149809,,149809,,0xe" fillcolor="#4da23e" stroked="f" strokeweight="0">
                <v:stroke miterlimit="83231f" joinstyle="miter"/>
                <v:path arrowok="t" textboxrect="0,0,77781,149809"/>
              </v:shape>
              <v:shape id="Shape 84" o:spid="_x0000_s1028" style="position:absolute;top:234048;width:113201;height:248234;visibility:visible;mso-wrap-style:square;v-text-anchor:top" coordsize="113201,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YxAFwgAA&#10;ANoAAAAPAAAAZHJzL2Rvd25yZXYueG1sRI9Ba8JAFITvBf/D8gremk1tKWl0FSlYzCVQtXh9ZJ9J&#10;MPs23V1N/PfdQsHjMDPfMIvVaDpxJedbywqekxQEcWV1y7WCw37zlIHwAVljZ5kU3MjDajl5WGCu&#10;7cBfdN2FWkQI+xwVNCH0uZS+asigT2xPHL2TdQZDlK6W2uEQ4aaTszR9kwZbjgsN9vTRUHXeXYyC&#10;z3IYXZH9vNa3snj3/M0z4qNS08dxPQcRaAz38H97qxW8wN+VeAPk8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xjEAXCAAAA2gAAAA8AAAAAAAAAAAAAAAAAlwIAAGRycy9kb3du&#10;cmV2LnhtbFBLBQYAAAAABAAEAPUAAACGAwAAAAA=&#10;" path="m87185,0l113201,,113201,70974,113195,70955,84963,154534,113201,154534,113201,202247,68555,202247,53010,248234,,248234,87185,0xe" fillcolor="#4da23e" stroked="f" strokeweight="0">
                <v:stroke miterlimit="83231f" joinstyle="miter"/>
                <v:path arrowok="t" textboxrect="0,0,113201,248234"/>
              </v:shape>
              <v:shape id="Shape 85" o:spid="_x0000_s1029" style="position:absolute;left:35471;top:2464;width:77730;height:134112;visibility:visible;mso-wrap-style:square;v-text-anchor:top" coordsize="77730,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2oaqwwAA&#10;ANoAAAAPAAAAZHJzL2Rvd25yZXYueG1sRI9BawIxFITvhf6H8Aq91axSS1mNIopQEARXe/D22Dyz&#10;i5uXZRPN1l9vBKHHYWa+Yabz3jbiSp2vHSsYDjIQxKXTNRsFh/364xuED8gaG8ek4I88zGevL1PM&#10;tYu8o2sRjEgQ9jkqqEJocyl9WZFFP3AtcfJOrrMYkuyM1B3GBLeNHGXZl7RYc1qosKVlReW5uFgF&#10;4yJuf+1KH467mymWbmM2Nkal3t/6xQREoD78h5/tH63gEx5X0g2Qs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42oaqwwAAANoAAAAPAAAAAAAAAAAAAAAAAJcCAABkcnMvZG93&#10;bnJldi54bWxQSwUGAAAAAAQABAD1AAAAhwMAAAAA&#10;" path="m0,0l18923,,77730,96658,77730,126947,16269,26289,16269,134112,,134112,,0xe" fillcolor="#4da23e" stroked="f" strokeweight="0">
                <v:stroke miterlimit="83231f" joinstyle="miter"/>
                <v:path arrowok="t" textboxrect="0,0,77730,134112"/>
              </v:shape>
              <v:shape id="Shape 86" o:spid="_x0000_s1030" style="position:absolute;left:113201;top:584530;width:65907;height:149809;visibility:visible;mso-wrap-style:square;v-text-anchor:top" coordsize="65907,1498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49gvwgAA&#10;ANoAAAAPAAAAZHJzL2Rvd25yZXYueG1sRI9Bi8IwFITvwv6H8Ba8aboLinSNIrsK4kXUheLt0Tyb&#10;avNSmljrvzeC4HGYmW+Y6byzlWip8aVjBV/DBARx7nTJhYL/w2owAeEDssbKMSm4k4f57KM3xVS7&#10;G++o3YdCRAj7FBWYEOpUSp8bsuiHriaO3sk1FkOUTSF1g7cIt5X8TpKxtFhyXDBY06+h/LK/WgXH&#10;7XhZTpabY9aurqbI7Nlt/Z9S/c9u8QMiUBfe4Vd7rRWM4Hkl3gA5e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vj2C/CAAAA2gAAAA8AAAAAAAAAAAAAAAAAlwIAAGRycy9kb3du&#10;cmV2LnhtbFBLBQYAAAAABAAEAPUAAACGAwAAAAA=&#10;" path="m39491,0l65907,,65907,149809,47936,149809,47936,23457,1454,147701,,147701,,106972,39491,0xe" fillcolor="#4da23e" stroked="f" strokeweight="0">
                <v:stroke miterlimit="83231f" joinstyle="miter"/>
                <v:path arrowok="t" textboxrect="0,0,65907,149809"/>
              </v:shape>
              <v:shape id="Shape 87" o:spid="_x0000_s1031" style="position:absolute;left:113201;top:234048;width:114878;height:248234;visibility:visible;mso-wrap-style:square;v-text-anchor:top" coordsize="114878,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jaj6wwAA&#10;ANoAAAAPAAAAZHJzL2Rvd25yZXYueG1sRI9Bi8IwFITvC/6H8ARva2pZZK1GEaXgQdytevD4aJ5t&#10;sXkpTVarv34jCB6HmfmGmS06U4srta6yrGA0jEAQ51ZXXCg4HtLPbxDOI2usLZOCOzlYzHsfM0y0&#10;vXFG170vRICwS1BB6X2TSOnykgy6oW2Ig3e2rUEfZFtI3eItwE0t4ygaS4MVh4USG1qVlF/2f0bB&#10;idLm1zx2m22axdnPffJ1WMcnpQb9bjkF4anz7/CrvdEKxvC8Em6AnP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Vjaj6wwAAANoAAAAPAAAAAAAAAAAAAAAAAJcCAABkcnMvZG93&#10;bnJldi54bWxQSwUGAAAAAAQABAD1AAAAhwMAAAAA&#10;" path="m0,0l27692,,114878,248234,60179,248234,44621,202247,,202247,,154534,28238,154534,,70974,,0xe" fillcolor="#4da23e" stroked="f" strokeweight="0">
                <v:stroke miterlimit="83231f" joinstyle="miter"/>
                <v:path arrowok="t" textboxrect="0,0,114878,248234"/>
              </v:shape>
              <v:shape id="Shape 88" o:spid="_x0000_s1032" style="position:absolute;left:179616;top:2464;width:56839;height:134112;visibility:visible;mso-wrap-style:square;v-text-anchor:top" coordsize="56839,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fs55wwAA&#10;ANoAAAAPAAAAZHJzL2Rvd25yZXYueG1sRI9LawJBEITvgfyHoQO5xVkTTGR1FMkDDDkEH3hudtqd&#10;xZ2eZaajq78+Ewh4LKrqK2o6732rjhRTE9jAcFCAIq6Cbbg2sN18PIxBJUG22AYmA2dKMJ/d3kyx&#10;tOHEKzqupVYZwqlEA06kK7VOlSOPaRA64uztQ/QoWcZa24inDPetfiyKZ+2x4bzgsKNXR9Vh/eMN&#10;LMZPo+LNreLnd/0ehPAiX7uNMfd3/WICSqiXa/i/vbQGXuDvSr4BevY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fs55wwAAANoAAAAPAAAAAAAAAAAAAAAAAJcCAABkcnMvZG93&#10;bnJldi54bWxQSwUGAAAAAAQABAD1AAAAhwMAAAAA&#10;" path="m47282,0l56839,,56839,17118,56744,16840,33096,86436,56839,86436,56839,102337,27800,102337,17018,134112,,134112,47282,0xe" fillcolor="#4da23e" stroked="f" strokeweight="0">
                <v:stroke miterlimit="83231f" joinstyle="miter"/>
                <v:path arrowok="t" textboxrect="0,0,56839,134112"/>
              </v:shape>
              <v:shape id="Shape 89" o:spid="_x0000_s1033" style="position:absolute;left:113201;top:2464;width:23285;height:134112;visibility:visible;mso-wrap-style:square;v-text-anchor:top" coordsize="23285,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aEW4wAAA&#10;ANoAAAAPAAAAZHJzL2Rvd25yZXYueG1sRE9Ni8IwEL0L/ocwwt403UVFqlGW1VbxIFj3srexGdti&#10;MylNVuu/NwfB4+N9L1adqcWNWldZVvA5ikAQ51ZXXCj4PSXDGQjnkTXWlknBgxyslv3eAmNt73yk&#10;W+YLEULYxaig9L6JpXR5SQbdyDbEgbvY1qAPsC2kbvEewk0tv6JoKg1WHBpKbOinpPya/RsFkzRZ&#10;n/XfNhnzYb2fnuvLJk2lUh+D7nsOwlPn3+KXe6cVhK3hSrgBcvk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2aEW4wAAAANoAAAAPAAAAAAAAAAAAAAAAAJcCAABkcnMvZG93bnJl&#10;di54bWxQSwUGAAAAAAQABAD1AAAAhAMAAAAA&#10;" path="m7017,0l23285,,23285,134112,4375,134112,,126947,,96658,7017,108191,7017,0xe" fillcolor="#4da23e" stroked="f" strokeweight="0">
                <v:stroke miterlimit="83231f" joinstyle="miter"/>
                <v:path arrowok="t" textboxrect="0,0,23285,134112"/>
              </v:shape>
              <v:shape id="Shape 90" o:spid="_x0000_s1034" style="position:absolute;left:240716;top:584530;width:109461;height:152565;visibility:visible;mso-wrap-style:square;v-text-anchor:top" coordsize="109461,1525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yMOjwgAA&#10;ANoAAAAPAAAAZHJzL2Rvd25yZXYueG1sRI9fa8IwFMXfB36HcIW9ralDZauNIsLAPTmrgr5dmmtb&#10;bG5Kktnu2y+DgY+H8+fHyVeDacWdnG8sK5gkKQji0uqGKwXHw8fLGwgfkDW2lknBD3lYLUdPOWba&#10;9rynexEqEUfYZ6igDqHLpPRlTQZ9Yjvi6F2tMxiidJXUDvs4blr5mqZzabDhSKixo01N5a34NhEy&#10;PfjyNCukO093l+P2qx9On5VSz+NhvQARaAiP8H97qxW8w9+VeAPk8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3Iw6PCAAAA2gAAAA8AAAAAAAAAAAAAAAAAlwIAAGRycy9kb3du&#10;cmV2LnhtbFBLBQYAAAAABAAEAPUAAACGAwAAAAA=&#10;" path="m0,0l18809,,18809,95301c18809,119177,28740,135026,54737,135026,80721,135026,90653,119177,90653,95301l90653,,109461,,109461,94882c109461,132283,88329,152565,54737,152565,21133,152565,,132283,,94882l0,0xe" fillcolor="#4da23e" stroked="f" strokeweight="0">
                <v:stroke miterlimit="83231f" joinstyle="miter"/>
                <v:path arrowok="t" textboxrect="0,0,109461,152565"/>
              </v:shape>
              <v:shape id="Shape 91" o:spid="_x0000_s1035" style="position:absolute;left:285737;top:234048;width:96399;height:248234;visibility:visible;mso-wrap-style:square;v-text-anchor:top" coordsize="96399,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Ul51wgAA&#10;ANsAAAAPAAAAZHJzL2Rvd25yZXYueG1sRI9Ni8JADIbvC/6HIYK3daqISnUUERY9eFl1WY+hE9ti&#10;J9PtjLX++81B8JaQ9+PJct25SrXUhNKzgdEwAUWceVtybuB8+vqcgwoR2WLlmQw8KcB61ftYYmr9&#10;g7+pPcZcSQiHFA0UMdap1iEryGEY+ppYblffOIyyNrm2DT4k3FV6nCRT7bBkaSiwpm1B2e14d9Lb&#10;7n7D3dWT2c+fn1sc3y6H2dmYQb/bLEBF6uJb/HLvreALvfwiA+jV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dSXnXCAAAA2wAAAA8AAAAAAAAAAAAAAAAAlwIAAGRycy9kb3du&#10;cmV2LnhtbFBLBQYAAAAABAAEAPUAAACGAwAAAAA=&#10;" path="m0,0l96399,,96399,46711,52121,46711,52121,109893,96399,109893,96399,157620,52464,157620,52464,248234,,248234,,0xe" fillcolor="#4da23e" stroked="f" strokeweight="0">
                <v:stroke miterlimit="83231f" joinstyle="miter"/>
                <v:path arrowok="t" textboxrect="0,0,96399,248234"/>
              </v:shape>
              <v:shape id="Shape 92" o:spid="_x0000_s1036" style="position:absolute;left:307467;top:2464;width:74670;height:134112;visibility:visible;mso-wrap-style:square;v-text-anchor:top" coordsize="74670,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k+OywQAA&#10;ANsAAAAPAAAAZHJzL2Rvd25yZXYueG1sRE9LasMwEN0Xcgcxge5q2SmE4lo2ISHFBLJo0gNMrakt&#10;Yo0cS43d21eBQnfzeN8pqtn24kajN44VZEkKgrhx2nCr4OO8f3oB4QOyxt4xKfghD1W5eCgw127i&#10;d7qdQitiCPscFXQhDLmUvunIok/cQBy5LzdaDBGOrdQjTjHc9nKVpmtp0XBs6HCgbUfN5fRtFRzr&#10;69U649LtcXUw/Pz5hruDVepxOW9eQQSaw7/4z13rOD+D+y/xAFn+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GZPjssEAAADbAAAADwAAAAAAAAAAAAAAAACXAgAAZHJzL2Rvd25y&#10;ZXYueG1sUEsFBgAAAAAEAAQA9QAAAIUDAAAAAA==&#10;" path="m0,0l74670,,74670,15697,56947,15697,56947,134112,39916,134112,39916,15697,,15697,,0xe" fillcolor="#4da23e" stroked="f" strokeweight="0">
                <v:stroke miterlimit="83231f" joinstyle="miter"/>
                <v:path arrowok="t" textboxrect="0,0,74670,134112"/>
              </v:shape>
              <v:shape id="Shape 93" o:spid="_x0000_s1037" style="position:absolute;left:236455;top:2464;width:57601;height:134112;visibility:visible;mso-wrap-style:square;v-text-anchor:top" coordsize="57601,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9B/IwgAA&#10;ANsAAAAPAAAAZHJzL2Rvd25yZXYueG1sRE89a8MwEN0D/Q/iCl1CIttDCI4VU9qGBDLFLZRuh3W2&#10;TK2TsVTH/fdRoZDtHu/zinK2vZho9J1jBek6AUFcO91xq+Dj/bDagvABWWPvmBT8kody/7AoMNfu&#10;yheaqtCKGMI+RwUmhCGX0teGLPq1G4gj17jRYohwbKUe8RrDbS+zJNlIix3HBoMDvRiqv6sfqyD7&#10;fJ02Pm36rX2bT9XyfPxqDCv19Dg/70AEmsNd/O8+6Tg/g79f4gFyf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30H8jCAAAA2wAAAA8AAAAAAAAAAAAAAAAAlwIAAGRycy9kb3du&#10;cmV2LnhtbFBLBQYAAAAABAAEAPUAAACGAwAAAAA=&#10;" path="m0,0l10116,,57601,134112,40202,134112,29229,102337,,102337,,86436,23743,86436,,17118,,0xe" fillcolor="#4da23e" stroked="f" strokeweight="0">
                <v:stroke miterlimit="83231f" joinstyle="miter"/>
                <v:path arrowok="t" textboxrect="0,0,57601,134112"/>
              </v:shape>
              <v:shape id="Shape 94" o:spid="_x0000_s1038" style="position:absolute;left:402831;top:581787;width:114110;height:155308;visibility:visible;mso-wrap-style:square;v-text-anchor:top" coordsize="114110,15530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4J7wQAA&#10;ANsAAAAPAAAAZHJzL2Rvd25yZXYueG1sRE/bisIwEH1f8B/CCPu2prqwSDWKCoqICOsNfBubsSk2&#10;k9JE7f69WRB8m8O5znDc2FLcqfaFYwXdTgKCOHO64FzBfjf/6oPwAVlj6ZgU/JGH8aj1McRUuwf/&#10;0n0bchFD2KeowIRQpVL6zJBF33EVceQurrYYIqxzqWt8xHBbyl6S/EiLBccGgxXNDGXX7c0qWEx7&#10;h43Rt6M5rw+Lo/N4mpmVUp/tZjIAEagJb/HLvdRx/jf8/xIPkKM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uCe8EAAADbAAAADwAAAAAAAAAAAAAAAACXAgAAZHJzL2Rvd25y&#10;ZXYueG1sUEsFBgAAAAAEAAQA9QAAAIUDAAAAAA==&#10;" path="m58115,0c72695,,87059,4851,96990,14364,106070,23025,110935,33807,111354,46495l91707,46495c91288,39091,88544,32537,84315,27686,78613,21133,69520,17323,57899,17323,47117,17323,37821,20282,31280,27686,27470,32118,25146,37186,25146,43955,25146,57480,36347,63602,47549,65088,55994,66142,64237,67615,72479,68885,97422,72479,114110,87693,114110,111354,114110,123825,108826,133121,101435,140310,91072,150444,75019,155308,58953,155308,40780,155308,26200,150241,16065,140945,6553,132067,,119177,,105016l19660,105016c19660,113894,24092,122758,30213,128676,36982,135230,48387,137973,58953,137973,70371,137973,80086,135649,86843,129311,91491,125082,94450,119812,94450,111773,94450,100152,87059,90437,69304,87693,61074,86424,53670,85369,45644,84099,23241,80708,5702,68250,5702,44374,5702,33172,10782,22403,18809,14796,29172,5067,42469,,58115,0xe" fillcolor="#4da23e" stroked="f" strokeweight="0">
                <v:stroke miterlimit="83231f" joinstyle="miter"/>
                <v:path arrowok="t" textboxrect="0,0,114110,155308"/>
              </v:shape>
              <v:polyline id="Shape 2168" o:spid="_x0000_s1039" style="position:absolute;visibility:visible;mso-wrap-style:square;v-text-anchor:top" points="549008,234048,570592,234048,570592,482282,549008,482282,549008,234048" coordsize="21584,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7A2rwgAA&#10;ANsAAAAPAAAAZHJzL2Rvd25yZXYueG1sRE9Na8JAEL0L/odlBG9mUxGV6CpVEHooQmMP9jbNjtlo&#10;djZktzH9925B6G0e73PW297WoqPWV44VvCQpCOLC6YpLBZ+nw2QJwgdkjbVjUvBLHrab4WCNmXZ3&#10;/qAuD6WIIewzVGBCaDIpfWHIok9cQxy5i2sthgjbUuoW7zHc1nKapnNpseLYYLChvaHilv9YBdPG&#10;dYf8WFzN+XT8+r6+X/xuIZUaj/rXFYhAffgXP91vOs6fwd8v8QC5e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vsDavCAAAA2wAAAA8AAAAAAAAAAAAAAAAAlwIAAGRycy9kb3du&#10;cmV2LnhtbFBLBQYAAAAABAAEAPUAAACGAwAAAAA=&#10;" fillcolor="#4da23e" stroked="f" strokeweight="0">
                <v:stroke miterlimit="83231f" joinstyle="miter"/>
                <v:path arrowok="t" textboxrect="0,0,21584,248234"/>
              </v:polyline>
              <v:shape id="Shape 96" o:spid="_x0000_s1040" style="position:absolute;left:382137;top:234048;width:98723;height:248234;visibility:visible;mso-wrap-style:square;v-text-anchor:top" coordsize="98723,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kwXmwQAA&#10;ANsAAAAPAAAAZHJzL2Rvd25yZXYueG1sRE9LawIxEL4X/A9hBC+lZi22LKtRRChI8VLtpbdhM+4u&#10;JpMlyT701zdCobf5+J6z3o7WiJ58aBwrWMwzEMSl0w1XCr7PHy85iBCRNRrHpOBGAbabydMaC+0G&#10;/qL+FCuRQjgUqKCOsS2kDGVNFsPctcSJuzhvMSboK6k9DincGvmaZe/SYsOpocaW9jWV11NnFRAb&#10;/Xy/HUznj5/nnH+OftkGpWbTcbcCEWmM/+I/90Gn+W/w+CUdID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JMF5sEAAADbAAAADwAAAAAAAAAAAAAAAACXAgAAZHJzL2Rvd25y&#10;ZXYueG1sUEsFBgAAAAAEAAQA9QAAAIUDAAAAAA==&#10;" path="m0,0l8960,0c73501,,96412,42367,96412,78638,96412,110236,80220,136474,53867,148209l98723,248234,42031,248234,2127,157620,,157620,,109893,9646,109893c31972,109893,44279,98793,44279,78638,44279,62776,32150,46711,8960,46711l0,46711,,0xe" fillcolor="#4da23e" stroked="f" strokeweight="0">
                <v:stroke miterlimit="83231f" joinstyle="miter"/>
                <v:path arrowok="t" textboxrect="0,0,98723,248234"/>
              </v:shape>
              <v:polyline id="Shape 2169" o:spid="_x0000_s1041" style="position:absolute;visibility:visible;mso-wrap-style:square;v-text-anchor:top" points="448399,2464,465608,2464,465608,136576,448399,136576,448399,2464" coordsize="17209,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pqQwwgAA&#10;ANsAAAAPAAAAZHJzL2Rvd25yZXYueG1sRE/bagIxEH0v+A9hBF9EsxUqspqVoiztQ1tx9QPGzeyF&#10;biZhE3X7902h4NscznU228F04ka9by0reJ4nIIhLq1uuFZxP+WwFwgdkjZ1lUvBDHrbZ6GmDqbZ3&#10;PtKtCLWIIexTVNCE4FIpfdmQQT+3jjhyle0Nhgj7Wuoe7zHcdHKRJEtpsOXY0KCjXUPld3E1Cszn&#10;9aO4uOnUrark5ettnx/yY67UZDy8rkEEGsJD/O9+13H+Ev5+iQfI7B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ympDDCAAAA2wAAAA8AAAAAAAAAAAAAAAAAlwIAAGRycy9kb3du&#10;cmV2LnhtbFBLBQYAAAAABAAEAPUAAACGAwAAAAA=&#10;" fillcolor="#4da23e" stroked="f" strokeweight="0">
                <v:stroke miterlimit="83231f" joinstyle="miter"/>
                <v:path arrowok="t" textboxrect="0,0,17209,134112"/>
              </v:polyline>
              <v:polyline id="Shape 2170" o:spid="_x0000_s1042" style="position:absolute;visibility:visible;mso-wrap-style:square;v-text-anchor:top" points="382137,2464,404318,2464,404318,18161,382137,18161,382137,2464" coordsize="22181,156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3QDtvwAA&#10;ANsAAAAPAAAAZHJzL2Rvd25yZXYueG1sRI/NCsIwEITvgu8QVvCmqQoq1SgqCh68+IPnpVmbYrMp&#10;TdT69kYQvO0ys/PNzpeNLcWTal84VjDoJyCIM6cLzhVczrveFIQPyBpLx6TgTR6Wi3Zrjql2Lz7S&#10;8xRyEUPYp6jAhFClUvrMkEXfdxVx1G6uthjiWudS1/iK4baUwyQZS4sFR4LBijaGsvvpYSPXTPX2&#10;eszvuF7p0u8fo+ywHinV7TSrGYhATfibf9d7HetP4PtLHEAuP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bdAO2/AAAA2wAAAA8AAAAAAAAAAAAAAAAAlwIAAGRycy9kb3ducmV2&#10;LnhtbFBLBQYAAAAABAAEAPUAAACDAwAAAAA=&#10;" fillcolor="#4da23e" stroked="f" strokeweight="0">
                <v:stroke miterlimit="83231f" joinstyle="miter"/>
                <v:path arrowok="t" textboxrect="0,0,22181,15697"/>
              </v:polyline>
              <v:shape id="Shape 99" o:spid="_x0000_s1043" style="position:absolute;left:517246;width:53346;height:139217;visibility:visible;mso-wrap-style:square;v-text-anchor:top" coordsize="53346,1392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La06xQAA&#10;ANsAAAAPAAAAZHJzL2Rvd25yZXYueG1sRI9Pa8JAEMXvBb/DMkJvdWMPUlJXCYpQpX/QFuxxyI5J&#10;MDu7ZrcxfvvOodDbDO/Ne7+ZLwfXqp662Hg2MJ1koIhLbxuuDHx9bh6eQMWEbLH1TAZuFGG5GN3N&#10;Mbf+ynvqD6lSEsIxRwN1SiHXOpY1OYwTH4hFO/nOYZK1q7Tt8CrhrtWPWTbTDhuWhhoDrWoqz4cf&#10;Z+D1bXraHYv1e3UL6XL8LgL2H1tj7sdD8Qwq0ZD+zX/XL1bwBVZ+kQH04h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UtrTrFAAAA2wAAAA8AAAAAAAAAAAAAAAAAlwIAAGRycy9k&#10;b3ducmV2LnhtbFBLBQYAAAAABAAEAPUAAACJAwAAAAA=&#10;" path="m53340,0l53346,1,53346,16079,53340,16078c44260,16078,35370,19482,28943,26111,17971,37452,17412,55613,17412,69609,17412,83604,17971,101765,28943,113119,35370,119736,44260,123152,53340,123152l53346,123151,53346,139216,53340,139217c39916,139217,26860,134302,17208,124841,2642,110655,,90983,,69609,,48235,2642,28562,17208,14376,26860,4915,39916,,53340,0xe" fillcolor="#4da23e" stroked="f" strokeweight="0">
                <v:stroke miterlimit="83231f" joinstyle="miter"/>
                <v:path arrowok="t" textboxrect="0,0,53346,139217"/>
              </v:shape>
              <v:shape id="Shape 100" o:spid="_x0000_s1044" style="position:absolute;left:729805;top:584530;width:109461;height:152565;visibility:visible;mso-wrap-style:square;v-text-anchor:top" coordsize="109461,1525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4ZrxAAA&#10;ANsAAAAPAAAAZHJzL2Rvd25yZXYueG1sRI9Ba8JAEIXvBf/DMkJvzcai0sasIkLBnqxRQW9DdkyC&#10;2dmwuzXpv+8WCt5meG/e9yZfDaYVd3K+saxgkqQgiEurG64UHA8fL28gfEDW2FomBT/kYbUcPeWY&#10;advznu5FqEQMYZ+hgjqELpPSlzUZ9IntiKN2tc5giKurpHbYx3DTytc0nUuDDUdCjR1taipvxbeJ&#10;kOnBl6dZId15ursct1/9cPqslHoeD+sFiEBDeJj/r7c61n+Hv1/iAHL5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Br+Ga8QAAADbAAAADwAAAAAAAAAAAAAAAACXAgAAZHJzL2Rv&#10;d25yZXYueG1sUEsFBgAAAAAEAAQA9QAAAIgDAAAAAA==&#10;" path="m0,0l18809,,18809,95301c18809,119177,28740,135026,54724,135026,80721,135026,90653,119177,90653,95301l90653,,109461,,109461,94882c109461,132283,88329,152565,54724,152565,21133,152565,,132283,,94882l0,0xe" fillcolor="#4da23e" stroked="f" strokeweight="0">
                <v:stroke miterlimit="83231f" joinstyle="miter"/>
                <v:path arrowok="t" textboxrect="0,0,109461,152565"/>
              </v:shape>
              <v:shape id="Shape 101" o:spid="_x0000_s1045" style="position:absolute;left:574866;top:584530;width:100152;height:149809;visibility:visible;mso-wrap-style:square;v-text-anchor:top" coordsize="100152,1498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2g7awQAA&#10;ANsAAAAPAAAAZHJzL2Rvd25yZXYueG1sRE/LisIwFN0P+A/hCu7G1C5EqlEG8YWCo53ZzO7SXNti&#10;c1OaWKtfbxbCLA/nPVt0phItNa60rGA0jEAQZ1aXnCv4/Vl/TkA4j6yxskwKHuRgMe99zDDR9s5n&#10;alOfixDCLkEFhfd1IqXLCjLohrYmDtzFNgZ9gE0udYP3EG4qGUfRWBosOTQUWNOyoOya3oyCw/7b&#10;/j1lelrF2xY3I/04XrqlUoN+9zUF4anz/+K3e6cVxGF9+BJ+gJy/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toO2sEAAADbAAAADwAAAAAAAAAAAAAAAACXAgAAZHJzL2Rvd25y&#10;ZXYueG1sUEsFBgAAAAAEAAQA9QAAAIUDAAAAAA==&#10;" path="m0,0l100152,,100152,17335,18809,17335,18809,62967,90221,62967,90221,80721,18809,80721,18809,132486,100152,132486,100152,149809,,149809,,0xe" fillcolor="#4da23e" stroked="f" strokeweight="0">
                <v:stroke miterlimit="83231f" joinstyle="miter"/>
                <v:path arrowok="t" textboxrect="0,0,100152,149809"/>
              </v:shape>
              <v:shape id="Shape 102" o:spid="_x0000_s1046" style="position:absolute;left:854405;top:234048;width:22143;height:39330;visibility:visible;mso-wrap-style:square;v-text-anchor:top" coordsize="22143,3933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fTmixAAA&#10;ANsAAAAPAAAAZHJzL2Rvd25yZXYueG1sRI/NisJAEITvC77D0MLe1ok5iERH8Xd3ETwYfYDeTG8S&#10;zPTEzKjRp3cEwWNRVV9R42lrKnGhxpWWFfR7EQjizOqScwWH/fprCMJ5ZI2VZVJwIwfTSedjjIm2&#10;V97RJfW5CBB2CSoovK8TKV1WkEHXszVx8P5tY9AH2eRSN3gNcFPJOIoG0mDJYaHAmhYFZcf0bBRs&#10;Btvb92qFsV1v5j/zk1u2f7u7Up/ddjYC4an17/Cr/asVxH14fgk/QE4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H05osQAAADbAAAADwAAAAAAAAAAAAAAAACXAgAAZHJzL2Rv&#10;d25yZXYueG1sUEsFBgAAAAAEAAQA9QAAAIgDAAAAAA==&#10;" path="m0,0l22143,,22143,39330,,0xe" fillcolor="#4da23e" stroked="f" strokeweight="0">
                <v:stroke miterlimit="83231f" joinstyle="miter"/>
                <v:path arrowok="t" textboxrect="0,0,22143,39330"/>
              </v:shape>
              <v:shape id="Shape 103" o:spid="_x0000_s1047" style="position:absolute;left:570592;top:234048;width:227679;height:248234;visibility:visible;mso-wrap-style:square;v-text-anchor:top" coordsize="227679,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oJ6swgAA&#10;ANsAAAAPAAAAZHJzL2Rvd25yZXYueG1sRI/disIwFITvBd8hHME7Tc1FWbpGEbFQvBD8eYCzzbEt&#10;NielibW7T28WFvZymJlvmPV2tK0YqPeNYw2rZQKCuHSm4UrD7ZovPkD4gGywdUwavsnDdjOdrDEz&#10;7sVnGi6hEhHCPkMNdQhdJqUva7Lol64jjt7d9RZDlH0lTY+vCLetVEmSSosNx4UaO9rXVD4uT6vh&#10;kMubb6S6nsahLFL1lZqf5Kj1fDbuPkEEGsN/+K9dGA1Kwe+X+APk5g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WgnqzCAAAA2wAAAA8AAAAAAAAAAAAAAAAAlwIAAGRycy9kb3du&#10;cmV2LnhtbFBLBQYAAAAABAAEAPUAAACGAwAAAAA=&#10;" path="m0,0l44482,,104426,162750,164687,,227679,,227679,248234,176917,248234,176917,96558,121901,244856,83852,244856,29191,94920,29191,248234,,248234,,0xe" fillcolor="#4da23e" stroked="f" strokeweight="0">
                <v:stroke miterlimit="83231f" joinstyle="miter"/>
                <v:path arrowok="t" textboxrect="0,0,227679,248234"/>
              </v:shape>
              <v:shape id="Shape 104" o:spid="_x0000_s1048" style="position:absolute;left:819709;top:2464;width:56839;height:134112;visibility:visible;mso-wrap-style:square;v-text-anchor:top" coordsize="56839,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ifhcwwAA&#10;ANsAAAAPAAAAZHJzL2Rvd25yZXYueG1sRI9fawIxEMTfC/0OYQu+1VwVi5xGkf4BxYeiFp+Xy3o5&#10;vGyOZKvXfnpTKPRxmJnfMPNl71t1oZiawAaehgUo4irYhmsDn4f3xymoJMgW28Bk4JsSLBf3d3Ms&#10;bbjyji57qVWGcCrRgBPpSq1T5chjGoaOOHunED1KlrHWNuI1w32rR0XxrD02nBccdvTiqDrvv7yB&#10;1XQ8KV7dLm4+6rcghD+yPR6MGTz0qxkooV7+w3/ttTUwGsPvl/wD9OI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ZifhcwwAAANsAAAAPAAAAAAAAAAAAAAAAAJcCAABkcnMvZG93&#10;bnJldi54bWxQSwUGAAAAAAQABAD1AAAAhwMAAAAA&#10;" path="m47295,0l56839,,56839,17082,56756,16840,33096,86436,56839,86436,56839,102337,27813,102337,17031,134112,,134112,47295,0xe" fillcolor="#4da23e" stroked="f" strokeweight="0">
                <v:stroke miterlimit="83231f" joinstyle="miter"/>
                <v:path arrowok="t" textboxrect="0,0,56839,134112"/>
              </v:shape>
              <v:shape id="Shape 105" o:spid="_x0000_s1049" style="position:absolute;left:675576;top:2464;width:101003;height:134112;visibility:visible;mso-wrap-style:square;v-text-anchor:top" coordsize="101003,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dYRKwQAA&#10;ANsAAAAPAAAAZHJzL2Rvd25yZXYueG1sRI9Bi8IwFITvgv8hPGFvmioipRpFBVH2tl0Rens0z7bY&#10;vIQm2u6/3ywIexxm5htmsxtMK17U+caygvksAUFcWt1wpeD6fZqmIHxA1thaJgU/5GG3HY82mGnb&#10;8xe98lCJCGGfoYI6BJdJ6cuaDPqZdcTRu9vOYIiyq6TusI9w08pFkqykwYbjQo2OjjWVj/xpFCxt&#10;Qa4ZyvSc5j79PPTucKNCqY/JsF+DCDSE//C7fdEKFkv4+xJ/gNz+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MnWESsEAAADbAAAADwAAAAAAAAAAAAAAAACXAgAAZHJzL2Rvd25y&#10;ZXYueG1sUEsFBgAAAAAEAAQA9QAAAIUDAAAAAA==&#10;" path="m0,0l18910,,84734,108191,84734,,101003,,101003,134112,82093,134112,16269,26289,16269,134112,,134112,,0xe" fillcolor="#4da23e" stroked="f" strokeweight="0">
                <v:stroke miterlimit="83231f" joinstyle="miter"/>
                <v:path arrowok="t" textboxrect="0,0,101003,134112"/>
              </v:shape>
              <v:shape id="Shape 106" o:spid="_x0000_s1050" style="position:absolute;left:570592;top:1;width:53346;height:139215;visibility:visible;mso-wrap-style:square;v-text-anchor:top" coordsize="53346,1392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ZyI+wwAA&#10;ANsAAAAPAAAAZHJzL2Rvd25yZXYueG1sRI9Bi8IwFITvwv6H8Bb2Ippa0Eo1yiK4eBLUZdHbo3m2&#10;ZZuXkkSt/94IgsdhZr5h5svONOJKzteWFYyGCQjiwuqaSwW/h/VgCsIHZI2NZVJwJw/LxUdvjrm2&#10;N97RdR9KESHsc1RQhdDmUvqiIoN+aFvi6J2tMxiidKXUDm8RbhqZJslEGqw5LlTY0qqi4n9/MQp2&#10;/cyPXJLdy1AcT6ufP9PfbFOlvj677xmIQF14h1/tjVaQjuH5Jf4AuXg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ZyI+wwAAANsAAAAPAAAAAAAAAAAAAAAAAJcCAABkcnMvZG93&#10;bnJldi54bWxQSwUGAAAAAAQABAD1AAAAhwMAAAAA&#10;" path="m0,0l19483,3639c25632,6050,31305,9644,36125,14375,50692,28561,53346,48233,53346,69607,53346,90982,50692,110654,36125,124840,31305,129571,25632,133165,19483,135576l0,139215,,123149,13189,120615c17351,118934,21184,116426,24403,113118,35376,101764,35935,83603,35935,69607,35935,55612,35376,37451,24403,26110,21184,22795,17351,20287,13189,18607l0,16078,,0xe" fillcolor="#4da23e" stroked="f" strokeweight="0">
                <v:stroke miterlimit="83231f" joinstyle="miter"/>
                <v:path arrowok="t" textboxrect="0,0,53346,139215"/>
              </v:shape>
              <v:shape id="Shape 107" o:spid="_x0000_s1051" style="position:absolute;left:900900;top:584530;width:143688;height:149809;visibility:visible;mso-wrap-style:square;v-text-anchor:top" coordsize="143688,1498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M0YPwQAA&#10;ANsAAAAPAAAAZHJzL2Rvd25yZXYueG1sRI/RisIwFETfF/Yfwl3wbZtasCzVKCIIik/V/YBLc7ft&#10;2tyUJqb1740g+DjMzBlmtZlMJwINrrWsYJ6kIIgrq1uuFfxe9t8/IJxH1thZJgV3crBZf36ssNB2&#10;5JLC2dciQtgVqKDxvi+kdFVDBl1ie+Lo/dnBoI9yqKUecIxw08ksTXNpsOW40GBPu4aq6/lmFIxl&#10;GXb3Q7U4ZkdzDXktzek/KDX7mrZLEJ4m/w6/2getIMvh+SX+AL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zNGD8EAAADbAAAADwAAAAAAAAAAAAAAAACXAgAAZHJzL2Rvd25y&#10;ZXYueG1sUEsFBgAAAAAEAAQA9QAAAIUDAAAAAA==&#10;" path="m0,0l27051,,72263,121920,117272,,143688,,143688,149809,125717,149809,125717,23457,79235,147701,64452,147701,17958,22403,17958,149809,,149809,,0xe" fillcolor="#4da23e" stroked="f" strokeweight="0">
                <v:stroke miterlimit="83231f" joinstyle="miter"/>
                <v:path arrowok="t" textboxrect="0,0,143688,149809"/>
              </v:shape>
              <v:shape id="Shape 108" o:spid="_x0000_s1052" style="position:absolute;left:876548;top:234048;width:203448;height:248234;visibility:visible;mso-wrap-style:square;v-text-anchor:top" coordsize="203448,248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KroawgAA&#10;ANsAAAAPAAAAZHJzL2Rvd25yZXYueG1sRI9Pi8IwEMXvwn6HMAveNF0PKl2juIuiN/8uehya2bbY&#10;TEoSa/32RhA8Pt6835s3mbWmEg05X1pW8NVPQBBnVpecKzgelr0xCB+QNVaWScGdPMymH50Jptre&#10;eEfNPuQiQtinqKAIoU6l9FlBBn3f1sTR+7fOYIjS5VI7vEW4qeQgSYbSYMmxocCafgvKLvuriW9c&#10;Ns12Yxbnv5N3x92BVuX8h5XqfrbzbxCB2vA+fqXXWsFgBM8tEQBy+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cquhrCAAAA2wAAAA8AAAAAAAAAAAAAAAAAlwIAAGRycy9kb3du&#10;cmV2LnhtbFBLBQYAAAAABAAEAPUAAACGAwAAAAA=&#10;" path="m0,0l34931,,91650,99162,148368,,203448,,116529,153137,116529,248234,64065,248234,64065,153124,,39330,,0xe" fillcolor="#4da23e" stroked="f" strokeweight="0">
                <v:stroke miterlimit="83231f" joinstyle="miter"/>
                <v:path arrowok="t" textboxrect="0,0,203448,248234"/>
              </v:shape>
              <v:shape id="Shape 109" o:spid="_x0000_s1053" style="position:absolute;left:977278;top:2464;width:81331;height:134112;visibility:visible;mso-wrap-style:square;v-text-anchor:top" coordsize="81331,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u3/QwgAA&#10;ANsAAAAPAAAAZHJzL2Rvd25yZXYueG1sRE/LasJAFN0L/YfhFtxInRhB2jSjlIBQ7EbTfsBt5uZl&#10;5k7MTGP6985CcHk473Q3mU6MNLjGsoLVMgJBXFjdcKXg53v/8grCeWSNnWVS8E8OdtunWYqJtlc+&#10;0Zj7SoQQdgkqqL3vEyldUZNBt7Q9ceBKOxj0AQ6V1ANeQ7jpZBxFG2mw4dBQY09ZTcU5/zMK2tX0&#10;tu4up+P5K85+87ItF9lhVGr+PH28g/A0+Yf47v7UCuIwNnwJP0Bu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67f9DCAAAA2wAAAA8AAAAAAAAAAAAAAAAAlwIAAGRycy9kb3du&#10;cmV2LnhtbFBLBQYAAAAABAAEAPUAAACGAwAAAAA=&#10;" path="m0,0l16840,,16840,118415,81331,118415,81331,134112,,134112,,0xe" fillcolor="#4da23e" stroked="f" strokeweight="0">
                <v:stroke miterlimit="83231f" joinstyle="miter"/>
                <v:path arrowok="t" textboxrect="0,0,81331,134112"/>
              </v:shape>
              <v:shape id="Shape 110" o:spid="_x0000_s1054" style="position:absolute;left:876548;top:2464;width:57601;height:134112;visibility:visible;mso-wrap-style:square;v-text-anchor:top" coordsize="57601,1341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PEcEwwAA&#10;ANsAAAAPAAAAZHJzL2Rvd25yZXYueG1sRI9Ba8JAFITvBf/D8gQvRTd6EI2uIlpR6KlREG+P7Es2&#10;mH0bstsY/323UOhxmPlmmPW2t7XoqPWVYwXTSQKCOHe64lLB9XIcL0D4gKyxdkwKXuRhuxm8rTHV&#10;7slf1GWhFLGEfYoKTAhNKqXPDVn0E9cQR69wrcUQZVtK3eIzlttazpJkLi1WHBcMNrQ3lD+yb6tg&#10;djt0cz8t6oX96M/Z++fpXhhWajTsdysQgfrwH/6jzzpyS/j9En+A3P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NPEcEwwAAANsAAAAPAAAAAAAAAAAAAAAAAJcCAABkcnMvZG93&#10;bnJldi54bWxQSwUGAAAAAAQABAD1AAAAhwMAAAAA&#10;" path="m0,0l10128,,57601,134112,40202,134112,29229,102337,,102337,,86436,23743,86436,,17082,,0xe" fillcolor="#4da23e" stroked="f" strokeweight="0">
                <v:stroke miterlimit="83231f" joinstyle="miter"/>
                <v:path arrowok="t" textboxrect="0,0,57601,134112"/>
              </v:shape>
              <w10:anchorlock/>
            </v:group>
          </w:pict>
        </mc:Fallback>
      </mc:AlternateContent>
    </w:r>
  </w:p>
  <w:tbl>
    <w:tblPr>
      <w:tblStyle w:val="TableGrid"/>
      <w:tblW w:w="10546" w:type="dxa"/>
      <w:tblBorders>
        <w:top w:val="none" w:sz="0" w:space="0" w:color="auto"/>
        <w:left w:val="none" w:sz="0" w:space="0" w:color="auto"/>
        <w:bottom w:val="none" w:sz="0" w:space="0" w:color="auto"/>
        <w:right w:val="none" w:sz="0" w:space="0" w:color="auto"/>
        <w:insideH w:val="none" w:sz="0" w:space="0" w:color="auto"/>
        <w:insideV w:val="single" w:sz="48" w:space="0" w:color="FFFFFF" w:themeColor="background1"/>
      </w:tblBorders>
      <w:tblCellMar>
        <w:left w:w="0" w:type="dxa"/>
        <w:right w:w="0" w:type="dxa"/>
      </w:tblCellMar>
      <w:tblLook w:val="04A0" w:firstRow="1" w:lastRow="0" w:firstColumn="1" w:lastColumn="0" w:noHBand="0" w:noVBand="1"/>
    </w:tblPr>
    <w:tblGrid>
      <w:gridCol w:w="2800"/>
      <w:gridCol w:w="7746"/>
    </w:tblGrid>
    <w:tr w:rsidR="00C22125" w14:paraId="5F6727C1" w14:textId="77777777" w:rsidTr="00B004F2">
      <w:trPr>
        <w:trHeight w:val="331"/>
      </w:trPr>
      <w:tc>
        <w:tcPr>
          <w:tcW w:w="2800" w:type="dxa"/>
          <w:shd w:val="clear" w:color="auto" w:fill="auto"/>
        </w:tcPr>
        <w:p w14:paraId="28A14519" w14:textId="77777777" w:rsidR="00C22125" w:rsidRDefault="00C22125" w:rsidP="001864F8">
          <w:pPr>
            <w:pStyle w:val="Heading3"/>
            <w:outlineLvl w:val="2"/>
          </w:pPr>
        </w:p>
      </w:tc>
      <w:tc>
        <w:tcPr>
          <w:tcW w:w="7746" w:type="dxa"/>
          <w:shd w:val="clear" w:color="auto" w:fill="auto"/>
        </w:tcPr>
        <w:sdt>
          <w:sdtPr>
            <w:tag w:val="Q"/>
            <w:id w:val="1601753612"/>
            <w:placeholder>
              <w:docPart w:val="0D16400CADAB3C458B3315C20682B804"/>
            </w:placeholder>
          </w:sdtPr>
          <w:sdtContent>
            <w:p w14:paraId="4DE490D2" w14:textId="77777777" w:rsidR="00C22125" w:rsidRDefault="00C22125" w:rsidP="001864F8">
              <w:pPr>
                <w:pStyle w:val="Title"/>
                <w:jc w:val="left"/>
              </w:pPr>
              <w:r>
                <w:t>Design department brief</w:t>
              </w:r>
            </w:p>
          </w:sdtContent>
        </w:sdt>
        <w:sdt>
          <w:sdtPr>
            <w:tag w:val="Q"/>
            <w:id w:val="-2048366432"/>
            <w:placeholder>
              <w:docPart w:val="0D16400CADAB3C458B3315C20682B804"/>
            </w:placeholder>
          </w:sdtPr>
          <w:sdtContent>
            <w:p w14:paraId="54949FBB" w14:textId="77777777" w:rsidR="00C22125" w:rsidRDefault="00C22125" w:rsidP="001864F8">
              <w:r>
                <w:t xml:space="preserve">This document should be completed and sent to </w:t>
              </w:r>
              <w:hyperlink r:id="rId1" w:history="1">
                <w:r w:rsidRPr="003963C3">
                  <w:rPr>
                    <w:rStyle w:val="Hyperlink"/>
                  </w:rPr>
                  <w:t>rclark@nam.ac.uk</w:t>
                </w:r>
              </w:hyperlink>
              <w:r>
                <w:t xml:space="preserve"> </w:t>
              </w:r>
            </w:p>
            <w:p w14:paraId="64C0A1CC" w14:textId="77777777" w:rsidR="00C22125" w:rsidRDefault="00C22125" w:rsidP="001864F8">
              <w:r>
                <w:t>before any work can commence.</w:t>
              </w:r>
            </w:p>
          </w:sdtContent>
        </w:sdt>
        <w:p w14:paraId="4D0BF948" w14:textId="77777777" w:rsidR="00C22125" w:rsidRDefault="00C22125" w:rsidP="001864F8"/>
      </w:tc>
    </w:tr>
  </w:tbl>
  <w:p w14:paraId="136D06D6" w14:textId="77777777" w:rsidR="00C22125" w:rsidRDefault="00C2212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F1C8F60"/>
    <w:lvl w:ilvl="0">
      <w:start w:val="1"/>
      <w:numFmt w:val="decimal"/>
      <w:lvlText w:val="%1."/>
      <w:lvlJc w:val="left"/>
      <w:pPr>
        <w:tabs>
          <w:tab w:val="num" w:pos="1492"/>
        </w:tabs>
        <w:ind w:left="1492" w:hanging="360"/>
      </w:pPr>
    </w:lvl>
  </w:abstractNum>
  <w:abstractNum w:abstractNumId="1">
    <w:nsid w:val="FFFFFF7D"/>
    <w:multiLevelType w:val="singleLevel"/>
    <w:tmpl w:val="1636992A"/>
    <w:lvl w:ilvl="0">
      <w:start w:val="1"/>
      <w:numFmt w:val="decimal"/>
      <w:lvlText w:val="%1."/>
      <w:lvlJc w:val="left"/>
      <w:pPr>
        <w:tabs>
          <w:tab w:val="num" w:pos="1209"/>
        </w:tabs>
        <w:ind w:left="1209" w:hanging="360"/>
      </w:pPr>
    </w:lvl>
  </w:abstractNum>
  <w:abstractNum w:abstractNumId="2">
    <w:nsid w:val="FFFFFF7E"/>
    <w:multiLevelType w:val="singleLevel"/>
    <w:tmpl w:val="4C54B986"/>
    <w:lvl w:ilvl="0">
      <w:start w:val="1"/>
      <w:numFmt w:val="decimal"/>
      <w:lvlText w:val="%1."/>
      <w:lvlJc w:val="left"/>
      <w:pPr>
        <w:tabs>
          <w:tab w:val="num" w:pos="926"/>
        </w:tabs>
        <w:ind w:left="926" w:hanging="360"/>
      </w:pPr>
    </w:lvl>
  </w:abstractNum>
  <w:abstractNum w:abstractNumId="3">
    <w:nsid w:val="FFFFFF7F"/>
    <w:multiLevelType w:val="singleLevel"/>
    <w:tmpl w:val="27AE8336"/>
    <w:lvl w:ilvl="0">
      <w:start w:val="1"/>
      <w:numFmt w:val="decimal"/>
      <w:lvlText w:val="%1."/>
      <w:lvlJc w:val="left"/>
      <w:pPr>
        <w:tabs>
          <w:tab w:val="num" w:pos="643"/>
        </w:tabs>
        <w:ind w:left="643" w:hanging="360"/>
      </w:pPr>
    </w:lvl>
  </w:abstractNum>
  <w:abstractNum w:abstractNumId="4">
    <w:nsid w:val="FFFFFF80"/>
    <w:multiLevelType w:val="singleLevel"/>
    <w:tmpl w:val="D31EC2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88226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0D077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58B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8FC5FCC"/>
    <w:lvl w:ilvl="0">
      <w:start w:val="1"/>
      <w:numFmt w:val="decimal"/>
      <w:lvlText w:val="%1."/>
      <w:lvlJc w:val="left"/>
      <w:pPr>
        <w:tabs>
          <w:tab w:val="num" w:pos="360"/>
        </w:tabs>
        <w:ind w:left="360" w:hanging="360"/>
      </w:pPr>
    </w:lvl>
  </w:abstractNum>
  <w:abstractNum w:abstractNumId="9">
    <w:nsid w:val="FFFFFF89"/>
    <w:multiLevelType w:val="singleLevel"/>
    <w:tmpl w:val="692E6D04"/>
    <w:lvl w:ilvl="0">
      <w:start w:val="1"/>
      <w:numFmt w:val="bullet"/>
      <w:lvlText w:val=""/>
      <w:lvlJc w:val="left"/>
      <w:pPr>
        <w:tabs>
          <w:tab w:val="num" w:pos="360"/>
        </w:tabs>
        <w:ind w:left="360" w:hanging="360"/>
      </w:pPr>
      <w:rPr>
        <w:rFonts w:ascii="Symbol" w:hAnsi="Symbol" w:hint="default"/>
      </w:rPr>
    </w:lvl>
  </w:abstractNum>
  <w:abstractNum w:abstractNumId="10">
    <w:nsid w:val="00D47C02"/>
    <w:multiLevelType w:val="multilevel"/>
    <w:tmpl w:val="D4405A72"/>
    <w:numStyleLink w:val="ListBullets"/>
  </w:abstractNum>
  <w:abstractNum w:abstractNumId="11">
    <w:nsid w:val="1144068E"/>
    <w:multiLevelType w:val="multilevel"/>
    <w:tmpl w:val="57360A90"/>
    <w:name w:val="ListBullets"/>
    <w:lvl w:ilvl="0">
      <w:start w:val="1"/>
      <w:numFmt w:val="bullet"/>
      <w:suff w:val="nothing"/>
      <w:lvlText w:val="·"/>
      <w:lvlJc w:val="left"/>
      <w:pPr>
        <w:ind w:left="737" w:hanging="737"/>
      </w:pPr>
      <w:rPr>
        <w:rFonts w:ascii="Symbol" w:hAnsi="Symbol" w:hint="default"/>
      </w:rPr>
    </w:lvl>
    <w:lvl w:ilvl="1">
      <w:start w:val="1"/>
      <w:numFmt w:val="bullet"/>
      <w:suff w:val="nothing"/>
      <w:lvlText w:val="·"/>
      <w:lvlJc w:val="left"/>
      <w:pPr>
        <w:ind w:left="170" w:hanging="85"/>
      </w:pPr>
      <w:rPr>
        <w:rFonts w:ascii="Symbol" w:hAnsi="Symbol" w:hint="default"/>
      </w:rPr>
    </w:lvl>
    <w:lvl w:ilvl="2">
      <w:start w:val="1"/>
      <w:numFmt w:val="bullet"/>
      <w:suff w:val="nothing"/>
      <w:lvlText w:val="·"/>
      <w:lvlJc w:val="left"/>
      <w:pPr>
        <w:ind w:left="255" w:hanging="85"/>
      </w:pPr>
      <w:rPr>
        <w:rFonts w:ascii="Symbol" w:hAnsi="Symbol" w:hint="default"/>
      </w:rPr>
    </w:lvl>
    <w:lvl w:ilvl="3">
      <w:start w:val="1"/>
      <w:numFmt w:val="bullet"/>
      <w:suff w:val="nothing"/>
      <w:lvlText w:val="·"/>
      <w:lvlJc w:val="left"/>
      <w:pPr>
        <w:ind w:left="340" w:hanging="85"/>
      </w:pPr>
      <w:rPr>
        <w:rFonts w:ascii="Symbol" w:hAnsi="Symbol" w:hint="default"/>
      </w:rPr>
    </w:lvl>
    <w:lvl w:ilvl="4">
      <w:start w:val="1"/>
      <w:numFmt w:val="bullet"/>
      <w:suff w:val="nothing"/>
      <w:lvlText w:val="·"/>
      <w:lvlJc w:val="left"/>
      <w:pPr>
        <w:ind w:left="425" w:hanging="85"/>
      </w:pPr>
      <w:rPr>
        <w:rFonts w:ascii="Symbol" w:hAnsi="Symbol" w:hint="default"/>
      </w:rPr>
    </w:lvl>
    <w:lvl w:ilvl="5">
      <w:start w:val="1"/>
      <w:numFmt w:val="none"/>
      <w:suff w:val="nothing"/>
      <w:lvlText w:val=""/>
      <w:lvlJc w:val="left"/>
      <w:pPr>
        <w:ind w:left="510" w:hanging="85"/>
      </w:pPr>
      <w:rPr>
        <w:rFonts w:hint="default"/>
      </w:rPr>
    </w:lvl>
    <w:lvl w:ilvl="6">
      <w:start w:val="1"/>
      <w:numFmt w:val="none"/>
      <w:suff w:val="nothing"/>
      <w:lvlText w:val=""/>
      <w:lvlJc w:val="left"/>
      <w:pPr>
        <w:ind w:left="595" w:hanging="85"/>
      </w:pPr>
      <w:rPr>
        <w:rFonts w:hint="default"/>
      </w:rPr>
    </w:lvl>
    <w:lvl w:ilvl="7">
      <w:start w:val="1"/>
      <w:numFmt w:val="none"/>
      <w:suff w:val="nothing"/>
      <w:lvlText w:val=""/>
      <w:lvlJc w:val="left"/>
      <w:pPr>
        <w:ind w:left="680" w:hanging="85"/>
      </w:pPr>
      <w:rPr>
        <w:rFonts w:hint="default"/>
      </w:rPr>
    </w:lvl>
    <w:lvl w:ilvl="8">
      <w:start w:val="1"/>
      <w:numFmt w:val="none"/>
      <w:suff w:val="nothing"/>
      <w:lvlText w:val=""/>
      <w:lvlJc w:val="left"/>
      <w:pPr>
        <w:ind w:left="765" w:hanging="85"/>
      </w:pPr>
      <w:rPr>
        <w:rFonts w:hint="default"/>
      </w:rPr>
    </w:lvl>
  </w:abstractNum>
  <w:abstractNum w:abstractNumId="12">
    <w:nsid w:val="1A335426"/>
    <w:multiLevelType w:val="multilevel"/>
    <w:tmpl w:val="D4405A72"/>
    <w:numStyleLink w:val="ListBullets"/>
  </w:abstractNum>
  <w:abstractNum w:abstractNumId="13">
    <w:nsid w:val="208D06D0"/>
    <w:multiLevelType w:val="multilevel"/>
    <w:tmpl w:val="57360A90"/>
    <w:name w:val="ListBullets6"/>
    <w:lvl w:ilvl="0">
      <w:start w:val="1"/>
      <w:numFmt w:val="bullet"/>
      <w:suff w:val="nothing"/>
      <w:lvlText w:val="·"/>
      <w:lvlJc w:val="left"/>
      <w:pPr>
        <w:ind w:left="737" w:hanging="737"/>
      </w:pPr>
      <w:rPr>
        <w:rFonts w:ascii="Symbol" w:hAnsi="Symbol" w:hint="default"/>
      </w:rPr>
    </w:lvl>
    <w:lvl w:ilvl="1">
      <w:start w:val="1"/>
      <w:numFmt w:val="bullet"/>
      <w:suff w:val="nothing"/>
      <w:lvlText w:val="·"/>
      <w:lvlJc w:val="left"/>
      <w:pPr>
        <w:ind w:left="170" w:hanging="85"/>
      </w:pPr>
      <w:rPr>
        <w:rFonts w:ascii="Symbol" w:hAnsi="Symbol" w:hint="default"/>
      </w:rPr>
    </w:lvl>
    <w:lvl w:ilvl="2">
      <w:start w:val="1"/>
      <w:numFmt w:val="bullet"/>
      <w:suff w:val="nothing"/>
      <w:lvlText w:val="·"/>
      <w:lvlJc w:val="left"/>
      <w:pPr>
        <w:ind w:left="255" w:hanging="85"/>
      </w:pPr>
      <w:rPr>
        <w:rFonts w:ascii="Symbol" w:hAnsi="Symbol" w:hint="default"/>
      </w:rPr>
    </w:lvl>
    <w:lvl w:ilvl="3">
      <w:start w:val="1"/>
      <w:numFmt w:val="bullet"/>
      <w:suff w:val="nothing"/>
      <w:lvlText w:val="·"/>
      <w:lvlJc w:val="left"/>
      <w:pPr>
        <w:ind w:left="340" w:hanging="85"/>
      </w:pPr>
      <w:rPr>
        <w:rFonts w:ascii="Symbol" w:hAnsi="Symbol" w:hint="default"/>
      </w:rPr>
    </w:lvl>
    <w:lvl w:ilvl="4">
      <w:start w:val="1"/>
      <w:numFmt w:val="bullet"/>
      <w:suff w:val="nothing"/>
      <w:lvlText w:val="·"/>
      <w:lvlJc w:val="left"/>
      <w:pPr>
        <w:ind w:left="425" w:hanging="85"/>
      </w:pPr>
      <w:rPr>
        <w:rFonts w:ascii="Symbol" w:hAnsi="Symbol" w:hint="default"/>
      </w:rPr>
    </w:lvl>
    <w:lvl w:ilvl="5">
      <w:start w:val="1"/>
      <w:numFmt w:val="none"/>
      <w:suff w:val="nothing"/>
      <w:lvlText w:val=""/>
      <w:lvlJc w:val="left"/>
      <w:pPr>
        <w:ind w:left="510" w:hanging="85"/>
      </w:pPr>
      <w:rPr>
        <w:rFonts w:hint="default"/>
      </w:rPr>
    </w:lvl>
    <w:lvl w:ilvl="6">
      <w:start w:val="1"/>
      <w:numFmt w:val="none"/>
      <w:suff w:val="nothing"/>
      <w:lvlText w:val=""/>
      <w:lvlJc w:val="left"/>
      <w:pPr>
        <w:ind w:left="595" w:hanging="85"/>
      </w:pPr>
      <w:rPr>
        <w:rFonts w:hint="default"/>
      </w:rPr>
    </w:lvl>
    <w:lvl w:ilvl="7">
      <w:start w:val="1"/>
      <w:numFmt w:val="none"/>
      <w:suff w:val="nothing"/>
      <w:lvlText w:val=""/>
      <w:lvlJc w:val="left"/>
      <w:pPr>
        <w:ind w:left="680" w:hanging="85"/>
      </w:pPr>
      <w:rPr>
        <w:rFonts w:hint="default"/>
      </w:rPr>
    </w:lvl>
    <w:lvl w:ilvl="8">
      <w:start w:val="1"/>
      <w:numFmt w:val="none"/>
      <w:suff w:val="nothing"/>
      <w:lvlText w:val=""/>
      <w:lvlJc w:val="left"/>
      <w:pPr>
        <w:ind w:left="765" w:hanging="85"/>
      </w:pPr>
      <w:rPr>
        <w:rFonts w:hint="default"/>
      </w:rPr>
    </w:lvl>
  </w:abstractNum>
  <w:abstractNum w:abstractNumId="14">
    <w:nsid w:val="2586453D"/>
    <w:multiLevelType w:val="multilevel"/>
    <w:tmpl w:val="57360A90"/>
    <w:name w:val="ListBullets2"/>
    <w:lvl w:ilvl="0">
      <w:start w:val="1"/>
      <w:numFmt w:val="bullet"/>
      <w:suff w:val="nothing"/>
      <w:lvlText w:val="·"/>
      <w:lvlJc w:val="left"/>
      <w:pPr>
        <w:ind w:left="737" w:hanging="737"/>
      </w:pPr>
      <w:rPr>
        <w:rFonts w:ascii="Symbol" w:hAnsi="Symbol" w:hint="default"/>
      </w:rPr>
    </w:lvl>
    <w:lvl w:ilvl="1">
      <w:start w:val="1"/>
      <w:numFmt w:val="bullet"/>
      <w:suff w:val="nothing"/>
      <w:lvlText w:val="·"/>
      <w:lvlJc w:val="left"/>
      <w:pPr>
        <w:ind w:left="170" w:hanging="85"/>
      </w:pPr>
      <w:rPr>
        <w:rFonts w:ascii="Symbol" w:hAnsi="Symbol" w:hint="default"/>
      </w:rPr>
    </w:lvl>
    <w:lvl w:ilvl="2">
      <w:start w:val="1"/>
      <w:numFmt w:val="bullet"/>
      <w:suff w:val="nothing"/>
      <w:lvlText w:val="·"/>
      <w:lvlJc w:val="left"/>
      <w:pPr>
        <w:ind w:left="255" w:hanging="85"/>
      </w:pPr>
      <w:rPr>
        <w:rFonts w:ascii="Symbol" w:hAnsi="Symbol" w:hint="default"/>
      </w:rPr>
    </w:lvl>
    <w:lvl w:ilvl="3">
      <w:start w:val="1"/>
      <w:numFmt w:val="bullet"/>
      <w:suff w:val="nothing"/>
      <w:lvlText w:val="·"/>
      <w:lvlJc w:val="left"/>
      <w:pPr>
        <w:ind w:left="340" w:hanging="85"/>
      </w:pPr>
      <w:rPr>
        <w:rFonts w:ascii="Symbol" w:hAnsi="Symbol" w:hint="default"/>
      </w:rPr>
    </w:lvl>
    <w:lvl w:ilvl="4">
      <w:start w:val="1"/>
      <w:numFmt w:val="bullet"/>
      <w:suff w:val="nothing"/>
      <w:lvlText w:val="·"/>
      <w:lvlJc w:val="left"/>
      <w:pPr>
        <w:ind w:left="425" w:hanging="85"/>
      </w:pPr>
      <w:rPr>
        <w:rFonts w:ascii="Symbol" w:hAnsi="Symbol" w:hint="default"/>
      </w:rPr>
    </w:lvl>
    <w:lvl w:ilvl="5">
      <w:start w:val="1"/>
      <w:numFmt w:val="none"/>
      <w:suff w:val="nothing"/>
      <w:lvlText w:val=""/>
      <w:lvlJc w:val="left"/>
      <w:pPr>
        <w:ind w:left="510" w:hanging="85"/>
      </w:pPr>
      <w:rPr>
        <w:rFonts w:hint="default"/>
      </w:rPr>
    </w:lvl>
    <w:lvl w:ilvl="6">
      <w:start w:val="1"/>
      <w:numFmt w:val="none"/>
      <w:suff w:val="nothing"/>
      <w:lvlText w:val=""/>
      <w:lvlJc w:val="left"/>
      <w:pPr>
        <w:ind w:left="595" w:hanging="85"/>
      </w:pPr>
      <w:rPr>
        <w:rFonts w:hint="default"/>
      </w:rPr>
    </w:lvl>
    <w:lvl w:ilvl="7">
      <w:start w:val="1"/>
      <w:numFmt w:val="none"/>
      <w:suff w:val="nothing"/>
      <w:lvlText w:val=""/>
      <w:lvlJc w:val="left"/>
      <w:pPr>
        <w:ind w:left="680" w:hanging="85"/>
      </w:pPr>
      <w:rPr>
        <w:rFonts w:hint="default"/>
      </w:rPr>
    </w:lvl>
    <w:lvl w:ilvl="8">
      <w:start w:val="1"/>
      <w:numFmt w:val="none"/>
      <w:suff w:val="nothing"/>
      <w:lvlText w:val=""/>
      <w:lvlJc w:val="left"/>
      <w:pPr>
        <w:ind w:left="765" w:hanging="85"/>
      </w:pPr>
      <w:rPr>
        <w:rFonts w:hint="default"/>
      </w:rPr>
    </w:lvl>
  </w:abstractNum>
  <w:abstractNum w:abstractNumId="15">
    <w:nsid w:val="26D626B7"/>
    <w:multiLevelType w:val="hybridMultilevel"/>
    <w:tmpl w:val="EBEA1DFC"/>
    <w:lvl w:ilvl="0" w:tplc="04090001">
      <w:start w:val="1"/>
      <w:numFmt w:val="bullet"/>
      <w:lvlText w:val=""/>
      <w:lvlJc w:val="left"/>
      <w:pPr>
        <w:ind w:left="805" w:hanging="360"/>
      </w:pPr>
      <w:rPr>
        <w:rFonts w:ascii="Symbol" w:hAnsi="Symbol" w:hint="default"/>
      </w:rPr>
    </w:lvl>
    <w:lvl w:ilvl="1" w:tplc="04090003" w:tentative="1">
      <w:start w:val="1"/>
      <w:numFmt w:val="bullet"/>
      <w:lvlText w:val="o"/>
      <w:lvlJc w:val="left"/>
      <w:pPr>
        <w:ind w:left="1525" w:hanging="360"/>
      </w:pPr>
      <w:rPr>
        <w:rFonts w:ascii="Courier New" w:hAnsi="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16">
    <w:nsid w:val="270C3E92"/>
    <w:multiLevelType w:val="multilevel"/>
    <w:tmpl w:val="D4405A72"/>
    <w:styleLink w:val="ListBullets"/>
    <w:lvl w:ilvl="0">
      <w:start w:val="1"/>
      <w:numFmt w:val="bullet"/>
      <w:pStyle w:val="ListBullet"/>
      <w:lvlText w:val="•"/>
      <w:lvlJc w:val="left"/>
      <w:pPr>
        <w:ind w:left="255" w:hanging="170"/>
      </w:pPr>
      <w:rPr>
        <w:rFonts w:ascii="Calibri" w:hAnsi="Calibri" w:hint="default"/>
      </w:rPr>
    </w:lvl>
    <w:lvl w:ilvl="1">
      <w:start w:val="1"/>
      <w:numFmt w:val="bullet"/>
      <w:pStyle w:val="ListBullet2"/>
      <w:lvlText w:val="•"/>
      <w:lvlJc w:val="left"/>
      <w:pPr>
        <w:ind w:left="425" w:hanging="170"/>
      </w:pPr>
      <w:rPr>
        <w:rFonts w:ascii="Calibri" w:hAnsi="Calibri" w:hint="default"/>
      </w:rPr>
    </w:lvl>
    <w:lvl w:ilvl="2">
      <w:start w:val="1"/>
      <w:numFmt w:val="bullet"/>
      <w:pStyle w:val="ListBullet3"/>
      <w:lvlText w:val="•"/>
      <w:lvlJc w:val="left"/>
      <w:pPr>
        <w:ind w:left="595" w:hanging="170"/>
      </w:pPr>
      <w:rPr>
        <w:rFonts w:ascii="Calibri" w:hAnsi="Calibri" w:hint="default"/>
      </w:rPr>
    </w:lvl>
    <w:lvl w:ilvl="3">
      <w:start w:val="1"/>
      <w:numFmt w:val="bullet"/>
      <w:pStyle w:val="ListBullet4"/>
      <w:lvlText w:val="•"/>
      <w:lvlJc w:val="left"/>
      <w:pPr>
        <w:ind w:left="765" w:hanging="170"/>
      </w:pPr>
      <w:rPr>
        <w:rFonts w:ascii="Calibri" w:hAnsi="Calibri" w:hint="default"/>
      </w:rPr>
    </w:lvl>
    <w:lvl w:ilvl="4">
      <w:start w:val="1"/>
      <w:numFmt w:val="bullet"/>
      <w:pStyle w:val="ListBullet5"/>
      <w:lvlText w:val="•"/>
      <w:lvlJc w:val="left"/>
      <w:pPr>
        <w:ind w:left="935" w:hanging="170"/>
      </w:pPr>
      <w:rPr>
        <w:rFonts w:ascii="Calibri" w:hAnsi="Calibri" w:hint="default"/>
      </w:rPr>
    </w:lvl>
    <w:lvl w:ilvl="5">
      <w:start w:val="1"/>
      <w:numFmt w:val="none"/>
      <w:lvlText w:val=""/>
      <w:lvlJc w:val="left"/>
      <w:pPr>
        <w:tabs>
          <w:tab w:val="num" w:pos="1020"/>
        </w:tabs>
        <w:ind w:left="1105" w:hanging="170"/>
      </w:pPr>
      <w:rPr>
        <w:rFonts w:hint="default"/>
      </w:rPr>
    </w:lvl>
    <w:lvl w:ilvl="6">
      <w:start w:val="1"/>
      <w:numFmt w:val="none"/>
      <w:lvlText w:val=""/>
      <w:lvlJc w:val="left"/>
      <w:pPr>
        <w:tabs>
          <w:tab w:val="num" w:pos="1190"/>
        </w:tabs>
        <w:ind w:left="1275" w:hanging="170"/>
      </w:pPr>
      <w:rPr>
        <w:rFonts w:hint="default"/>
      </w:rPr>
    </w:lvl>
    <w:lvl w:ilvl="7">
      <w:start w:val="1"/>
      <w:numFmt w:val="none"/>
      <w:lvlText w:val=""/>
      <w:lvlJc w:val="left"/>
      <w:pPr>
        <w:tabs>
          <w:tab w:val="num" w:pos="1360"/>
        </w:tabs>
        <w:ind w:left="1445" w:hanging="170"/>
      </w:pPr>
      <w:rPr>
        <w:rFonts w:hint="default"/>
      </w:rPr>
    </w:lvl>
    <w:lvl w:ilvl="8">
      <w:start w:val="1"/>
      <w:numFmt w:val="none"/>
      <w:lvlText w:val=""/>
      <w:lvlJc w:val="left"/>
      <w:pPr>
        <w:tabs>
          <w:tab w:val="num" w:pos="1530"/>
        </w:tabs>
        <w:ind w:left="1615" w:hanging="170"/>
      </w:pPr>
      <w:rPr>
        <w:rFonts w:hint="default"/>
      </w:rPr>
    </w:lvl>
  </w:abstractNum>
  <w:abstractNum w:abstractNumId="17">
    <w:nsid w:val="2F8D71DC"/>
    <w:multiLevelType w:val="multilevel"/>
    <w:tmpl w:val="D4405A72"/>
    <w:numStyleLink w:val="ListBullets"/>
  </w:abstractNum>
  <w:abstractNum w:abstractNumId="18">
    <w:nsid w:val="4FC02F5E"/>
    <w:multiLevelType w:val="multilevel"/>
    <w:tmpl w:val="57360A90"/>
    <w:name w:val="ListBullets4"/>
    <w:lvl w:ilvl="0">
      <w:start w:val="1"/>
      <w:numFmt w:val="bullet"/>
      <w:suff w:val="nothing"/>
      <w:lvlText w:val="·"/>
      <w:lvlJc w:val="left"/>
      <w:pPr>
        <w:ind w:left="737" w:hanging="737"/>
      </w:pPr>
      <w:rPr>
        <w:rFonts w:ascii="Symbol" w:hAnsi="Symbol" w:hint="default"/>
      </w:rPr>
    </w:lvl>
    <w:lvl w:ilvl="1">
      <w:start w:val="1"/>
      <w:numFmt w:val="bullet"/>
      <w:suff w:val="nothing"/>
      <w:lvlText w:val="·"/>
      <w:lvlJc w:val="left"/>
      <w:pPr>
        <w:ind w:left="170" w:hanging="85"/>
      </w:pPr>
      <w:rPr>
        <w:rFonts w:ascii="Symbol" w:hAnsi="Symbol" w:hint="default"/>
      </w:rPr>
    </w:lvl>
    <w:lvl w:ilvl="2">
      <w:start w:val="1"/>
      <w:numFmt w:val="bullet"/>
      <w:suff w:val="nothing"/>
      <w:lvlText w:val="·"/>
      <w:lvlJc w:val="left"/>
      <w:pPr>
        <w:ind w:left="255" w:hanging="85"/>
      </w:pPr>
      <w:rPr>
        <w:rFonts w:ascii="Symbol" w:hAnsi="Symbol" w:hint="default"/>
      </w:rPr>
    </w:lvl>
    <w:lvl w:ilvl="3">
      <w:start w:val="1"/>
      <w:numFmt w:val="bullet"/>
      <w:suff w:val="nothing"/>
      <w:lvlText w:val="·"/>
      <w:lvlJc w:val="left"/>
      <w:pPr>
        <w:ind w:left="340" w:hanging="85"/>
      </w:pPr>
      <w:rPr>
        <w:rFonts w:ascii="Symbol" w:hAnsi="Symbol" w:hint="default"/>
      </w:rPr>
    </w:lvl>
    <w:lvl w:ilvl="4">
      <w:start w:val="1"/>
      <w:numFmt w:val="bullet"/>
      <w:suff w:val="nothing"/>
      <w:lvlText w:val="·"/>
      <w:lvlJc w:val="left"/>
      <w:pPr>
        <w:ind w:left="425" w:hanging="85"/>
      </w:pPr>
      <w:rPr>
        <w:rFonts w:ascii="Symbol" w:hAnsi="Symbol" w:hint="default"/>
      </w:rPr>
    </w:lvl>
    <w:lvl w:ilvl="5">
      <w:start w:val="1"/>
      <w:numFmt w:val="none"/>
      <w:suff w:val="nothing"/>
      <w:lvlText w:val=""/>
      <w:lvlJc w:val="left"/>
      <w:pPr>
        <w:ind w:left="510" w:hanging="85"/>
      </w:pPr>
      <w:rPr>
        <w:rFonts w:hint="default"/>
      </w:rPr>
    </w:lvl>
    <w:lvl w:ilvl="6">
      <w:start w:val="1"/>
      <w:numFmt w:val="none"/>
      <w:suff w:val="nothing"/>
      <w:lvlText w:val=""/>
      <w:lvlJc w:val="left"/>
      <w:pPr>
        <w:ind w:left="595" w:hanging="85"/>
      </w:pPr>
      <w:rPr>
        <w:rFonts w:hint="default"/>
      </w:rPr>
    </w:lvl>
    <w:lvl w:ilvl="7">
      <w:start w:val="1"/>
      <w:numFmt w:val="none"/>
      <w:suff w:val="nothing"/>
      <w:lvlText w:val=""/>
      <w:lvlJc w:val="left"/>
      <w:pPr>
        <w:ind w:left="680" w:hanging="85"/>
      </w:pPr>
      <w:rPr>
        <w:rFonts w:hint="default"/>
      </w:rPr>
    </w:lvl>
    <w:lvl w:ilvl="8">
      <w:start w:val="1"/>
      <w:numFmt w:val="none"/>
      <w:suff w:val="nothing"/>
      <w:lvlText w:val=""/>
      <w:lvlJc w:val="left"/>
      <w:pPr>
        <w:ind w:left="765" w:hanging="85"/>
      </w:pPr>
      <w:rPr>
        <w:rFonts w:hint="default"/>
      </w:rPr>
    </w:lvl>
  </w:abstractNum>
  <w:abstractNum w:abstractNumId="19">
    <w:nsid w:val="5B4B1B64"/>
    <w:multiLevelType w:val="multilevel"/>
    <w:tmpl w:val="735E5634"/>
    <w:name w:val="ListContinues"/>
    <w:styleLink w:val="ListContinues"/>
    <w:lvl w:ilvl="0">
      <w:start w:val="1"/>
      <w:numFmt w:val="none"/>
      <w:pStyle w:val="ListContinue"/>
      <w:suff w:val="nothing"/>
      <w:lvlText w:val=""/>
      <w:lvlJc w:val="left"/>
      <w:pPr>
        <w:tabs>
          <w:tab w:val="num" w:pos="340"/>
        </w:tabs>
        <w:ind w:left="340" w:firstLine="0"/>
      </w:pPr>
    </w:lvl>
    <w:lvl w:ilvl="1">
      <w:start w:val="1"/>
      <w:numFmt w:val="none"/>
      <w:pStyle w:val="ListContinue2"/>
      <w:suff w:val="nothing"/>
      <w:lvlText w:val=""/>
      <w:lvlJc w:val="left"/>
      <w:pPr>
        <w:tabs>
          <w:tab w:val="num" w:pos="680"/>
        </w:tabs>
        <w:ind w:left="680" w:firstLine="0"/>
      </w:pPr>
    </w:lvl>
    <w:lvl w:ilvl="2">
      <w:start w:val="1"/>
      <w:numFmt w:val="none"/>
      <w:pStyle w:val="ListContinue3"/>
      <w:suff w:val="nothing"/>
      <w:lvlText w:val=""/>
      <w:lvlJc w:val="left"/>
      <w:pPr>
        <w:tabs>
          <w:tab w:val="num" w:pos="1020"/>
        </w:tabs>
        <w:ind w:left="1020" w:firstLine="0"/>
      </w:pPr>
    </w:lvl>
    <w:lvl w:ilvl="3">
      <w:start w:val="1"/>
      <w:numFmt w:val="none"/>
      <w:pStyle w:val="ListContinue4"/>
      <w:suff w:val="nothing"/>
      <w:lvlText w:val=""/>
      <w:lvlJc w:val="left"/>
      <w:pPr>
        <w:tabs>
          <w:tab w:val="num" w:pos="1361"/>
        </w:tabs>
        <w:ind w:left="1361" w:firstLine="0"/>
      </w:pPr>
    </w:lvl>
    <w:lvl w:ilvl="4">
      <w:start w:val="1"/>
      <w:numFmt w:val="none"/>
      <w:pStyle w:val="ListContinue5"/>
      <w:suff w:val="nothing"/>
      <w:lvlText w:val=""/>
      <w:lvlJc w:val="left"/>
      <w:pPr>
        <w:tabs>
          <w:tab w:val="num" w:pos="1701"/>
        </w:tabs>
        <w:ind w:left="1701"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nsid w:val="5BE9476B"/>
    <w:multiLevelType w:val="multilevel"/>
    <w:tmpl w:val="69F2D236"/>
    <w:name w:val="ListHeadings"/>
    <w:styleLink w:val="ListHeadings"/>
    <w:lvl w:ilvl="0">
      <w:start w:val="1"/>
      <w:numFmt w:val="decimal"/>
      <w:lvlText w:val="%1"/>
      <w:lvlJc w:val="left"/>
      <w:pPr>
        <w:tabs>
          <w:tab w:val="num" w:pos="340"/>
        </w:tabs>
        <w:ind w:left="340" w:hanging="340"/>
      </w:pPr>
    </w:lvl>
    <w:lvl w:ilvl="1">
      <w:start w:val="1"/>
      <w:numFmt w:val="decimal"/>
      <w:lvlText w:val="%1.%2"/>
      <w:lvlJc w:val="left"/>
      <w:pPr>
        <w:tabs>
          <w:tab w:val="num" w:pos="680"/>
        </w:tabs>
        <w:ind w:left="680" w:hanging="340"/>
      </w:pPr>
    </w:lvl>
    <w:lvl w:ilvl="2">
      <w:start w:val="1"/>
      <w:numFmt w:val="decimal"/>
      <w:lvlText w:val="%1.%2.%3"/>
      <w:lvlJc w:val="left"/>
      <w:pPr>
        <w:tabs>
          <w:tab w:val="num" w:pos="1020"/>
        </w:tabs>
        <w:ind w:left="1020" w:hanging="340"/>
      </w:pPr>
    </w:lvl>
    <w:lvl w:ilvl="3">
      <w:start w:val="1"/>
      <w:numFmt w:val="decimal"/>
      <w:pStyle w:val="Heading4"/>
      <w:lvlText w:val="%1.%2.%3.%4"/>
      <w:lvlJc w:val="left"/>
      <w:pPr>
        <w:tabs>
          <w:tab w:val="num" w:pos="1361"/>
        </w:tabs>
        <w:ind w:left="1361" w:hanging="341"/>
      </w:pPr>
    </w:lvl>
    <w:lvl w:ilvl="4">
      <w:start w:val="1"/>
      <w:numFmt w:val="none"/>
      <w:pStyle w:val="Heading5"/>
      <w:suff w:val="nothing"/>
      <w:lvlText w:val=""/>
      <w:lvlJc w:val="left"/>
      <w:pPr>
        <w:ind w:left="1800" w:hanging="360"/>
      </w:pPr>
    </w:lvl>
    <w:lvl w:ilvl="5">
      <w:start w:val="1"/>
      <w:numFmt w:val="none"/>
      <w:pStyle w:val="Heading6"/>
      <w:suff w:val="nothing"/>
      <w:lvlText w:val=""/>
      <w:lvlJc w:val="left"/>
      <w:pPr>
        <w:ind w:left="2160" w:hanging="360"/>
      </w:pPr>
    </w:lvl>
    <w:lvl w:ilvl="6">
      <w:start w:val="1"/>
      <w:numFmt w:val="none"/>
      <w:pStyle w:val="Heading7"/>
      <w:suff w:val="nothing"/>
      <w:lvlText w:val=""/>
      <w:lvlJc w:val="left"/>
      <w:pPr>
        <w:ind w:left="2520" w:hanging="360"/>
      </w:pPr>
    </w:lvl>
    <w:lvl w:ilvl="7">
      <w:start w:val="1"/>
      <w:numFmt w:val="none"/>
      <w:pStyle w:val="Heading8"/>
      <w:suff w:val="nothing"/>
      <w:lvlText w:val=""/>
      <w:lvlJc w:val="left"/>
      <w:pPr>
        <w:ind w:left="2880" w:hanging="360"/>
      </w:pPr>
    </w:lvl>
    <w:lvl w:ilvl="8">
      <w:start w:val="1"/>
      <w:numFmt w:val="none"/>
      <w:pStyle w:val="Heading9"/>
      <w:suff w:val="nothing"/>
      <w:lvlText w:val=""/>
      <w:lvlJc w:val="left"/>
      <w:pPr>
        <w:ind w:left="3240" w:hanging="360"/>
      </w:pPr>
    </w:lvl>
  </w:abstractNum>
  <w:abstractNum w:abstractNumId="21">
    <w:nsid w:val="6CC63A27"/>
    <w:multiLevelType w:val="multilevel"/>
    <w:tmpl w:val="57360A90"/>
    <w:name w:val="ListBullets3"/>
    <w:lvl w:ilvl="0">
      <w:start w:val="1"/>
      <w:numFmt w:val="bullet"/>
      <w:suff w:val="nothing"/>
      <w:lvlText w:val="·"/>
      <w:lvlJc w:val="left"/>
      <w:pPr>
        <w:ind w:left="737" w:hanging="737"/>
      </w:pPr>
      <w:rPr>
        <w:rFonts w:ascii="Symbol" w:hAnsi="Symbol" w:hint="default"/>
      </w:rPr>
    </w:lvl>
    <w:lvl w:ilvl="1">
      <w:start w:val="1"/>
      <w:numFmt w:val="bullet"/>
      <w:suff w:val="nothing"/>
      <w:lvlText w:val="·"/>
      <w:lvlJc w:val="left"/>
      <w:pPr>
        <w:ind w:left="170" w:hanging="85"/>
      </w:pPr>
      <w:rPr>
        <w:rFonts w:ascii="Symbol" w:hAnsi="Symbol" w:hint="default"/>
      </w:rPr>
    </w:lvl>
    <w:lvl w:ilvl="2">
      <w:start w:val="1"/>
      <w:numFmt w:val="bullet"/>
      <w:suff w:val="nothing"/>
      <w:lvlText w:val="·"/>
      <w:lvlJc w:val="left"/>
      <w:pPr>
        <w:ind w:left="255" w:hanging="85"/>
      </w:pPr>
      <w:rPr>
        <w:rFonts w:ascii="Symbol" w:hAnsi="Symbol" w:hint="default"/>
      </w:rPr>
    </w:lvl>
    <w:lvl w:ilvl="3">
      <w:start w:val="1"/>
      <w:numFmt w:val="bullet"/>
      <w:suff w:val="nothing"/>
      <w:lvlText w:val="·"/>
      <w:lvlJc w:val="left"/>
      <w:pPr>
        <w:ind w:left="340" w:hanging="85"/>
      </w:pPr>
      <w:rPr>
        <w:rFonts w:ascii="Symbol" w:hAnsi="Symbol" w:hint="default"/>
      </w:rPr>
    </w:lvl>
    <w:lvl w:ilvl="4">
      <w:start w:val="1"/>
      <w:numFmt w:val="bullet"/>
      <w:suff w:val="nothing"/>
      <w:lvlText w:val="·"/>
      <w:lvlJc w:val="left"/>
      <w:pPr>
        <w:ind w:left="425" w:hanging="85"/>
      </w:pPr>
      <w:rPr>
        <w:rFonts w:ascii="Symbol" w:hAnsi="Symbol" w:hint="default"/>
      </w:rPr>
    </w:lvl>
    <w:lvl w:ilvl="5">
      <w:start w:val="1"/>
      <w:numFmt w:val="none"/>
      <w:suff w:val="nothing"/>
      <w:lvlText w:val=""/>
      <w:lvlJc w:val="left"/>
      <w:pPr>
        <w:ind w:left="510" w:hanging="85"/>
      </w:pPr>
      <w:rPr>
        <w:rFonts w:hint="default"/>
      </w:rPr>
    </w:lvl>
    <w:lvl w:ilvl="6">
      <w:start w:val="1"/>
      <w:numFmt w:val="none"/>
      <w:suff w:val="nothing"/>
      <w:lvlText w:val=""/>
      <w:lvlJc w:val="left"/>
      <w:pPr>
        <w:ind w:left="595" w:hanging="85"/>
      </w:pPr>
      <w:rPr>
        <w:rFonts w:hint="default"/>
      </w:rPr>
    </w:lvl>
    <w:lvl w:ilvl="7">
      <w:start w:val="1"/>
      <w:numFmt w:val="none"/>
      <w:suff w:val="nothing"/>
      <w:lvlText w:val=""/>
      <w:lvlJc w:val="left"/>
      <w:pPr>
        <w:ind w:left="680" w:hanging="85"/>
      </w:pPr>
      <w:rPr>
        <w:rFonts w:hint="default"/>
      </w:rPr>
    </w:lvl>
    <w:lvl w:ilvl="8">
      <w:start w:val="1"/>
      <w:numFmt w:val="none"/>
      <w:suff w:val="nothing"/>
      <w:lvlText w:val=""/>
      <w:lvlJc w:val="left"/>
      <w:pPr>
        <w:ind w:left="765" w:hanging="85"/>
      </w:pPr>
      <w:rPr>
        <w:rFonts w:hint="default"/>
      </w:rPr>
    </w:lvl>
  </w:abstractNum>
  <w:abstractNum w:abstractNumId="22">
    <w:nsid w:val="7C162C9D"/>
    <w:multiLevelType w:val="multilevel"/>
    <w:tmpl w:val="1D7EAFD4"/>
    <w:name w:val="ListNumbers"/>
    <w:styleLink w:val="ListNumbers"/>
    <w:lvl w:ilvl="0">
      <w:start w:val="1"/>
      <w:numFmt w:val="decimal"/>
      <w:pStyle w:val="ListNumber"/>
      <w:lvlText w:val="%1"/>
      <w:lvlJc w:val="left"/>
      <w:pPr>
        <w:tabs>
          <w:tab w:val="num" w:pos="340"/>
        </w:tabs>
        <w:ind w:left="340" w:hanging="340"/>
      </w:pPr>
    </w:lvl>
    <w:lvl w:ilvl="1">
      <w:start w:val="1"/>
      <w:numFmt w:val="decimal"/>
      <w:pStyle w:val="ListNumber2"/>
      <w:lvlText w:val="%1.%2"/>
      <w:lvlJc w:val="left"/>
      <w:pPr>
        <w:tabs>
          <w:tab w:val="num" w:pos="680"/>
        </w:tabs>
        <w:ind w:left="680" w:hanging="340"/>
      </w:pPr>
    </w:lvl>
    <w:lvl w:ilvl="2">
      <w:start w:val="1"/>
      <w:numFmt w:val="decimal"/>
      <w:pStyle w:val="ListNumber3"/>
      <w:lvlText w:val="%1.%2.%3"/>
      <w:lvlJc w:val="left"/>
      <w:pPr>
        <w:tabs>
          <w:tab w:val="num" w:pos="1020"/>
        </w:tabs>
        <w:ind w:left="1020" w:hanging="340"/>
      </w:pPr>
    </w:lvl>
    <w:lvl w:ilvl="3">
      <w:start w:val="1"/>
      <w:numFmt w:val="decimal"/>
      <w:pStyle w:val="ListNumber4"/>
      <w:lvlText w:val="%1.%2.%3.%4"/>
      <w:lvlJc w:val="left"/>
      <w:pPr>
        <w:tabs>
          <w:tab w:val="num" w:pos="1361"/>
        </w:tabs>
        <w:ind w:left="1361" w:hanging="341"/>
      </w:pPr>
    </w:lvl>
    <w:lvl w:ilvl="4">
      <w:start w:val="1"/>
      <w:numFmt w:val="decimal"/>
      <w:pStyle w:val="ListNumber5"/>
      <w:lvlText w:val="%1.%2.%3.%4%5"/>
      <w:lvlJc w:val="left"/>
      <w:pPr>
        <w:tabs>
          <w:tab w:val="num" w:pos="1701"/>
        </w:tabs>
        <w:ind w:left="1701" w:hanging="34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nsid w:val="7FBC1847"/>
    <w:multiLevelType w:val="multilevel"/>
    <w:tmpl w:val="57360A90"/>
    <w:name w:val="ListBullets5"/>
    <w:lvl w:ilvl="0">
      <w:start w:val="1"/>
      <w:numFmt w:val="bullet"/>
      <w:suff w:val="nothing"/>
      <w:lvlText w:val="·"/>
      <w:lvlJc w:val="left"/>
      <w:pPr>
        <w:ind w:left="737" w:hanging="737"/>
      </w:pPr>
      <w:rPr>
        <w:rFonts w:ascii="Symbol" w:hAnsi="Symbol" w:hint="default"/>
      </w:rPr>
    </w:lvl>
    <w:lvl w:ilvl="1">
      <w:start w:val="1"/>
      <w:numFmt w:val="bullet"/>
      <w:suff w:val="nothing"/>
      <w:lvlText w:val="·"/>
      <w:lvlJc w:val="left"/>
      <w:pPr>
        <w:ind w:left="170" w:hanging="85"/>
      </w:pPr>
      <w:rPr>
        <w:rFonts w:ascii="Symbol" w:hAnsi="Symbol" w:hint="default"/>
      </w:rPr>
    </w:lvl>
    <w:lvl w:ilvl="2">
      <w:start w:val="1"/>
      <w:numFmt w:val="bullet"/>
      <w:suff w:val="nothing"/>
      <w:lvlText w:val="·"/>
      <w:lvlJc w:val="left"/>
      <w:pPr>
        <w:ind w:left="255" w:hanging="85"/>
      </w:pPr>
      <w:rPr>
        <w:rFonts w:ascii="Symbol" w:hAnsi="Symbol" w:hint="default"/>
      </w:rPr>
    </w:lvl>
    <w:lvl w:ilvl="3">
      <w:start w:val="1"/>
      <w:numFmt w:val="bullet"/>
      <w:suff w:val="nothing"/>
      <w:lvlText w:val="·"/>
      <w:lvlJc w:val="left"/>
      <w:pPr>
        <w:ind w:left="340" w:hanging="85"/>
      </w:pPr>
      <w:rPr>
        <w:rFonts w:ascii="Symbol" w:hAnsi="Symbol" w:hint="default"/>
      </w:rPr>
    </w:lvl>
    <w:lvl w:ilvl="4">
      <w:start w:val="1"/>
      <w:numFmt w:val="bullet"/>
      <w:suff w:val="nothing"/>
      <w:lvlText w:val="·"/>
      <w:lvlJc w:val="left"/>
      <w:pPr>
        <w:ind w:left="425" w:hanging="85"/>
      </w:pPr>
      <w:rPr>
        <w:rFonts w:ascii="Symbol" w:hAnsi="Symbol" w:hint="default"/>
      </w:rPr>
    </w:lvl>
    <w:lvl w:ilvl="5">
      <w:start w:val="1"/>
      <w:numFmt w:val="none"/>
      <w:suff w:val="nothing"/>
      <w:lvlText w:val=""/>
      <w:lvlJc w:val="left"/>
      <w:pPr>
        <w:ind w:left="510" w:hanging="85"/>
      </w:pPr>
      <w:rPr>
        <w:rFonts w:hint="default"/>
      </w:rPr>
    </w:lvl>
    <w:lvl w:ilvl="6">
      <w:start w:val="1"/>
      <w:numFmt w:val="none"/>
      <w:suff w:val="nothing"/>
      <w:lvlText w:val=""/>
      <w:lvlJc w:val="left"/>
      <w:pPr>
        <w:ind w:left="595" w:hanging="85"/>
      </w:pPr>
      <w:rPr>
        <w:rFonts w:hint="default"/>
      </w:rPr>
    </w:lvl>
    <w:lvl w:ilvl="7">
      <w:start w:val="1"/>
      <w:numFmt w:val="none"/>
      <w:suff w:val="nothing"/>
      <w:lvlText w:val=""/>
      <w:lvlJc w:val="left"/>
      <w:pPr>
        <w:ind w:left="680" w:hanging="85"/>
      </w:pPr>
      <w:rPr>
        <w:rFonts w:hint="default"/>
      </w:rPr>
    </w:lvl>
    <w:lvl w:ilvl="8">
      <w:start w:val="1"/>
      <w:numFmt w:val="none"/>
      <w:suff w:val="nothing"/>
      <w:lvlText w:val=""/>
      <w:lvlJc w:val="left"/>
      <w:pPr>
        <w:ind w:left="765" w:hanging="85"/>
      </w:pPr>
      <w:rPr>
        <w:rFonts w:hint="default"/>
      </w:rPr>
    </w:lvl>
  </w:abstractNum>
  <w:num w:numId="1">
    <w:abstractNumId w:val="20"/>
  </w:num>
  <w:num w:numId="2">
    <w:abstractNumId w:val="9"/>
  </w:num>
  <w:num w:numId="3">
    <w:abstractNumId w:val="7"/>
  </w:num>
  <w:num w:numId="4">
    <w:abstractNumId w:val="6"/>
  </w:num>
  <w:num w:numId="5">
    <w:abstractNumId w:val="5"/>
  </w:num>
  <w:num w:numId="6">
    <w:abstractNumId w:val="4"/>
  </w:num>
  <w:num w:numId="7">
    <w:abstractNumId w:val="11"/>
    <w:lvlOverride w:ilvl="0">
      <w:lvl w:ilvl="0">
        <w:start w:val="1"/>
        <w:numFmt w:val="bullet"/>
        <w:lvlText w:val="·"/>
        <w:lvlJc w:val="left"/>
        <w:pPr>
          <w:ind w:left="255" w:hanging="170"/>
        </w:pPr>
        <w:rPr>
          <w:rFonts w:ascii="Symbol" w:hAnsi="Symbol" w:hint="default"/>
        </w:rPr>
      </w:lvl>
    </w:lvlOverride>
    <w:lvlOverride w:ilvl="1">
      <w:lvl w:ilvl="1">
        <w:start w:val="1"/>
        <w:numFmt w:val="bullet"/>
        <w:lvlText w:val="·"/>
        <w:lvlJc w:val="left"/>
        <w:pPr>
          <w:ind w:left="425" w:hanging="170"/>
        </w:pPr>
        <w:rPr>
          <w:rFonts w:ascii="Symbol" w:hAnsi="Symbol" w:hint="default"/>
        </w:rPr>
      </w:lvl>
    </w:lvlOverride>
    <w:lvlOverride w:ilvl="2">
      <w:lvl w:ilvl="2">
        <w:start w:val="1"/>
        <w:numFmt w:val="bullet"/>
        <w:lvlText w:val="·"/>
        <w:lvlJc w:val="left"/>
        <w:pPr>
          <w:ind w:left="595" w:hanging="170"/>
        </w:pPr>
        <w:rPr>
          <w:rFonts w:ascii="Symbol" w:hAnsi="Symbol" w:hint="default"/>
        </w:rPr>
      </w:lvl>
    </w:lvlOverride>
    <w:lvlOverride w:ilvl="3">
      <w:lvl w:ilvl="3">
        <w:start w:val="1"/>
        <w:numFmt w:val="bullet"/>
        <w:lvlText w:val="·"/>
        <w:lvlJc w:val="left"/>
        <w:pPr>
          <w:ind w:left="765" w:hanging="170"/>
        </w:pPr>
        <w:rPr>
          <w:rFonts w:ascii="Symbol" w:hAnsi="Symbol" w:hint="default"/>
        </w:rPr>
      </w:lvl>
    </w:lvlOverride>
    <w:lvlOverride w:ilvl="4">
      <w:lvl w:ilvl="4">
        <w:start w:val="1"/>
        <w:numFmt w:val="bullet"/>
        <w:lvlText w:val="·"/>
        <w:lvlJc w:val="left"/>
        <w:pPr>
          <w:ind w:left="935" w:hanging="170"/>
        </w:pPr>
        <w:rPr>
          <w:rFonts w:ascii="Symbol" w:hAnsi="Symbol" w:hint="default"/>
        </w:rPr>
      </w:lvl>
    </w:lvlOverride>
    <w:lvlOverride w:ilvl="5">
      <w:lvl w:ilvl="5">
        <w:start w:val="1"/>
        <w:numFmt w:val="none"/>
        <w:lvlText w:val=""/>
        <w:lvlJc w:val="left"/>
        <w:pPr>
          <w:ind w:left="1105" w:hanging="170"/>
        </w:pPr>
        <w:rPr>
          <w:rFonts w:hint="default"/>
        </w:rPr>
      </w:lvl>
    </w:lvlOverride>
    <w:lvlOverride w:ilvl="6">
      <w:lvl w:ilvl="6">
        <w:start w:val="1"/>
        <w:numFmt w:val="none"/>
        <w:suff w:val="nothing"/>
        <w:lvlText w:val=""/>
        <w:lvlJc w:val="left"/>
        <w:pPr>
          <w:ind w:left="1275" w:hanging="170"/>
        </w:pPr>
        <w:rPr>
          <w:rFonts w:hint="default"/>
        </w:rPr>
      </w:lvl>
    </w:lvlOverride>
    <w:lvlOverride w:ilvl="7">
      <w:lvl w:ilvl="7">
        <w:start w:val="1"/>
        <w:numFmt w:val="none"/>
        <w:suff w:val="nothing"/>
        <w:lvlText w:val=""/>
        <w:lvlJc w:val="left"/>
        <w:pPr>
          <w:ind w:left="1445" w:hanging="170"/>
        </w:pPr>
        <w:rPr>
          <w:rFonts w:hint="default"/>
        </w:rPr>
      </w:lvl>
    </w:lvlOverride>
    <w:lvlOverride w:ilvl="8">
      <w:lvl w:ilvl="8">
        <w:start w:val="1"/>
        <w:numFmt w:val="none"/>
        <w:suff w:val="nothing"/>
        <w:lvlText w:val=""/>
        <w:lvlJc w:val="left"/>
        <w:pPr>
          <w:ind w:left="1615" w:hanging="170"/>
        </w:pPr>
        <w:rPr>
          <w:rFonts w:hint="default"/>
        </w:rPr>
      </w:lvl>
    </w:lvlOverride>
  </w:num>
  <w:num w:numId="8">
    <w:abstractNumId w:val="19"/>
    <w:lvlOverride w:ilvl="0">
      <w:lvl w:ilvl="0">
        <w:start w:val="1"/>
        <w:numFmt w:val="none"/>
        <w:pStyle w:val="ListContinue"/>
        <w:suff w:val="nothing"/>
        <w:lvlText w:val=""/>
        <w:lvlJc w:val="left"/>
        <w:pPr>
          <w:tabs>
            <w:tab w:val="num" w:pos="340"/>
          </w:tabs>
          <w:ind w:left="340" w:firstLine="0"/>
        </w:pPr>
      </w:lvl>
    </w:lvlOverride>
  </w:num>
  <w:num w:numId="9">
    <w:abstractNumId w:val="8"/>
  </w:num>
  <w:num w:numId="10">
    <w:abstractNumId w:val="3"/>
  </w:num>
  <w:num w:numId="11">
    <w:abstractNumId w:val="2"/>
  </w:num>
  <w:num w:numId="12">
    <w:abstractNumId w:val="1"/>
  </w:num>
  <w:num w:numId="13">
    <w:abstractNumId w:val="0"/>
  </w:num>
  <w:num w:numId="14">
    <w:abstractNumId w:val="22"/>
  </w:num>
  <w:num w:numId="15">
    <w:abstractNumId w:val="14"/>
  </w:num>
  <w:num w:numId="16">
    <w:abstractNumId w:val="21"/>
  </w:num>
  <w:num w:numId="17">
    <w:abstractNumId w:val="18"/>
  </w:num>
  <w:num w:numId="18">
    <w:abstractNumId w:val="23"/>
  </w:num>
  <w:num w:numId="19">
    <w:abstractNumId w:val="13"/>
  </w:num>
  <w:num w:numId="20">
    <w:abstractNumId w:val="19"/>
  </w:num>
  <w:num w:numId="21">
    <w:abstractNumId w:val="1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2"/>
  </w:num>
  <w:num w:numId="25">
    <w:abstractNumId w:val="17"/>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9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verted" w:val="False"/>
    <w:docVar w:name="dvYBIMOTemplate" w:val="YBIMO"/>
  </w:docVars>
  <w:rsids>
    <w:rsidRoot w:val="00B004F2"/>
    <w:rsid w:val="000226C7"/>
    <w:rsid w:val="00086012"/>
    <w:rsid w:val="000C1AA1"/>
    <w:rsid w:val="000D324A"/>
    <w:rsid w:val="00120D1A"/>
    <w:rsid w:val="001347C9"/>
    <w:rsid w:val="00165720"/>
    <w:rsid w:val="00171D9D"/>
    <w:rsid w:val="001864F8"/>
    <w:rsid w:val="001928E4"/>
    <w:rsid w:val="001A53F6"/>
    <w:rsid w:val="001D24B6"/>
    <w:rsid w:val="002526EB"/>
    <w:rsid w:val="002620D5"/>
    <w:rsid w:val="00296795"/>
    <w:rsid w:val="002B1825"/>
    <w:rsid w:val="00332847"/>
    <w:rsid w:val="00395CA8"/>
    <w:rsid w:val="003A4058"/>
    <w:rsid w:val="003E4E8D"/>
    <w:rsid w:val="00416131"/>
    <w:rsid w:val="004D67CE"/>
    <w:rsid w:val="004F548D"/>
    <w:rsid w:val="005467AD"/>
    <w:rsid w:val="00586F7A"/>
    <w:rsid w:val="00593474"/>
    <w:rsid w:val="0062296F"/>
    <w:rsid w:val="006669E7"/>
    <w:rsid w:val="006776ED"/>
    <w:rsid w:val="006F3FE6"/>
    <w:rsid w:val="007153DC"/>
    <w:rsid w:val="00734110"/>
    <w:rsid w:val="007A5B75"/>
    <w:rsid w:val="00842A27"/>
    <w:rsid w:val="00847282"/>
    <w:rsid w:val="00853A26"/>
    <w:rsid w:val="00860B40"/>
    <w:rsid w:val="00897E97"/>
    <w:rsid w:val="0090075F"/>
    <w:rsid w:val="00952A45"/>
    <w:rsid w:val="009543BC"/>
    <w:rsid w:val="0096055D"/>
    <w:rsid w:val="009938F0"/>
    <w:rsid w:val="009A30E3"/>
    <w:rsid w:val="00A2207B"/>
    <w:rsid w:val="00AB3521"/>
    <w:rsid w:val="00AB384B"/>
    <w:rsid w:val="00AC2049"/>
    <w:rsid w:val="00AC53D8"/>
    <w:rsid w:val="00AD217A"/>
    <w:rsid w:val="00AD76FC"/>
    <w:rsid w:val="00AE6426"/>
    <w:rsid w:val="00B004F2"/>
    <w:rsid w:val="00B35DE3"/>
    <w:rsid w:val="00C22125"/>
    <w:rsid w:val="00C67D8C"/>
    <w:rsid w:val="00C74D7D"/>
    <w:rsid w:val="00CC767C"/>
    <w:rsid w:val="00D04A84"/>
    <w:rsid w:val="00D43BAF"/>
    <w:rsid w:val="00D57BD6"/>
    <w:rsid w:val="00DA6A06"/>
    <w:rsid w:val="00DD5A68"/>
    <w:rsid w:val="00E01B49"/>
    <w:rsid w:val="00E10EBB"/>
    <w:rsid w:val="00E3136A"/>
    <w:rsid w:val="00EF1176"/>
    <w:rsid w:val="00EF3199"/>
    <w:rsid w:val="00EF3D32"/>
    <w:rsid w:val="00F21963"/>
    <w:rsid w:val="00F2427B"/>
    <w:rsid w:val="00F330EE"/>
    <w:rsid w:val="00F54329"/>
    <w:rsid w:val="00F8507D"/>
    <w:rsid w:val="00FC615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7B4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76">
    <w:lsdException w:name="Normal" w:semiHidden="0" w:unhideWhenUsed="0"/>
    <w:lsdException w:name="heading 1" w:semiHidden="0" w:uiPriority="0" w:unhideWhenUsed="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List Number" w:uiPriority="0" w:qFormat="1"/>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w:uiPriority="0" w:qFormat="1"/>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qFormat="1"/>
  </w:latentStyles>
  <w:style w:type="paragraph" w:default="1" w:styleId="Normal">
    <w:name w:val="Normal"/>
    <w:uiPriority w:val="99"/>
    <w:semiHidden/>
    <w:rsid w:val="00952A45"/>
  </w:style>
  <w:style w:type="paragraph" w:styleId="Heading1">
    <w:name w:val="heading 1"/>
    <w:basedOn w:val="Normal"/>
    <w:next w:val="BodyText"/>
    <w:link w:val="Heading1Char"/>
    <w:qFormat/>
    <w:rsid w:val="001A53F6"/>
    <w:pPr>
      <w:keepNext/>
      <w:keepLines/>
      <w:spacing w:before="240" w:after="0"/>
      <w:outlineLvl w:val="0"/>
    </w:pPr>
    <w:rPr>
      <w:rFonts w:asciiTheme="majorHAnsi" w:eastAsiaTheme="majorEastAsia" w:hAnsiTheme="majorHAnsi" w:cstheme="majorBidi"/>
      <w:b/>
      <w:sz w:val="40"/>
      <w:szCs w:val="32"/>
    </w:rPr>
  </w:style>
  <w:style w:type="paragraph" w:styleId="Heading2">
    <w:name w:val="heading 2"/>
    <w:basedOn w:val="Normal"/>
    <w:next w:val="BodyText"/>
    <w:link w:val="Heading2Char"/>
    <w:unhideWhenUsed/>
    <w:qFormat/>
    <w:rsid w:val="001A53F6"/>
    <w:pPr>
      <w:keepNext/>
      <w:keepLines/>
      <w:spacing w:before="40" w:after="0"/>
      <w:outlineLvl w:val="1"/>
    </w:pPr>
    <w:rPr>
      <w:rFonts w:asciiTheme="majorHAnsi" w:eastAsiaTheme="majorEastAsia" w:hAnsiTheme="majorHAnsi" w:cstheme="majorBidi"/>
      <w:b/>
      <w:sz w:val="32"/>
      <w:szCs w:val="26"/>
    </w:rPr>
  </w:style>
  <w:style w:type="paragraph" w:styleId="Heading3">
    <w:name w:val="heading 3"/>
    <w:basedOn w:val="Normal"/>
    <w:link w:val="Heading3Char"/>
    <w:unhideWhenUsed/>
    <w:qFormat/>
    <w:rsid w:val="00416131"/>
    <w:pPr>
      <w:keepNext/>
      <w:keepLines/>
      <w:spacing w:before="40" w:after="0"/>
      <w:outlineLvl w:val="2"/>
    </w:pPr>
    <w:rPr>
      <w:rFonts w:ascii="Arial" w:eastAsiaTheme="majorEastAsia" w:hAnsi="Arial" w:cstheme="majorBidi"/>
      <w:b/>
      <w:sz w:val="20"/>
      <w:szCs w:val="24"/>
    </w:rPr>
  </w:style>
  <w:style w:type="paragraph" w:styleId="Heading4">
    <w:name w:val="heading 4"/>
    <w:basedOn w:val="Normal"/>
    <w:next w:val="BodyText"/>
    <w:link w:val="Heading4Char"/>
    <w:unhideWhenUsed/>
    <w:rsid w:val="001A53F6"/>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BodyText"/>
    <w:link w:val="Heading5Char"/>
    <w:semiHidden/>
    <w:unhideWhenUsed/>
    <w:rsid w:val="001A53F6"/>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BodyText"/>
    <w:link w:val="Heading6Char"/>
    <w:semiHidden/>
    <w:unhideWhenUsed/>
    <w:rsid w:val="001A53F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BodyText"/>
    <w:link w:val="Heading7Char"/>
    <w:semiHidden/>
    <w:unhideWhenUsed/>
    <w:rsid w:val="001A53F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BodyText"/>
    <w:link w:val="Heading8Char"/>
    <w:semiHidden/>
    <w:unhideWhenUsed/>
    <w:rsid w:val="001A53F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BodyText"/>
    <w:link w:val="Heading9Char"/>
    <w:semiHidden/>
    <w:unhideWhenUsed/>
    <w:rsid w:val="001A53F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rongEmphasis">
    <w:name w:val="Strong Emphasis"/>
    <w:basedOn w:val="DefaultParagraphFont"/>
    <w:rsid w:val="001A53F6"/>
    <w:rPr>
      <w:b/>
      <w:i/>
    </w:rPr>
  </w:style>
  <w:style w:type="character" w:customStyle="1" w:styleId="Superscript">
    <w:name w:val="Superscript"/>
    <w:basedOn w:val="DefaultParagraphFont"/>
    <w:rsid w:val="001A53F6"/>
    <w:rPr>
      <w:vertAlign w:val="superscript"/>
    </w:rPr>
  </w:style>
  <w:style w:type="paragraph" w:styleId="BodyText">
    <w:name w:val="Body Text"/>
    <w:basedOn w:val="Normal"/>
    <w:link w:val="BodyTextChar"/>
    <w:unhideWhenUsed/>
    <w:qFormat/>
    <w:rsid w:val="00952A45"/>
    <w:pPr>
      <w:spacing w:before="60" w:after="60"/>
      <w:ind w:left="85" w:right="85"/>
      <w:contextualSpacing/>
    </w:pPr>
    <w:rPr>
      <w:rFonts w:ascii="Arial" w:hAnsi="Arial"/>
      <w:sz w:val="18"/>
    </w:rPr>
  </w:style>
  <w:style w:type="character" w:customStyle="1" w:styleId="BodyTextChar">
    <w:name w:val="Body Text Char"/>
    <w:basedOn w:val="DefaultParagraphFont"/>
    <w:link w:val="BodyText"/>
    <w:rsid w:val="00952A45"/>
    <w:rPr>
      <w:rFonts w:ascii="Arial" w:hAnsi="Arial"/>
      <w:sz w:val="18"/>
    </w:rPr>
  </w:style>
  <w:style w:type="paragraph" w:styleId="BodyText2">
    <w:name w:val="Body Text 2"/>
    <w:basedOn w:val="BodyText"/>
    <w:link w:val="BodyText2Char"/>
    <w:semiHidden/>
    <w:unhideWhenUsed/>
    <w:rsid w:val="001A53F6"/>
    <w:pPr>
      <w:spacing w:after="120" w:line="480" w:lineRule="auto"/>
    </w:pPr>
  </w:style>
  <w:style w:type="character" w:customStyle="1" w:styleId="BodyText2Char">
    <w:name w:val="Body Text 2 Char"/>
    <w:basedOn w:val="DefaultParagraphFont"/>
    <w:link w:val="BodyText2"/>
    <w:uiPriority w:val="99"/>
    <w:semiHidden/>
    <w:rsid w:val="001A53F6"/>
  </w:style>
  <w:style w:type="paragraph" w:styleId="BodyText3">
    <w:name w:val="Body Text 3"/>
    <w:basedOn w:val="BodyText2"/>
    <w:link w:val="BodyText3Char"/>
    <w:semiHidden/>
    <w:unhideWhenUsed/>
    <w:rsid w:val="001A53F6"/>
    <w:rPr>
      <w:sz w:val="16"/>
      <w:szCs w:val="16"/>
    </w:rPr>
  </w:style>
  <w:style w:type="character" w:customStyle="1" w:styleId="BodyText3Char">
    <w:name w:val="Body Text 3 Char"/>
    <w:basedOn w:val="DefaultParagraphFont"/>
    <w:link w:val="BodyText3"/>
    <w:uiPriority w:val="99"/>
    <w:semiHidden/>
    <w:rsid w:val="001A53F6"/>
    <w:rPr>
      <w:sz w:val="16"/>
      <w:szCs w:val="16"/>
    </w:rPr>
  </w:style>
  <w:style w:type="paragraph" w:styleId="BodyTextFirstIndent">
    <w:name w:val="Body Text First Indent"/>
    <w:basedOn w:val="BodyText"/>
    <w:link w:val="BodyTextFirstIndentChar"/>
    <w:semiHidden/>
    <w:unhideWhenUsed/>
    <w:rsid w:val="001A53F6"/>
    <w:pPr>
      <w:spacing w:after="160"/>
      <w:ind w:firstLine="360"/>
    </w:pPr>
  </w:style>
  <w:style w:type="character" w:customStyle="1" w:styleId="BodyTextFirstIndentChar">
    <w:name w:val="Body Text First Indent Char"/>
    <w:basedOn w:val="BodyTextChar"/>
    <w:link w:val="BodyTextFirstIndent"/>
    <w:uiPriority w:val="99"/>
    <w:semiHidden/>
    <w:rsid w:val="001A53F6"/>
    <w:rPr>
      <w:rFonts w:ascii="Arial" w:hAnsi="Arial"/>
      <w:sz w:val="18"/>
    </w:rPr>
  </w:style>
  <w:style w:type="paragraph" w:styleId="BodyTextIndent">
    <w:name w:val="Body Text Indent"/>
    <w:basedOn w:val="BodyText"/>
    <w:link w:val="BodyTextIndentChar"/>
    <w:semiHidden/>
    <w:unhideWhenUsed/>
    <w:rsid w:val="001A53F6"/>
    <w:pPr>
      <w:spacing w:after="120"/>
      <w:ind w:left="283"/>
    </w:pPr>
  </w:style>
  <w:style w:type="character" w:customStyle="1" w:styleId="BodyTextIndentChar">
    <w:name w:val="Body Text Indent Char"/>
    <w:basedOn w:val="DefaultParagraphFont"/>
    <w:link w:val="BodyTextIndent"/>
    <w:uiPriority w:val="99"/>
    <w:semiHidden/>
    <w:rsid w:val="001A53F6"/>
  </w:style>
  <w:style w:type="paragraph" w:styleId="BodyTextFirstIndent2">
    <w:name w:val="Body Text First Indent 2"/>
    <w:basedOn w:val="BodyTextFirstIndent"/>
    <w:link w:val="BodyTextFirstIndent2Char"/>
    <w:semiHidden/>
    <w:unhideWhenUsed/>
    <w:rsid w:val="001A53F6"/>
    <w:pPr>
      <w:ind w:left="360"/>
    </w:pPr>
  </w:style>
  <w:style w:type="character" w:customStyle="1" w:styleId="BodyTextFirstIndent2Char">
    <w:name w:val="Body Text First Indent 2 Char"/>
    <w:basedOn w:val="BodyTextIndentChar"/>
    <w:link w:val="BodyTextFirstIndent2"/>
    <w:uiPriority w:val="99"/>
    <w:semiHidden/>
    <w:rsid w:val="001A53F6"/>
  </w:style>
  <w:style w:type="paragraph" w:styleId="BodyTextIndent2">
    <w:name w:val="Body Text Indent 2"/>
    <w:basedOn w:val="BodyTextIndent"/>
    <w:link w:val="BodyTextIndent2Char"/>
    <w:semiHidden/>
    <w:unhideWhenUsed/>
    <w:rsid w:val="001A53F6"/>
    <w:pPr>
      <w:spacing w:line="480" w:lineRule="auto"/>
    </w:pPr>
  </w:style>
  <w:style w:type="character" w:customStyle="1" w:styleId="BodyTextIndent2Char">
    <w:name w:val="Body Text Indent 2 Char"/>
    <w:basedOn w:val="DefaultParagraphFont"/>
    <w:link w:val="BodyTextIndent2"/>
    <w:uiPriority w:val="99"/>
    <w:semiHidden/>
    <w:rsid w:val="001A53F6"/>
  </w:style>
  <w:style w:type="paragraph" w:styleId="BodyTextIndent3">
    <w:name w:val="Body Text Indent 3"/>
    <w:basedOn w:val="BodyTextIndent2"/>
    <w:link w:val="BodyTextIndent3Char"/>
    <w:semiHidden/>
    <w:unhideWhenUsed/>
    <w:rsid w:val="001A53F6"/>
    <w:rPr>
      <w:sz w:val="16"/>
      <w:szCs w:val="16"/>
    </w:rPr>
  </w:style>
  <w:style w:type="character" w:customStyle="1" w:styleId="BodyTextIndent3Char">
    <w:name w:val="Body Text Indent 3 Char"/>
    <w:basedOn w:val="DefaultParagraphFont"/>
    <w:link w:val="BodyTextIndent3"/>
    <w:uiPriority w:val="99"/>
    <w:semiHidden/>
    <w:rsid w:val="001A53F6"/>
    <w:rPr>
      <w:sz w:val="16"/>
      <w:szCs w:val="16"/>
    </w:rPr>
  </w:style>
  <w:style w:type="character" w:customStyle="1" w:styleId="Heading1Char">
    <w:name w:val="Heading 1 Char"/>
    <w:basedOn w:val="DefaultParagraphFont"/>
    <w:link w:val="Heading1"/>
    <w:rsid w:val="001A53F6"/>
    <w:rPr>
      <w:rFonts w:asciiTheme="majorHAnsi" w:eastAsiaTheme="majorEastAsia" w:hAnsiTheme="majorHAnsi" w:cstheme="majorBidi"/>
      <w:b/>
      <w:sz w:val="40"/>
      <w:szCs w:val="32"/>
    </w:rPr>
  </w:style>
  <w:style w:type="character" w:customStyle="1" w:styleId="Heading2Char">
    <w:name w:val="Heading 2 Char"/>
    <w:basedOn w:val="DefaultParagraphFont"/>
    <w:link w:val="Heading2"/>
    <w:rsid w:val="001A53F6"/>
    <w:rPr>
      <w:rFonts w:asciiTheme="majorHAnsi" w:eastAsiaTheme="majorEastAsia" w:hAnsiTheme="majorHAnsi" w:cstheme="majorBidi"/>
      <w:b/>
      <w:sz w:val="32"/>
      <w:szCs w:val="26"/>
    </w:rPr>
  </w:style>
  <w:style w:type="character" w:customStyle="1" w:styleId="Heading3Char">
    <w:name w:val="Heading 3 Char"/>
    <w:basedOn w:val="DefaultParagraphFont"/>
    <w:link w:val="Heading3"/>
    <w:rsid w:val="00416131"/>
    <w:rPr>
      <w:rFonts w:ascii="Arial" w:eastAsiaTheme="majorEastAsia" w:hAnsi="Arial" w:cstheme="majorBidi"/>
      <w:b/>
      <w:sz w:val="20"/>
      <w:szCs w:val="24"/>
    </w:rPr>
  </w:style>
  <w:style w:type="character" w:customStyle="1" w:styleId="Heading4Char">
    <w:name w:val="Heading 4 Char"/>
    <w:basedOn w:val="DefaultParagraphFont"/>
    <w:link w:val="Heading4"/>
    <w:uiPriority w:val="9"/>
    <w:semiHidden/>
    <w:rsid w:val="001A53F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A53F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1A53F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53F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53F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53F6"/>
    <w:rPr>
      <w:rFonts w:asciiTheme="majorHAnsi" w:eastAsiaTheme="majorEastAsia" w:hAnsiTheme="majorHAnsi" w:cstheme="majorBidi"/>
      <w:i/>
      <w:iCs/>
      <w:color w:val="272727" w:themeColor="text1" w:themeTint="D8"/>
      <w:sz w:val="21"/>
      <w:szCs w:val="21"/>
    </w:rPr>
  </w:style>
  <w:style w:type="numbering" w:customStyle="1" w:styleId="ListHeadings">
    <w:name w:val="ListHeadings"/>
    <w:basedOn w:val="NoList"/>
    <w:rsid w:val="001A53F6"/>
    <w:pPr>
      <w:numPr>
        <w:numId w:val="1"/>
      </w:numPr>
    </w:pPr>
  </w:style>
  <w:style w:type="paragraph" w:styleId="ListBullet">
    <w:name w:val="List Bullet"/>
    <w:basedOn w:val="Normal"/>
    <w:unhideWhenUsed/>
    <w:qFormat/>
    <w:rsid w:val="00AB384B"/>
    <w:pPr>
      <w:numPr>
        <w:numId w:val="25"/>
      </w:numPr>
      <w:spacing w:before="60" w:after="60"/>
      <w:ind w:right="85"/>
      <w:contextualSpacing/>
    </w:pPr>
    <w:rPr>
      <w:rFonts w:ascii="Arial" w:hAnsi="Arial"/>
      <w:sz w:val="18"/>
    </w:rPr>
  </w:style>
  <w:style w:type="paragraph" w:styleId="ListBullet2">
    <w:name w:val="List Bullet 2"/>
    <w:basedOn w:val="ListBullet"/>
    <w:unhideWhenUsed/>
    <w:rsid w:val="003E4E8D"/>
    <w:pPr>
      <w:numPr>
        <w:ilvl w:val="1"/>
      </w:numPr>
    </w:pPr>
  </w:style>
  <w:style w:type="paragraph" w:styleId="ListBullet3">
    <w:name w:val="List Bullet 3"/>
    <w:basedOn w:val="ListBullet2"/>
    <w:unhideWhenUsed/>
    <w:rsid w:val="003E4E8D"/>
    <w:pPr>
      <w:numPr>
        <w:ilvl w:val="2"/>
      </w:numPr>
    </w:pPr>
  </w:style>
  <w:style w:type="paragraph" w:styleId="ListBullet4">
    <w:name w:val="List Bullet 4"/>
    <w:basedOn w:val="ListBullet3"/>
    <w:unhideWhenUsed/>
    <w:rsid w:val="003E4E8D"/>
    <w:pPr>
      <w:numPr>
        <w:ilvl w:val="3"/>
      </w:numPr>
    </w:pPr>
  </w:style>
  <w:style w:type="paragraph" w:styleId="ListBullet5">
    <w:name w:val="List Bullet 5"/>
    <w:basedOn w:val="ListBullet4"/>
    <w:unhideWhenUsed/>
    <w:rsid w:val="003E4E8D"/>
    <w:pPr>
      <w:numPr>
        <w:ilvl w:val="4"/>
      </w:numPr>
    </w:pPr>
  </w:style>
  <w:style w:type="paragraph" w:styleId="ListContinue">
    <w:name w:val="List Continue"/>
    <w:basedOn w:val="BodyText"/>
    <w:unhideWhenUsed/>
    <w:qFormat/>
    <w:rsid w:val="001A53F6"/>
    <w:pPr>
      <w:numPr>
        <w:numId w:val="8"/>
      </w:numPr>
      <w:spacing w:after="120"/>
    </w:pPr>
    <w:rPr>
      <w:sz w:val="24"/>
    </w:rPr>
  </w:style>
  <w:style w:type="paragraph" w:styleId="ListContinue2">
    <w:name w:val="List Continue 2"/>
    <w:basedOn w:val="ListContinue"/>
    <w:semiHidden/>
    <w:unhideWhenUsed/>
    <w:rsid w:val="001A53F6"/>
    <w:pPr>
      <w:numPr>
        <w:ilvl w:val="1"/>
      </w:numPr>
    </w:pPr>
  </w:style>
  <w:style w:type="paragraph" w:styleId="ListContinue3">
    <w:name w:val="List Continue 3"/>
    <w:basedOn w:val="ListContinue2"/>
    <w:semiHidden/>
    <w:unhideWhenUsed/>
    <w:rsid w:val="001A53F6"/>
    <w:pPr>
      <w:numPr>
        <w:ilvl w:val="2"/>
      </w:numPr>
    </w:pPr>
  </w:style>
  <w:style w:type="paragraph" w:styleId="ListContinue4">
    <w:name w:val="List Continue 4"/>
    <w:basedOn w:val="ListContinue3"/>
    <w:semiHidden/>
    <w:unhideWhenUsed/>
    <w:rsid w:val="001A53F6"/>
    <w:pPr>
      <w:numPr>
        <w:ilvl w:val="3"/>
      </w:numPr>
    </w:pPr>
  </w:style>
  <w:style w:type="paragraph" w:styleId="ListContinue5">
    <w:name w:val="List Continue 5"/>
    <w:basedOn w:val="ListContinue4"/>
    <w:semiHidden/>
    <w:unhideWhenUsed/>
    <w:rsid w:val="001A53F6"/>
    <w:pPr>
      <w:numPr>
        <w:ilvl w:val="4"/>
      </w:numPr>
    </w:pPr>
  </w:style>
  <w:style w:type="numbering" w:customStyle="1" w:styleId="ListContinues">
    <w:name w:val="ListContinues"/>
    <w:basedOn w:val="NoList"/>
    <w:rsid w:val="001A53F6"/>
    <w:pPr>
      <w:numPr>
        <w:numId w:val="20"/>
      </w:numPr>
    </w:pPr>
  </w:style>
  <w:style w:type="paragraph" w:styleId="ListNumber">
    <w:name w:val="List Number"/>
    <w:basedOn w:val="BodyText"/>
    <w:unhideWhenUsed/>
    <w:qFormat/>
    <w:rsid w:val="001A53F6"/>
    <w:pPr>
      <w:numPr>
        <w:numId w:val="14"/>
      </w:numPr>
    </w:pPr>
    <w:rPr>
      <w:sz w:val="24"/>
    </w:rPr>
  </w:style>
  <w:style w:type="paragraph" w:styleId="ListNumber2">
    <w:name w:val="List Number 2"/>
    <w:basedOn w:val="ListNumber"/>
    <w:semiHidden/>
    <w:unhideWhenUsed/>
    <w:rsid w:val="001A53F6"/>
    <w:pPr>
      <w:numPr>
        <w:ilvl w:val="1"/>
      </w:numPr>
    </w:pPr>
  </w:style>
  <w:style w:type="paragraph" w:styleId="ListNumber3">
    <w:name w:val="List Number 3"/>
    <w:basedOn w:val="ListNumber2"/>
    <w:semiHidden/>
    <w:unhideWhenUsed/>
    <w:rsid w:val="001A53F6"/>
    <w:pPr>
      <w:numPr>
        <w:ilvl w:val="2"/>
      </w:numPr>
    </w:pPr>
  </w:style>
  <w:style w:type="paragraph" w:styleId="ListNumber4">
    <w:name w:val="List Number 4"/>
    <w:basedOn w:val="ListNumber3"/>
    <w:semiHidden/>
    <w:unhideWhenUsed/>
    <w:rsid w:val="001A53F6"/>
    <w:pPr>
      <w:numPr>
        <w:ilvl w:val="3"/>
      </w:numPr>
    </w:pPr>
  </w:style>
  <w:style w:type="paragraph" w:styleId="ListNumber5">
    <w:name w:val="List Number 5"/>
    <w:basedOn w:val="ListNumber4"/>
    <w:semiHidden/>
    <w:unhideWhenUsed/>
    <w:rsid w:val="001A53F6"/>
    <w:pPr>
      <w:numPr>
        <w:ilvl w:val="4"/>
      </w:numPr>
    </w:pPr>
  </w:style>
  <w:style w:type="numbering" w:customStyle="1" w:styleId="ListNumbers">
    <w:name w:val="ListNumbers"/>
    <w:basedOn w:val="NoList"/>
    <w:rsid w:val="001A53F6"/>
    <w:pPr>
      <w:numPr>
        <w:numId w:val="14"/>
      </w:numPr>
    </w:pPr>
  </w:style>
  <w:style w:type="paragraph" w:customStyle="1" w:styleId="TableText">
    <w:name w:val="Table Text"/>
    <w:basedOn w:val="Normal"/>
    <w:link w:val="TableTextChar"/>
    <w:rsid w:val="001A53F6"/>
    <w:pPr>
      <w:spacing w:before="60" w:after="60" w:line="240" w:lineRule="auto"/>
      <w:ind w:left="57" w:right="57"/>
    </w:pPr>
    <w:rPr>
      <w:sz w:val="20"/>
    </w:rPr>
  </w:style>
  <w:style w:type="character" w:customStyle="1" w:styleId="TableTextChar">
    <w:name w:val="Table Text Char"/>
    <w:basedOn w:val="DefaultParagraphFont"/>
    <w:link w:val="TableText"/>
    <w:rsid w:val="001A53F6"/>
    <w:rPr>
      <w:sz w:val="20"/>
    </w:rPr>
  </w:style>
  <w:style w:type="paragraph" w:customStyle="1" w:styleId="TableTextCentred">
    <w:name w:val="Table Text Centred"/>
    <w:basedOn w:val="TableText"/>
    <w:link w:val="TableTextCentredChar"/>
    <w:rsid w:val="001A53F6"/>
    <w:pPr>
      <w:jc w:val="center"/>
    </w:pPr>
  </w:style>
  <w:style w:type="character" w:customStyle="1" w:styleId="TableTextCentredChar">
    <w:name w:val="Table Text Centred Char"/>
    <w:basedOn w:val="DefaultParagraphFont"/>
    <w:link w:val="TableTextCentred"/>
    <w:rsid w:val="001A53F6"/>
    <w:rPr>
      <w:sz w:val="20"/>
    </w:rPr>
  </w:style>
  <w:style w:type="paragraph" w:customStyle="1" w:styleId="TableTextDecimal">
    <w:name w:val="Table Text Decimal"/>
    <w:basedOn w:val="TableText"/>
    <w:link w:val="TableTextDecimalChar"/>
    <w:rsid w:val="001A53F6"/>
    <w:pPr>
      <w:tabs>
        <w:tab w:val="decimal" w:pos="850"/>
      </w:tabs>
    </w:pPr>
  </w:style>
  <w:style w:type="character" w:customStyle="1" w:styleId="TableTextDecimalChar">
    <w:name w:val="Table Text Decimal Char"/>
    <w:basedOn w:val="DefaultParagraphFont"/>
    <w:link w:val="TableTextDecimal"/>
    <w:rsid w:val="001A53F6"/>
    <w:rPr>
      <w:sz w:val="20"/>
    </w:rPr>
  </w:style>
  <w:style w:type="paragraph" w:customStyle="1" w:styleId="TableTextRight">
    <w:name w:val="Table Text Right"/>
    <w:basedOn w:val="TableText"/>
    <w:link w:val="TableTextRightChar"/>
    <w:rsid w:val="001A53F6"/>
    <w:pPr>
      <w:jc w:val="right"/>
    </w:pPr>
  </w:style>
  <w:style w:type="character" w:customStyle="1" w:styleId="TableTextRightChar">
    <w:name w:val="Table Text Right Char"/>
    <w:basedOn w:val="DefaultParagraphFont"/>
    <w:link w:val="TableTextRight"/>
    <w:rsid w:val="001A53F6"/>
    <w:rPr>
      <w:sz w:val="20"/>
    </w:rPr>
  </w:style>
  <w:style w:type="paragraph" w:customStyle="1" w:styleId="TableHeading">
    <w:name w:val="Table Heading"/>
    <w:basedOn w:val="TableText"/>
    <w:link w:val="TableHeadingChar"/>
    <w:rsid w:val="001A53F6"/>
    <w:rPr>
      <w:b/>
    </w:rPr>
  </w:style>
  <w:style w:type="character" w:customStyle="1" w:styleId="TableHeadingChar">
    <w:name w:val="Table Heading Char"/>
    <w:basedOn w:val="DefaultParagraphFont"/>
    <w:link w:val="TableHeading"/>
    <w:rsid w:val="001A53F6"/>
    <w:rPr>
      <w:b/>
      <w:sz w:val="20"/>
    </w:rPr>
  </w:style>
  <w:style w:type="paragraph" w:customStyle="1" w:styleId="TableHeadingCentred">
    <w:name w:val="Table Heading Centred"/>
    <w:basedOn w:val="TableHeading"/>
    <w:link w:val="TableHeadingCentredChar"/>
    <w:rsid w:val="001A53F6"/>
    <w:pPr>
      <w:jc w:val="center"/>
    </w:pPr>
    <w:rPr>
      <w:b w:val="0"/>
    </w:rPr>
  </w:style>
  <w:style w:type="character" w:customStyle="1" w:styleId="TableHeadingCentredChar">
    <w:name w:val="Table Heading Centred Char"/>
    <w:basedOn w:val="DefaultParagraphFont"/>
    <w:link w:val="TableHeadingCentred"/>
    <w:rsid w:val="001A53F6"/>
    <w:rPr>
      <w:sz w:val="20"/>
    </w:rPr>
  </w:style>
  <w:style w:type="table" w:styleId="ColorfulGrid">
    <w:name w:val="Colorful Grid"/>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GridTable1Light1">
    <w:name w:val="Grid Table 1 Light1"/>
    <w:basedOn w:val="TableNormal"/>
    <w:uiPriority w:val="46"/>
    <w:semiHidden/>
    <w:rsid w:val="001A53F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semiHidden/>
    <w:rsid w:val="001A53F6"/>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semiHidden/>
    <w:rsid w:val="001A53F6"/>
    <w:pPr>
      <w:spacing w:after="0" w:line="240" w:lineRule="auto"/>
    </w:p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semiHidden/>
    <w:rsid w:val="001A53F6"/>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semiHidden/>
    <w:rsid w:val="001A53F6"/>
    <w:pPr>
      <w:spacing w:after="0" w:line="240" w:lineRule="auto"/>
    </w:p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semiHidden/>
    <w:rsid w:val="001A53F6"/>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semiHidden/>
    <w:rsid w:val="001A53F6"/>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semiHidden/>
    <w:rsid w:val="001A53F6"/>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semiHidden/>
    <w:rsid w:val="001A53F6"/>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2-Accent21">
    <w:name w:val="Grid Table 2 - Accent 21"/>
    <w:basedOn w:val="TableNormal"/>
    <w:uiPriority w:val="47"/>
    <w:semiHidden/>
    <w:rsid w:val="001A53F6"/>
    <w:pPr>
      <w:spacing w:after="0" w:line="240" w:lineRule="auto"/>
    </w:p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2-Accent31">
    <w:name w:val="Grid Table 2 - Accent 31"/>
    <w:basedOn w:val="TableNormal"/>
    <w:uiPriority w:val="47"/>
    <w:semiHidden/>
    <w:rsid w:val="001A53F6"/>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2-Accent41">
    <w:name w:val="Grid Table 2 - Accent 41"/>
    <w:basedOn w:val="TableNormal"/>
    <w:uiPriority w:val="47"/>
    <w:semiHidden/>
    <w:rsid w:val="001A53F6"/>
    <w:pPr>
      <w:spacing w:after="0" w:line="240" w:lineRule="auto"/>
    </w:p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2-Accent51">
    <w:name w:val="Grid Table 2 - Accent 51"/>
    <w:basedOn w:val="TableNormal"/>
    <w:uiPriority w:val="47"/>
    <w:semiHidden/>
    <w:rsid w:val="001A53F6"/>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2-Accent61">
    <w:name w:val="Grid Table 2 - Accent 61"/>
    <w:basedOn w:val="TableNormal"/>
    <w:uiPriority w:val="47"/>
    <w:semiHidden/>
    <w:rsid w:val="001A53F6"/>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1">
    <w:name w:val="Grid Table 31"/>
    <w:basedOn w:val="TableNormal"/>
    <w:uiPriority w:val="48"/>
    <w:semiHidden/>
    <w:rsid w:val="001A53F6"/>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semiHidden/>
    <w:rsid w:val="001A53F6"/>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3-Accent21">
    <w:name w:val="Grid Table 3 - Accent 21"/>
    <w:basedOn w:val="TableNormal"/>
    <w:uiPriority w:val="48"/>
    <w:semiHidden/>
    <w:rsid w:val="001A53F6"/>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3-Accent31">
    <w:name w:val="Grid Table 3 - Accent 31"/>
    <w:basedOn w:val="TableNormal"/>
    <w:uiPriority w:val="48"/>
    <w:semiHidden/>
    <w:rsid w:val="001A53F6"/>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3-Accent41">
    <w:name w:val="Grid Table 3 - Accent 41"/>
    <w:basedOn w:val="TableNormal"/>
    <w:uiPriority w:val="48"/>
    <w:semiHidden/>
    <w:rsid w:val="001A53F6"/>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3-Accent51">
    <w:name w:val="Grid Table 3 - Accent 51"/>
    <w:basedOn w:val="TableNormal"/>
    <w:uiPriority w:val="48"/>
    <w:semiHidden/>
    <w:rsid w:val="001A53F6"/>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3-Accent61">
    <w:name w:val="Grid Table 3 - Accent 61"/>
    <w:basedOn w:val="TableNormal"/>
    <w:uiPriority w:val="48"/>
    <w:semiHidden/>
    <w:rsid w:val="001A53F6"/>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41">
    <w:name w:val="Grid Table 41"/>
    <w:basedOn w:val="TableNormal"/>
    <w:uiPriority w:val="49"/>
    <w:semiHidden/>
    <w:rsid w:val="001A53F6"/>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semiHidden/>
    <w:rsid w:val="001A53F6"/>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21">
    <w:name w:val="Grid Table 4 - Accent 21"/>
    <w:basedOn w:val="TableNormal"/>
    <w:uiPriority w:val="49"/>
    <w:semiHidden/>
    <w:rsid w:val="001A53F6"/>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31">
    <w:name w:val="Grid Table 4 - Accent 31"/>
    <w:basedOn w:val="TableNormal"/>
    <w:uiPriority w:val="49"/>
    <w:semiHidden/>
    <w:rsid w:val="001A53F6"/>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41">
    <w:name w:val="Grid Table 4 - Accent 41"/>
    <w:basedOn w:val="TableNormal"/>
    <w:uiPriority w:val="49"/>
    <w:semiHidden/>
    <w:rsid w:val="001A53F6"/>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51">
    <w:name w:val="Grid Table 4 - Accent 51"/>
    <w:basedOn w:val="TableNormal"/>
    <w:uiPriority w:val="49"/>
    <w:semiHidden/>
    <w:rsid w:val="001A53F6"/>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61">
    <w:name w:val="Grid Table 4 - Accent 61"/>
    <w:basedOn w:val="TableNormal"/>
    <w:uiPriority w:val="49"/>
    <w:semiHidden/>
    <w:rsid w:val="001A53F6"/>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5Dark1">
    <w:name w:val="Grid Table 5 Dark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5Dark-Accent21">
    <w:name w:val="Grid Table 5 Dark - Accent 2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5Dark-Accent31">
    <w:name w:val="Grid Table 5 Dark - Accent 3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41">
    <w:name w:val="Grid Table 5 Dark - Accent 4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51">
    <w:name w:val="Grid Table 5 Dark - Accent 5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61">
    <w:name w:val="Grid Table 5 Dark - Accent 6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6Colorful1">
    <w:name w:val="Grid Table 6 Colorful1"/>
    <w:basedOn w:val="TableNormal"/>
    <w:uiPriority w:val="51"/>
    <w:semiHidden/>
    <w:rsid w:val="001A53F6"/>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semiHidden/>
    <w:rsid w:val="001A53F6"/>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6Colorful-Accent21">
    <w:name w:val="Grid Table 6 Colorful - Accent 21"/>
    <w:basedOn w:val="TableNormal"/>
    <w:uiPriority w:val="51"/>
    <w:semiHidden/>
    <w:rsid w:val="001A53F6"/>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31">
    <w:name w:val="Grid Table 6 Colorful - Accent 31"/>
    <w:basedOn w:val="TableNormal"/>
    <w:uiPriority w:val="51"/>
    <w:semiHidden/>
    <w:rsid w:val="001A53F6"/>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6Colorful-Accent41">
    <w:name w:val="Grid Table 6 Colorful - Accent 41"/>
    <w:basedOn w:val="TableNormal"/>
    <w:uiPriority w:val="51"/>
    <w:semiHidden/>
    <w:rsid w:val="001A53F6"/>
    <w:pPr>
      <w:spacing w:after="0" w:line="240" w:lineRule="auto"/>
    </w:pPr>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rful-Accent51">
    <w:name w:val="Grid Table 6 Colorful - Accent 51"/>
    <w:basedOn w:val="TableNormal"/>
    <w:uiPriority w:val="51"/>
    <w:semiHidden/>
    <w:rsid w:val="001A53F6"/>
    <w:pPr>
      <w:spacing w:after="0" w:line="240" w:lineRule="auto"/>
    </w:pPr>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6Colorful-Accent61">
    <w:name w:val="Grid Table 6 Colorful - Accent 61"/>
    <w:basedOn w:val="TableNormal"/>
    <w:uiPriority w:val="51"/>
    <w:semiHidden/>
    <w:rsid w:val="001A53F6"/>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7Colorful1">
    <w:name w:val="Grid Table 7 Colorful1"/>
    <w:basedOn w:val="TableNormal"/>
    <w:uiPriority w:val="52"/>
    <w:semiHidden/>
    <w:rsid w:val="001A53F6"/>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semiHidden/>
    <w:rsid w:val="001A53F6"/>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7Colorful-Accent21">
    <w:name w:val="Grid Table 7 Colorful - Accent 21"/>
    <w:basedOn w:val="TableNormal"/>
    <w:uiPriority w:val="52"/>
    <w:semiHidden/>
    <w:rsid w:val="001A53F6"/>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7Colorful-Accent31">
    <w:name w:val="Grid Table 7 Colorful - Accent 31"/>
    <w:basedOn w:val="TableNormal"/>
    <w:uiPriority w:val="52"/>
    <w:semiHidden/>
    <w:rsid w:val="001A53F6"/>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7Colorful-Accent41">
    <w:name w:val="Grid Table 7 Colorful - Accent 41"/>
    <w:basedOn w:val="TableNormal"/>
    <w:uiPriority w:val="52"/>
    <w:semiHidden/>
    <w:rsid w:val="001A53F6"/>
    <w:pPr>
      <w:spacing w:after="0" w:line="240" w:lineRule="auto"/>
    </w:pPr>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7Colorful-Accent51">
    <w:name w:val="Grid Table 7 Colorful - Accent 51"/>
    <w:basedOn w:val="TableNormal"/>
    <w:uiPriority w:val="52"/>
    <w:semiHidden/>
    <w:rsid w:val="001A53F6"/>
    <w:pPr>
      <w:spacing w:after="0" w:line="240" w:lineRule="auto"/>
    </w:pPr>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7Colorful-Accent61">
    <w:name w:val="Grid Table 7 Colorful - Accent 61"/>
    <w:basedOn w:val="TableNormal"/>
    <w:uiPriority w:val="52"/>
    <w:semiHidden/>
    <w:rsid w:val="001A53F6"/>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LightGrid">
    <w:name w:val="Light Grid"/>
    <w:basedOn w:val="TableNormal"/>
    <w:uiPriority w:val="62"/>
    <w:semiHidden/>
    <w:unhideWhenUsed/>
    <w:rsid w:val="001A53F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1A53F6"/>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rsid w:val="001A53F6"/>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1A53F6"/>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1A53F6"/>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1A53F6"/>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unhideWhenUsed/>
    <w:rsid w:val="001A53F6"/>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1A53F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1A53F6"/>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rsid w:val="001A53F6"/>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1A53F6"/>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1A53F6"/>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1A53F6"/>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unhideWhenUsed/>
    <w:rsid w:val="001A53F6"/>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1A53F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1A53F6"/>
    <w:pPr>
      <w:spacing w:after="0" w:line="240" w:lineRule="auto"/>
    </w:pPr>
    <w:rPr>
      <w:color w:val="2E74B5" w:themeColor="accent1" w:themeShade="BF"/>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rsid w:val="001A53F6"/>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1A53F6"/>
    <w:pPr>
      <w:spacing w:after="0" w:line="240" w:lineRule="auto"/>
    </w:pPr>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1A53F6"/>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1A53F6"/>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unhideWhenUsed/>
    <w:rsid w:val="001A53F6"/>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ListTable1Light1">
    <w:name w:val="List Table 1 Light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1Light-Accent21">
    <w:name w:val="List Table 1 Light - Accent 2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1Light-Accent31">
    <w:name w:val="List Table 1 Light - Accent 3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1Light-Accent41">
    <w:name w:val="List Table 1 Light - Accent 4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1Light-Accent51">
    <w:name w:val="List Table 1 Light - Accent 5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1Light-Accent61">
    <w:name w:val="List Table 1 Light - Accent 6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21">
    <w:name w:val="List Table 21"/>
    <w:basedOn w:val="TableNormal"/>
    <w:uiPriority w:val="47"/>
    <w:semiHidden/>
    <w:rsid w:val="001A53F6"/>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semiHidden/>
    <w:rsid w:val="001A53F6"/>
    <w:pPr>
      <w:spacing w:after="0" w:line="240" w:lineRule="auto"/>
    </w:pPr>
    <w:tblPr>
      <w:tblStyleRowBandSize w:val="1"/>
      <w:tblStyleColBandSize w:val="1"/>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2-Accent21">
    <w:name w:val="List Table 2 - Accent 21"/>
    <w:basedOn w:val="TableNormal"/>
    <w:uiPriority w:val="47"/>
    <w:semiHidden/>
    <w:rsid w:val="001A53F6"/>
    <w:pPr>
      <w:spacing w:after="0" w:line="240" w:lineRule="auto"/>
    </w:pPr>
    <w:tblPr>
      <w:tblStyleRowBandSize w:val="1"/>
      <w:tblStyleColBandSize w:val="1"/>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2-Accent31">
    <w:name w:val="List Table 2 - Accent 31"/>
    <w:basedOn w:val="TableNormal"/>
    <w:uiPriority w:val="47"/>
    <w:semiHidden/>
    <w:rsid w:val="001A53F6"/>
    <w:pPr>
      <w:spacing w:after="0" w:line="240" w:lineRule="auto"/>
    </w:p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Accent41">
    <w:name w:val="List Table 2 - Accent 41"/>
    <w:basedOn w:val="TableNormal"/>
    <w:uiPriority w:val="47"/>
    <w:semiHidden/>
    <w:rsid w:val="001A53F6"/>
    <w:pPr>
      <w:spacing w:after="0" w:line="240" w:lineRule="auto"/>
    </w:pPr>
    <w:tblPr>
      <w:tblStyleRowBandSize w:val="1"/>
      <w:tblStyleColBandSize w:val="1"/>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2-Accent51">
    <w:name w:val="List Table 2 - Accent 51"/>
    <w:basedOn w:val="TableNormal"/>
    <w:uiPriority w:val="47"/>
    <w:semiHidden/>
    <w:rsid w:val="001A53F6"/>
    <w:pPr>
      <w:spacing w:after="0" w:line="240" w:lineRule="auto"/>
    </w:pPr>
    <w:tblPr>
      <w:tblStyleRowBandSize w:val="1"/>
      <w:tblStyleColBandSize w:val="1"/>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2-Accent61">
    <w:name w:val="List Table 2 - Accent 61"/>
    <w:basedOn w:val="TableNormal"/>
    <w:uiPriority w:val="47"/>
    <w:semiHidden/>
    <w:rsid w:val="001A53F6"/>
    <w:pPr>
      <w:spacing w:after="0" w:line="240" w:lineRule="auto"/>
    </w:p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31">
    <w:name w:val="List Table 31"/>
    <w:basedOn w:val="TableNormal"/>
    <w:uiPriority w:val="48"/>
    <w:semiHidden/>
    <w:rsid w:val="001A53F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semiHidden/>
    <w:rsid w:val="001A53F6"/>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21">
    <w:name w:val="List Table 3 - Accent 21"/>
    <w:basedOn w:val="TableNormal"/>
    <w:uiPriority w:val="48"/>
    <w:semiHidden/>
    <w:rsid w:val="001A53F6"/>
    <w:pPr>
      <w:spacing w:after="0" w:line="240" w:lineRule="auto"/>
    </w:p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ListTable3-Accent31">
    <w:name w:val="List Table 3 - Accent 31"/>
    <w:basedOn w:val="TableNormal"/>
    <w:uiPriority w:val="48"/>
    <w:semiHidden/>
    <w:rsid w:val="001A53F6"/>
    <w:pPr>
      <w:spacing w:after="0" w:line="240" w:lineRule="auto"/>
    </w:p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ListTable3-Accent41">
    <w:name w:val="List Table 3 - Accent 41"/>
    <w:basedOn w:val="TableNormal"/>
    <w:uiPriority w:val="48"/>
    <w:semiHidden/>
    <w:rsid w:val="001A53F6"/>
    <w:pPr>
      <w:spacing w:after="0" w:line="240" w:lineRule="auto"/>
    </w:p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ListTable3-Accent51">
    <w:name w:val="List Table 3 - Accent 51"/>
    <w:basedOn w:val="TableNormal"/>
    <w:uiPriority w:val="48"/>
    <w:semiHidden/>
    <w:rsid w:val="001A53F6"/>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ListTable3-Accent61">
    <w:name w:val="List Table 3 - Accent 61"/>
    <w:basedOn w:val="TableNormal"/>
    <w:uiPriority w:val="48"/>
    <w:semiHidden/>
    <w:rsid w:val="001A53F6"/>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41">
    <w:name w:val="List Table 41"/>
    <w:basedOn w:val="TableNormal"/>
    <w:uiPriority w:val="49"/>
    <w:semiHidden/>
    <w:rsid w:val="001A53F6"/>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semiHidden/>
    <w:rsid w:val="001A53F6"/>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4-Accent21">
    <w:name w:val="List Table 4 - Accent 21"/>
    <w:basedOn w:val="TableNormal"/>
    <w:uiPriority w:val="49"/>
    <w:semiHidden/>
    <w:rsid w:val="001A53F6"/>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4-Accent31">
    <w:name w:val="List Table 4 - Accent 31"/>
    <w:basedOn w:val="TableNormal"/>
    <w:uiPriority w:val="49"/>
    <w:semiHidden/>
    <w:rsid w:val="001A53F6"/>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4-Accent41">
    <w:name w:val="List Table 4 - Accent 41"/>
    <w:basedOn w:val="TableNormal"/>
    <w:uiPriority w:val="49"/>
    <w:semiHidden/>
    <w:rsid w:val="001A53F6"/>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4-Accent51">
    <w:name w:val="List Table 4 - Accent 51"/>
    <w:basedOn w:val="TableNormal"/>
    <w:uiPriority w:val="49"/>
    <w:semiHidden/>
    <w:rsid w:val="001A53F6"/>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4-Accent61">
    <w:name w:val="List Table 4 - Accent 61"/>
    <w:basedOn w:val="TableNormal"/>
    <w:uiPriority w:val="49"/>
    <w:semiHidden/>
    <w:rsid w:val="001A53F6"/>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5Dark1">
    <w:name w:val="List Table 5 Dark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CellMar>
        <w:top w:w="0" w:type="dxa"/>
        <w:left w:w="108" w:type="dxa"/>
        <w:bottom w:w="0" w:type="dxa"/>
        <w:right w:w="108" w:type="dxa"/>
      </w:tblCellMar>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CellMar>
        <w:top w:w="0" w:type="dxa"/>
        <w:left w:w="108" w:type="dxa"/>
        <w:bottom w:w="0" w:type="dxa"/>
        <w:right w:w="108" w:type="dxa"/>
      </w:tblCellMar>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CellMar>
        <w:top w:w="0" w:type="dxa"/>
        <w:left w:w="108" w:type="dxa"/>
        <w:bottom w:w="0" w:type="dxa"/>
        <w:right w:w="108" w:type="dxa"/>
      </w:tblCellMar>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semiHidden/>
    <w:rsid w:val="001A53F6"/>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semiHidden/>
    <w:rsid w:val="001A53F6"/>
    <w:pPr>
      <w:spacing w:after="0" w:line="240" w:lineRule="auto"/>
    </w:pPr>
    <w:rPr>
      <w:color w:val="2E74B5" w:themeColor="accent1" w:themeShade="BF"/>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6Colorful-Accent21">
    <w:name w:val="List Table 6 Colorful - Accent 21"/>
    <w:basedOn w:val="TableNormal"/>
    <w:uiPriority w:val="51"/>
    <w:semiHidden/>
    <w:rsid w:val="001A53F6"/>
    <w:pPr>
      <w:spacing w:after="0" w:line="240" w:lineRule="auto"/>
    </w:pPr>
    <w:rPr>
      <w:color w:val="C45911" w:themeColor="accent2" w:themeShade="BF"/>
    </w:rPr>
    <w:tblPr>
      <w:tblStyleRowBandSize w:val="1"/>
      <w:tblStyleColBandSize w:val="1"/>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6Colorful-Accent31">
    <w:name w:val="List Table 6 Colorful - Accent 31"/>
    <w:basedOn w:val="TableNormal"/>
    <w:uiPriority w:val="51"/>
    <w:semiHidden/>
    <w:rsid w:val="001A53F6"/>
    <w:pPr>
      <w:spacing w:after="0" w:line="240" w:lineRule="auto"/>
    </w:pPr>
    <w:rPr>
      <w:color w:val="7B7B7B" w:themeColor="accent3" w:themeShade="BF"/>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6Colorful-Accent41">
    <w:name w:val="List Table 6 Colorful - Accent 41"/>
    <w:basedOn w:val="TableNormal"/>
    <w:uiPriority w:val="51"/>
    <w:semiHidden/>
    <w:rsid w:val="001A53F6"/>
    <w:pPr>
      <w:spacing w:after="0" w:line="240" w:lineRule="auto"/>
    </w:pPr>
    <w:rPr>
      <w:color w:val="BF8F00" w:themeColor="accent4" w:themeShade="BF"/>
    </w:rPr>
    <w:tblPr>
      <w:tblStyleRowBandSize w:val="1"/>
      <w:tblStyleColBandSize w:val="1"/>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6Colorful-Accent51">
    <w:name w:val="List Table 6 Colorful - Accent 51"/>
    <w:basedOn w:val="TableNormal"/>
    <w:uiPriority w:val="51"/>
    <w:semiHidden/>
    <w:rsid w:val="001A53F6"/>
    <w:pPr>
      <w:spacing w:after="0" w:line="240" w:lineRule="auto"/>
    </w:pPr>
    <w:rPr>
      <w:color w:val="2F5496" w:themeColor="accent5" w:themeShade="BF"/>
    </w:rPr>
    <w:tblPr>
      <w:tblStyleRowBandSize w:val="1"/>
      <w:tblStyleColBandSize w:val="1"/>
      <w:tblInd w:w="0" w:type="dxa"/>
      <w:tblBorders>
        <w:top w:val="single" w:sz="4" w:space="0" w:color="4472C4" w:themeColor="accent5"/>
        <w:bottom w:val="single" w:sz="4" w:space="0" w:color="4472C4" w:themeColor="accent5"/>
      </w:tblBorders>
      <w:tblCellMar>
        <w:top w:w="0" w:type="dxa"/>
        <w:left w:w="108" w:type="dxa"/>
        <w:bottom w:w="0" w:type="dxa"/>
        <w:right w:w="108" w:type="dxa"/>
      </w:tblCellMar>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6Colorful-Accent61">
    <w:name w:val="List Table 6 Colorful - Accent 61"/>
    <w:basedOn w:val="TableNormal"/>
    <w:uiPriority w:val="51"/>
    <w:semiHidden/>
    <w:rsid w:val="001A53F6"/>
    <w:pPr>
      <w:spacing w:after="0" w:line="240" w:lineRule="auto"/>
    </w:pPr>
    <w:rPr>
      <w:color w:val="538135" w:themeColor="accent6" w:themeShade="BF"/>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7Colorful1">
    <w:name w:val="List Table 7 Colorful1"/>
    <w:basedOn w:val="TableNormal"/>
    <w:uiPriority w:val="52"/>
    <w:semiHidden/>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semiHidden/>
    <w:rsid w:val="001A53F6"/>
    <w:pPr>
      <w:spacing w:after="0" w:line="240" w:lineRule="auto"/>
    </w:pPr>
    <w:rPr>
      <w:color w:val="2E74B5"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semiHidden/>
    <w:rsid w:val="001A53F6"/>
    <w:pPr>
      <w:spacing w:after="0" w:line="240" w:lineRule="auto"/>
    </w:pPr>
    <w:rPr>
      <w:color w:val="C4591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semiHidden/>
    <w:rsid w:val="001A53F6"/>
    <w:pPr>
      <w:spacing w:after="0" w:line="240" w:lineRule="auto"/>
    </w:pPr>
    <w:rPr>
      <w:color w:val="7B7B7B"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semiHidden/>
    <w:rsid w:val="001A53F6"/>
    <w:pPr>
      <w:spacing w:after="0" w:line="240" w:lineRule="auto"/>
    </w:pPr>
    <w:rPr>
      <w:color w:val="BF8F00"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semiHidden/>
    <w:rsid w:val="001A53F6"/>
    <w:pPr>
      <w:spacing w:after="0" w:line="240" w:lineRule="auto"/>
    </w:pPr>
    <w:rPr>
      <w:color w:val="2F5496"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semiHidden/>
    <w:rsid w:val="001A53F6"/>
    <w:pPr>
      <w:spacing w:after="0" w:line="240" w:lineRule="auto"/>
    </w:pPr>
    <w:rPr>
      <w:color w:val="538135"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1A53F6"/>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1A53F6"/>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rsid w:val="001A53F6"/>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1A53F6"/>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1A53F6"/>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1A53F6"/>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unhideWhenUsed/>
    <w:rsid w:val="001A53F6"/>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1A53F6"/>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1A53F6"/>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1A53F6"/>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1A53F6"/>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1A53F6"/>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1A53F6"/>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1A53F6"/>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customStyle="1" w:styleId="PlainTable11">
    <w:name w:val="Plain Table 11"/>
    <w:basedOn w:val="TableNormal"/>
    <w:uiPriority w:val="41"/>
    <w:semiHidden/>
    <w:rsid w:val="001A53F6"/>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semiHidden/>
    <w:rsid w:val="001A53F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3Deffects1">
    <w:name w:val="Table 3D effects 1"/>
    <w:basedOn w:val="TableNormal"/>
    <w:uiPriority w:val="99"/>
    <w:semiHidden/>
    <w:unhideWhenUsed/>
    <w:rsid w:val="001A53F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1A53F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1A53F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1A53F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1A53F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1A53F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1A53F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1A53F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1A53F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1A53F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1A53F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1A53F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1A53F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1A53F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1A53F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1A53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1A53F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semiHidden/>
    <w:rsid w:val="001A5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unhideWhenUsed/>
    <w:rsid w:val="001A53F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1A53F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1A53F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1A53F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1A53F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1A53F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1A53F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1A53F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semiHidden/>
    <w:rsid w:val="001A53F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leList1">
    <w:name w:val="Table List 1"/>
    <w:basedOn w:val="TableNormal"/>
    <w:uiPriority w:val="99"/>
    <w:semiHidden/>
    <w:unhideWhenUsed/>
    <w:rsid w:val="001A53F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1A53F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1A53F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1A53F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1A53F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1A53F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1A53F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1A53F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1A53F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1A53F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1A53F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1A53F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1A53F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1A53F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1A5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1A53F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1A53F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1A53F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unhideWhenUsed/>
    <w:rsid w:val="001A53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53F6"/>
    <w:rPr>
      <w:rFonts w:ascii="Segoe UI" w:hAnsi="Segoe UI" w:cs="Segoe UI"/>
      <w:sz w:val="18"/>
      <w:szCs w:val="18"/>
    </w:rPr>
  </w:style>
  <w:style w:type="paragraph" w:styleId="Bibliography">
    <w:name w:val="Bibliography"/>
    <w:basedOn w:val="Normal"/>
    <w:next w:val="Normal"/>
    <w:uiPriority w:val="37"/>
    <w:semiHidden/>
    <w:unhideWhenUsed/>
    <w:rsid w:val="001A53F6"/>
  </w:style>
  <w:style w:type="paragraph" w:styleId="BlockText">
    <w:name w:val="Block Text"/>
    <w:basedOn w:val="Normal"/>
    <w:uiPriority w:val="99"/>
    <w:semiHidden/>
    <w:unhideWhenUsed/>
    <w:rsid w:val="001A53F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i/>
      <w:iCs/>
      <w:color w:val="5B9BD5" w:themeColor="accent1"/>
    </w:rPr>
  </w:style>
  <w:style w:type="paragraph" w:styleId="Caption">
    <w:name w:val="caption"/>
    <w:basedOn w:val="Normal"/>
    <w:next w:val="Normal"/>
    <w:uiPriority w:val="35"/>
    <w:unhideWhenUsed/>
    <w:qFormat/>
    <w:rsid w:val="001A53F6"/>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1A53F6"/>
    <w:pPr>
      <w:spacing w:after="0" w:line="240" w:lineRule="auto"/>
      <w:ind w:left="4252"/>
    </w:pPr>
  </w:style>
  <w:style w:type="character" w:customStyle="1" w:styleId="ClosingChar">
    <w:name w:val="Closing Char"/>
    <w:basedOn w:val="DefaultParagraphFont"/>
    <w:link w:val="Closing"/>
    <w:uiPriority w:val="99"/>
    <w:semiHidden/>
    <w:rsid w:val="001A53F6"/>
  </w:style>
  <w:style w:type="paragraph" w:styleId="CommentText">
    <w:name w:val="annotation text"/>
    <w:basedOn w:val="Normal"/>
    <w:link w:val="CommentTextChar"/>
    <w:uiPriority w:val="99"/>
    <w:semiHidden/>
    <w:unhideWhenUsed/>
    <w:rsid w:val="001A53F6"/>
    <w:pPr>
      <w:spacing w:line="240" w:lineRule="auto"/>
    </w:pPr>
    <w:rPr>
      <w:sz w:val="20"/>
      <w:szCs w:val="20"/>
    </w:rPr>
  </w:style>
  <w:style w:type="character" w:customStyle="1" w:styleId="CommentTextChar">
    <w:name w:val="Comment Text Char"/>
    <w:basedOn w:val="DefaultParagraphFont"/>
    <w:link w:val="CommentText"/>
    <w:uiPriority w:val="99"/>
    <w:semiHidden/>
    <w:rsid w:val="001A53F6"/>
    <w:rPr>
      <w:sz w:val="20"/>
      <w:szCs w:val="20"/>
    </w:rPr>
  </w:style>
  <w:style w:type="paragraph" w:styleId="CommentSubject">
    <w:name w:val="annotation subject"/>
    <w:basedOn w:val="CommentText"/>
    <w:next w:val="CommentText"/>
    <w:link w:val="CommentSubjectChar"/>
    <w:uiPriority w:val="99"/>
    <w:semiHidden/>
    <w:unhideWhenUsed/>
    <w:rsid w:val="001A53F6"/>
    <w:rPr>
      <w:b/>
      <w:bCs/>
    </w:rPr>
  </w:style>
  <w:style w:type="character" w:customStyle="1" w:styleId="CommentSubjectChar">
    <w:name w:val="Comment Subject Char"/>
    <w:basedOn w:val="CommentTextChar"/>
    <w:link w:val="CommentSubject"/>
    <w:uiPriority w:val="99"/>
    <w:semiHidden/>
    <w:rsid w:val="001A53F6"/>
    <w:rPr>
      <w:b/>
      <w:bCs/>
      <w:sz w:val="20"/>
      <w:szCs w:val="20"/>
    </w:rPr>
  </w:style>
  <w:style w:type="paragraph" w:styleId="Date">
    <w:name w:val="Date"/>
    <w:basedOn w:val="Normal"/>
    <w:next w:val="Normal"/>
    <w:link w:val="DateChar"/>
    <w:uiPriority w:val="99"/>
    <w:semiHidden/>
    <w:unhideWhenUsed/>
    <w:rsid w:val="001A53F6"/>
  </w:style>
  <w:style w:type="character" w:customStyle="1" w:styleId="DateChar">
    <w:name w:val="Date Char"/>
    <w:basedOn w:val="DefaultParagraphFont"/>
    <w:link w:val="Date"/>
    <w:uiPriority w:val="99"/>
    <w:semiHidden/>
    <w:rsid w:val="001A53F6"/>
  </w:style>
  <w:style w:type="paragraph" w:styleId="DocumentMap">
    <w:name w:val="Document Map"/>
    <w:basedOn w:val="Normal"/>
    <w:link w:val="DocumentMapChar"/>
    <w:uiPriority w:val="99"/>
    <w:semiHidden/>
    <w:unhideWhenUsed/>
    <w:rsid w:val="001A53F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1A53F6"/>
    <w:rPr>
      <w:rFonts w:ascii="Segoe UI" w:hAnsi="Segoe UI" w:cs="Segoe UI"/>
      <w:sz w:val="16"/>
      <w:szCs w:val="16"/>
    </w:rPr>
  </w:style>
  <w:style w:type="paragraph" w:styleId="E-mailSignature">
    <w:name w:val="E-mail Signature"/>
    <w:basedOn w:val="Normal"/>
    <w:link w:val="E-mailSignatureChar"/>
    <w:uiPriority w:val="99"/>
    <w:semiHidden/>
    <w:unhideWhenUsed/>
    <w:rsid w:val="001A53F6"/>
    <w:pPr>
      <w:spacing w:after="0" w:line="240" w:lineRule="auto"/>
    </w:pPr>
  </w:style>
  <w:style w:type="character" w:customStyle="1" w:styleId="E-mailSignatureChar">
    <w:name w:val="E-mail Signature Char"/>
    <w:basedOn w:val="DefaultParagraphFont"/>
    <w:link w:val="E-mailSignature"/>
    <w:uiPriority w:val="99"/>
    <w:semiHidden/>
    <w:rsid w:val="001A53F6"/>
  </w:style>
  <w:style w:type="paragraph" w:styleId="EndnoteText">
    <w:name w:val="endnote text"/>
    <w:basedOn w:val="Normal"/>
    <w:link w:val="EndnoteTextChar"/>
    <w:uiPriority w:val="99"/>
    <w:semiHidden/>
    <w:unhideWhenUsed/>
    <w:rsid w:val="001A53F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A53F6"/>
    <w:rPr>
      <w:sz w:val="20"/>
      <w:szCs w:val="20"/>
    </w:rPr>
  </w:style>
  <w:style w:type="paragraph" w:styleId="EnvelopeAddress">
    <w:name w:val="envelope address"/>
    <w:basedOn w:val="Normal"/>
    <w:uiPriority w:val="99"/>
    <w:semiHidden/>
    <w:unhideWhenUsed/>
    <w:rsid w:val="001A53F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1A53F6"/>
    <w:pPr>
      <w:spacing w:after="0"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unhideWhenUsed/>
    <w:rsid w:val="001A53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53F6"/>
  </w:style>
  <w:style w:type="paragraph" w:styleId="FootnoteText">
    <w:name w:val="footnote text"/>
    <w:basedOn w:val="Normal"/>
    <w:link w:val="FootnoteTextChar"/>
    <w:uiPriority w:val="99"/>
    <w:semiHidden/>
    <w:unhideWhenUsed/>
    <w:rsid w:val="001A5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53F6"/>
    <w:rPr>
      <w:sz w:val="20"/>
      <w:szCs w:val="20"/>
    </w:rPr>
  </w:style>
  <w:style w:type="paragraph" w:styleId="Header">
    <w:name w:val="header"/>
    <w:basedOn w:val="Normal"/>
    <w:link w:val="HeaderChar"/>
    <w:uiPriority w:val="99"/>
    <w:unhideWhenUsed/>
    <w:rsid w:val="001864F8"/>
    <w:pPr>
      <w:tabs>
        <w:tab w:val="center" w:pos="4513"/>
        <w:tab w:val="right" w:pos="9026"/>
      </w:tabs>
      <w:spacing w:after="0" w:line="240" w:lineRule="auto"/>
    </w:pPr>
    <w:rPr>
      <w:rFonts w:ascii="Arial" w:hAnsi="Arial"/>
      <w:sz w:val="6"/>
    </w:rPr>
  </w:style>
  <w:style w:type="character" w:customStyle="1" w:styleId="HeaderChar">
    <w:name w:val="Header Char"/>
    <w:basedOn w:val="DefaultParagraphFont"/>
    <w:link w:val="Header"/>
    <w:uiPriority w:val="99"/>
    <w:rsid w:val="001864F8"/>
    <w:rPr>
      <w:rFonts w:ascii="Arial" w:hAnsi="Arial"/>
      <w:sz w:val="6"/>
    </w:rPr>
  </w:style>
  <w:style w:type="paragraph" w:styleId="HTMLAddress">
    <w:name w:val="HTML Address"/>
    <w:basedOn w:val="Normal"/>
    <w:link w:val="HTMLAddressChar"/>
    <w:uiPriority w:val="99"/>
    <w:semiHidden/>
    <w:unhideWhenUsed/>
    <w:rsid w:val="001A53F6"/>
    <w:pPr>
      <w:spacing w:after="0" w:line="240" w:lineRule="auto"/>
    </w:pPr>
    <w:rPr>
      <w:i/>
      <w:iCs/>
    </w:rPr>
  </w:style>
  <w:style w:type="character" w:customStyle="1" w:styleId="HTMLAddressChar">
    <w:name w:val="HTML Address Char"/>
    <w:basedOn w:val="DefaultParagraphFont"/>
    <w:link w:val="HTMLAddress"/>
    <w:uiPriority w:val="99"/>
    <w:semiHidden/>
    <w:rsid w:val="001A53F6"/>
    <w:rPr>
      <w:i/>
      <w:iCs/>
    </w:rPr>
  </w:style>
  <w:style w:type="paragraph" w:styleId="HTMLPreformatted">
    <w:name w:val="HTML Preformatted"/>
    <w:basedOn w:val="Normal"/>
    <w:link w:val="HTMLPreformattedChar"/>
    <w:uiPriority w:val="99"/>
    <w:semiHidden/>
    <w:unhideWhenUsed/>
    <w:rsid w:val="001A53F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A53F6"/>
    <w:rPr>
      <w:rFonts w:ascii="Consolas" w:hAnsi="Consolas"/>
      <w:sz w:val="20"/>
      <w:szCs w:val="20"/>
    </w:rPr>
  </w:style>
  <w:style w:type="paragraph" w:styleId="Index1">
    <w:name w:val="index 1"/>
    <w:basedOn w:val="Normal"/>
    <w:next w:val="Normal"/>
    <w:uiPriority w:val="99"/>
    <w:semiHidden/>
    <w:unhideWhenUsed/>
    <w:rsid w:val="001A53F6"/>
    <w:pPr>
      <w:spacing w:after="0" w:line="240" w:lineRule="auto"/>
      <w:ind w:left="220" w:hanging="220"/>
    </w:pPr>
  </w:style>
  <w:style w:type="paragraph" w:styleId="Index2">
    <w:name w:val="index 2"/>
    <w:basedOn w:val="Normal"/>
    <w:next w:val="Normal"/>
    <w:uiPriority w:val="99"/>
    <w:semiHidden/>
    <w:unhideWhenUsed/>
    <w:rsid w:val="001A53F6"/>
    <w:pPr>
      <w:spacing w:after="0" w:line="240" w:lineRule="auto"/>
      <w:ind w:left="440" w:hanging="220"/>
    </w:pPr>
  </w:style>
  <w:style w:type="paragraph" w:styleId="Index3">
    <w:name w:val="index 3"/>
    <w:basedOn w:val="Normal"/>
    <w:next w:val="Normal"/>
    <w:uiPriority w:val="99"/>
    <w:semiHidden/>
    <w:unhideWhenUsed/>
    <w:rsid w:val="001A53F6"/>
    <w:pPr>
      <w:spacing w:after="0" w:line="240" w:lineRule="auto"/>
      <w:ind w:left="660" w:hanging="220"/>
    </w:pPr>
  </w:style>
  <w:style w:type="paragraph" w:styleId="Index4">
    <w:name w:val="index 4"/>
    <w:basedOn w:val="Normal"/>
    <w:next w:val="Normal"/>
    <w:uiPriority w:val="99"/>
    <w:semiHidden/>
    <w:unhideWhenUsed/>
    <w:rsid w:val="001A53F6"/>
    <w:pPr>
      <w:spacing w:after="0" w:line="240" w:lineRule="auto"/>
      <w:ind w:left="880" w:hanging="220"/>
    </w:pPr>
  </w:style>
  <w:style w:type="paragraph" w:styleId="Index5">
    <w:name w:val="index 5"/>
    <w:basedOn w:val="Normal"/>
    <w:next w:val="Normal"/>
    <w:uiPriority w:val="99"/>
    <w:semiHidden/>
    <w:unhideWhenUsed/>
    <w:rsid w:val="001A53F6"/>
    <w:pPr>
      <w:spacing w:after="0" w:line="240" w:lineRule="auto"/>
      <w:ind w:left="1100" w:hanging="220"/>
    </w:pPr>
  </w:style>
  <w:style w:type="paragraph" w:styleId="Index6">
    <w:name w:val="index 6"/>
    <w:basedOn w:val="Normal"/>
    <w:next w:val="Normal"/>
    <w:uiPriority w:val="99"/>
    <w:semiHidden/>
    <w:unhideWhenUsed/>
    <w:rsid w:val="001A53F6"/>
    <w:pPr>
      <w:spacing w:after="0" w:line="240" w:lineRule="auto"/>
      <w:ind w:left="1320" w:hanging="220"/>
    </w:pPr>
  </w:style>
  <w:style w:type="paragraph" w:styleId="Index7">
    <w:name w:val="index 7"/>
    <w:basedOn w:val="Normal"/>
    <w:next w:val="Normal"/>
    <w:uiPriority w:val="99"/>
    <w:semiHidden/>
    <w:unhideWhenUsed/>
    <w:rsid w:val="001A53F6"/>
    <w:pPr>
      <w:spacing w:after="0" w:line="240" w:lineRule="auto"/>
      <w:ind w:left="1540" w:hanging="220"/>
    </w:pPr>
  </w:style>
  <w:style w:type="paragraph" w:styleId="Index8">
    <w:name w:val="index 8"/>
    <w:basedOn w:val="Normal"/>
    <w:next w:val="Normal"/>
    <w:uiPriority w:val="99"/>
    <w:semiHidden/>
    <w:unhideWhenUsed/>
    <w:rsid w:val="001A53F6"/>
    <w:pPr>
      <w:spacing w:after="0" w:line="240" w:lineRule="auto"/>
      <w:ind w:left="1760" w:hanging="220"/>
    </w:pPr>
  </w:style>
  <w:style w:type="paragraph" w:styleId="Index9">
    <w:name w:val="index 9"/>
    <w:basedOn w:val="Normal"/>
    <w:next w:val="Normal"/>
    <w:uiPriority w:val="99"/>
    <w:semiHidden/>
    <w:unhideWhenUsed/>
    <w:rsid w:val="001A53F6"/>
    <w:pPr>
      <w:spacing w:after="0" w:line="240" w:lineRule="auto"/>
      <w:ind w:left="1980" w:hanging="220"/>
    </w:pPr>
  </w:style>
  <w:style w:type="paragraph" w:styleId="IndexHeading">
    <w:name w:val="index heading"/>
    <w:basedOn w:val="Normal"/>
    <w:next w:val="Index1"/>
    <w:uiPriority w:val="99"/>
    <w:semiHidden/>
    <w:unhideWhenUsed/>
    <w:rsid w:val="001A53F6"/>
    <w:rPr>
      <w:rFonts w:asciiTheme="majorHAnsi" w:eastAsiaTheme="majorEastAsia" w:hAnsiTheme="majorHAnsi" w:cstheme="majorBidi"/>
      <w:b/>
      <w:bCs/>
    </w:rPr>
  </w:style>
  <w:style w:type="paragraph" w:styleId="IntenseQuote">
    <w:name w:val="Intense Quote"/>
    <w:basedOn w:val="Normal"/>
    <w:next w:val="Normal"/>
    <w:link w:val="IntenseQuoteChar"/>
    <w:uiPriority w:val="99"/>
    <w:semiHidden/>
    <w:rsid w:val="001A53F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A53F6"/>
    <w:rPr>
      <w:i/>
      <w:iCs/>
      <w:color w:val="5B9BD5" w:themeColor="accent1"/>
    </w:rPr>
  </w:style>
  <w:style w:type="paragraph" w:styleId="List">
    <w:name w:val="List"/>
    <w:basedOn w:val="Normal"/>
    <w:uiPriority w:val="99"/>
    <w:semiHidden/>
    <w:unhideWhenUsed/>
    <w:rsid w:val="001A53F6"/>
    <w:pPr>
      <w:ind w:left="283" w:hanging="283"/>
      <w:contextualSpacing/>
    </w:pPr>
  </w:style>
  <w:style w:type="paragraph" w:styleId="List2">
    <w:name w:val="List 2"/>
    <w:basedOn w:val="Normal"/>
    <w:uiPriority w:val="99"/>
    <w:semiHidden/>
    <w:unhideWhenUsed/>
    <w:rsid w:val="001A53F6"/>
    <w:pPr>
      <w:ind w:left="566" w:hanging="283"/>
      <w:contextualSpacing/>
    </w:pPr>
  </w:style>
  <w:style w:type="paragraph" w:styleId="List3">
    <w:name w:val="List 3"/>
    <w:basedOn w:val="Normal"/>
    <w:uiPriority w:val="99"/>
    <w:semiHidden/>
    <w:unhideWhenUsed/>
    <w:rsid w:val="001A53F6"/>
    <w:pPr>
      <w:ind w:left="849" w:hanging="283"/>
      <w:contextualSpacing/>
    </w:pPr>
  </w:style>
  <w:style w:type="paragraph" w:styleId="List4">
    <w:name w:val="List 4"/>
    <w:basedOn w:val="Normal"/>
    <w:uiPriority w:val="99"/>
    <w:semiHidden/>
    <w:unhideWhenUsed/>
    <w:rsid w:val="001A53F6"/>
    <w:pPr>
      <w:ind w:left="1132" w:hanging="283"/>
      <w:contextualSpacing/>
    </w:pPr>
  </w:style>
  <w:style w:type="paragraph" w:styleId="List5">
    <w:name w:val="List 5"/>
    <w:basedOn w:val="Normal"/>
    <w:uiPriority w:val="99"/>
    <w:semiHidden/>
    <w:unhideWhenUsed/>
    <w:rsid w:val="001A53F6"/>
    <w:pPr>
      <w:ind w:left="1415" w:hanging="283"/>
      <w:contextualSpacing/>
    </w:pPr>
  </w:style>
  <w:style w:type="paragraph" w:styleId="ListParagraph">
    <w:name w:val="List Paragraph"/>
    <w:basedOn w:val="Normal"/>
    <w:uiPriority w:val="99"/>
    <w:semiHidden/>
    <w:rsid w:val="001A53F6"/>
    <w:pPr>
      <w:ind w:left="720"/>
      <w:contextualSpacing/>
    </w:pPr>
  </w:style>
  <w:style w:type="paragraph" w:styleId="MacroText">
    <w:name w:val="macro"/>
    <w:link w:val="MacroTextChar"/>
    <w:uiPriority w:val="99"/>
    <w:semiHidden/>
    <w:unhideWhenUsed/>
    <w:rsid w:val="001A53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1A53F6"/>
    <w:rPr>
      <w:rFonts w:ascii="Consolas" w:hAnsi="Consolas"/>
      <w:sz w:val="20"/>
      <w:szCs w:val="20"/>
    </w:rPr>
  </w:style>
  <w:style w:type="paragraph" w:styleId="MessageHeader">
    <w:name w:val="Message Header"/>
    <w:basedOn w:val="Normal"/>
    <w:link w:val="MessageHeaderChar"/>
    <w:uiPriority w:val="99"/>
    <w:semiHidden/>
    <w:unhideWhenUsed/>
    <w:rsid w:val="001A53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1A53F6"/>
    <w:rPr>
      <w:rFonts w:asciiTheme="majorHAnsi" w:eastAsiaTheme="majorEastAsia" w:hAnsiTheme="majorHAnsi" w:cstheme="majorBidi"/>
      <w:sz w:val="24"/>
      <w:szCs w:val="24"/>
      <w:shd w:val="pct20" w:color="auto" w:fill="auto"/>
    </w:rPr>
  </w:style>
  <w:style w:type="paragraph" w:styleId="NoSpacing">
    <w:name w:val="No Spacing"/>
    <w:uiPriority w:val="1"/>
    <w:qFormat/>
    <w:rsid w:val="001A53F6"/>
    <w:pPr>
      <w:spacing w:after="0" w:line="240" w:lineRule="auto"/>
    </w:pPr>
    <w:rPr>
      <w:sz w:val="24"/>
    </w:rPr>
  </w:style>
  <w:style w:type="paragraph" w:styleId="NormalWeb">
    <w:name w:val="Normal (Web)"/>
    <w:basedOn w:val="Normal"/>
    <w:uiPriority w:val="99"/>
    <w:semiHidden/>
    <w:unhideWhenUsed/>
    <w:rsid w:val="001A53F6"/>
    <w:rPr>
      <w:rFonts w:ascii="Times New Roman" w:hAnsi="Times New Roman" w:cs="Times New Roman"/>
      <w:sz w:val="24"/>
      <w:szCs w:val="24"/>
    </w:rPr>
  </w:style>
  <w:style w:type="paragraph" w:styleId="NormalIndent">
    <w:name w:val="Normal Indent"/>
    <w:basedOn w:val="Normal"/>
    <w:uiPriority w:val="99"/>
    <w:semiHidden/>
    <w:unhideWhenUsed/>
    <w:rsid w:val="001A53F6"/>
    <w:pPr>
      <w:ind w:left="720"/>
    </w:pPr>
  </w:style>
  <w:style w:type="paragraph" w:styleId="NoteHeading">
    <w:name w:val="Note Heading"/>
    <w:basedOn w:val="Normal"/>
    <w:next w:val="Normal"/>
    <w:link w:val="NoteHeadingChar"/>
    <w:uiPriority w:val="99"/>
    <w:semiHidden/>
    <w:unhideWhenUsed/>
    <w:rsid w:val="001A53F6"/>
    <w:pPr>
      <w:spacing w:after="0" w:line="240" w:lineRule="auto"/>
    </w:pPr>
  </w:style>
  <w:style w:type="character" w:customStyle="1" w:styleId="NoteHeadingChar">
    <w:name w:val="Note Heading Char"/>
    <w:basedOn w:val="DefaultParagraphFont"/>
    <w:link w:val="NoteHeading"/>
    <w:uiPriority w:val="99"/>
    <w:semiHidden/>
    <w:rsid w:val="001A53F6"/>
  </w:style>
  <w:style w:type="paragraph" w:styleId="PlainText">
    <w:name w:val="Plain Text"/>
    <w:basedOn w:val="Normal"/>
    <w:link w:val="PlainTextChar"/>
    <w:uiPriority w:val="99"/>
    <w:semiHidden/>
    <w:unhideWhenUsed/>
    <w:rsid w:val="001A53F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A53F6"/>
    <w:rPr>
      <w:rFonts w:ascii="Consolas" w:hAnsi="Consolas"/>
      <w:sz w:val="21"/>
      <w:szCs w:val="21"/>
    </w:rPr>
  </w:style>
  <w:style w:type="paragraph" w:styleId="Quote">
    <w:name w:val="Quote"/>
    <w:basedOn w:val="Normal"/>
    <w:next w:val="Normal"/>
    <w:link w:val="QuoteChar"/>
    <w:uiPriority w:val="29"/>
    <w:qFormat/>
    <w:rsid w:val="001A53F6"/>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1A53F6"/>
    <w:rPr>
      <w:i/>
      <w:iCs/>
      <w:color w:val="404040" w:themeColor="text1" w:themeTint="BF"/>
    </w:rPr>
  </w:style>
  <w:style w:type="paragraph" w:styleId="Salutation">
    <w:name w:val="Salutation"/>
    <w:basedOn w:val="Normal"/>
    <w:next w:val="Normal"/>
    <w:link w:val="SalutationChar"/>
    <w:uiPriority w:val="99"/>
    <w:semiHidden/>
    <w:unhideWhenUsed/>
    <w:rsid w:val="001A53F6"/>
  </w:style>
  <w:style w:type="character" w:customStyle="1" w:styleId="SalutationChar">
    <w:name w:val="Salutation Char"/>
    <w:basedOn w:val="DefaultParagraphFont"/>
    <w:link w:val="Salutation"/>
    <w:uiPriority w:val="99"/>
    <w:semiHidden/>
    <w:rsid w:val="001A53F6"/>
  </w:style>
  <w:style w:type="paragraph" w:styleId="Signature">
    <w:name w:val="Signature"/>
    <w:basedOn w:val="Normal"/>
    <w:link w:val="SignatureChar"/>
    <w:uiPriority w:val="99"/>
    <w:semiHidden/>
    <w:unhideWhenUsed/>
    <w:rsid w:val="001A53F6"/>
    <w:pPr>
      <w:spacing w:after="0" w:line="240" w:lineRule="auto"/>
      <w:ind w:left="4252"/>
    </w:pPr>
  </w:style>
  <w:style w:type="character" w:customStyle="1" w:styleId="SignatureChar">
    <w:name w:val="Signature Char"/>
    <w:basedOn w:val="DefaultParagraphFont"/>
    <w:link w:val="Signature"/>
    <w:uiPriority w:val="99"/>
    <w:semiHidden/>
    <w:rsid w:val="001A53F6"/>
  </w:style>
  <w:style w:type="paragraph" w:styleId="Subtitle">
    <w:name w:val="Subtitle"/>
    <w:basedOn w:val="Normal"/>
    <w:next w:val="BodyText"/>
    <w:link w:val="SubtitleChar"/>
    <w:uiPriority w:val="11"/>
    <w:qFormat/>
    <w:rsid w:val="00416131"/>
    <w:pPr>
      <w:numPr>
        <w:ilvl w:val="1"/>
      </w:numPr>
      <w:spacing w:after="454" w:line="240" w:lineRule="exact"/>
      <w:contextualSpacing/>
      <w:jc w:val="center"/>
    </w:pPr>
    <w:rPr>
      <w:rFonts w:ascii="Arial" w:hAnsi="Arial"/>
      <w:spacing w:val="15"/>
      <w:sz w:val="20"/>
    </w:rPr>
  </w:style>
  <w:style w:type="character" w:customStyle="1" w:styleId="SubtitleChar">
    <w:name w:val="Subtitle Char"/>
    <w:basedOn w:val="DefaultParagraphFont"/>
    <w:link w:val="Subtitle"/>
    <w:uiPriority w:val="11"/>
    <w:rsid w:val="00416131"/>
    <w:rPr>
      <w:rFonts w:ascii="Arial" w:hAnsi="Arial"/>
      <w:spacing w:val="15"/>
      <w:sz w:val="20"/>
    </w:rPr>
  </w:style>
  <w:style w:type="paragraph" w:styleId="TableofAuthorities">
    <w:name w:val="table of authorities"/>
    <w:basedOn w:val="Normal"/>
    <w:next w:val="Normal"/>
    <w:uiPriority w:val="99"/>
    <w:semiHidden/>
    <w:unhideWhenUsed/>
    <w:rsid w:val="001A53F6"/>
    <w:pPr>
      <w:spacing w:after="0"/>
      <w:ind w:left="220" w:hanging="220"/>
    </w:pPr>
  </w:style>
  <w:style w:type="paragraph" w:styleId="TableofFigures">
    <w:name w:val="table of figures"/>
    <w:basedOn w:val="Normal"/>
    <w:next w:val="Normal"/>
    <w:uiPriority w:val="99"/>
    <w:semiHidden/>
    <w:unhideWhenUsed/>
    <w:rsid w:val="001A53F6"/>
    <w:pPr>
      <w:spacing w:after="0"/>
    </w:pPr>
  </w:style>
  <w:style w:type="paragraph" w:styleId="Title">
    <w:name w:val="Title"/>
    <w:basedOn w:val="Normal"/>
    <w:next w:val="Subtitle"/>
    <w:link w:val="TitleChar"/>
    <w:uiPriority w:val="10"/>
    <w:qFormat/>
    <w:rsid w:val="00416131"/>
    <w:pPr>
      <w:spacing w:after="197" w:line="240" w:lineRule="auto"/>
      <w:contextualSpacing/>
      <w:jc w:val="center"/>
    </w:pPr>
    <w:rPr>
      <w:rFonts w:ascii="Arial" w:eastAsiaTheme="majorEastAsia" w:hAnsi="Arial" w:cstheme="majorBidi"/>
      <w:b/>
      <w:spacing w:val="-10"/>
      <w:kern w:val="28"/>
      <w:sz w:val="32"/>
      <w:szCs w:val="56"/>
    </w:rPr>
  </w:style>
  <w:style w:type="character" w:customStyle="1" w:styleId="TitleChar">
    <w:name w:val="Title Char"/>
    <w:basedOn w:val="DefaultParagraphFont"/>
    <w:link w:val="Title"/>
    <w:uiPriority w:val="10"/>
    <w:rsid w:val="00416131"/>
    <w:rPr>
      <w:rFonts w:ascii="Arial" w:eastAsiaTheme="majorEastAsia" w:hAnsi="Arial" w:cstheme="majorBidi"/>
      <w:b/>
      <w:spacing w:val="-10"/>
      <w:kern w:val="28"/>
      <w:sz w:val="32"/>
      <w:szCs w:val="56"/>
    </w:rPr>
  </w:style>
  <w:style w:type="paragraph" w:styleId="TOAHeading">
    <w:name w:val="toa heading"/>
    <w:basedOn w:val="Normal"/>
    <w:next w:val="Normal"/>
    <w:uiPriority w:val="99"/>
    <w:semiHidden/>
    <w:unhideWhenUsed/>
    <w:rsid w:val="001A53F6"/>
    <w:pPr>
      <w:spacing w:before="120"/>
    </w:pPr>
    <w:rPr>
      <w:rFonts w:asciiTheme="majorHAnsi" w:eastAsiaTheme="majorEastAsia" w:hAnsiTheme="majorHAnsi" w:cstheme="majorBidi"/>
      <w:b/>
      <w:bCs/>
      <w:sz w:val="24"/>
      <w:szCs w:val="24"/>
    </w:rPr>
  </w:style>
  <w:style w:type="paragraph" w:styleId="TOC1">
    <w:name w:val="toc 1"/>
    <w:basedOn w:val="Normal"/>
    <w:next w:val="Normal"/>
    <w:uiPriority w:val="39"/>
    <w:semiHidden/>
    <w:unhideWhenUsed/>
    <w:rsid w:val="001A53F6"/>
    <w:pPr>
      <w:spacing w:after="100"/>
    </w:pPr>
  </w:style>
  <w:style w:type="paragraph" w:styleId="TOC2">
    <w:name w:val="toc 2"/>
    <w:basedOn w:val="Normal"/>
    <w:next w:val="Normal"/>
    <w:uiPriority w:val="39"/>
    <w:semiHidden/>
    <w:unhideWhenUsed/>
    <w:rsid w:val="001A53F6"/>
    <w:pPr>
      <w:spacing w:after="100"/>
      <w:ind w:left="220"/>
    </w:pPr>
  </w:style>
  <w:style w:type="paragraph" w:styleId="TOC3">
    <w:name w:val="toc 3"/>
    <w:basedOn w:val="Normal"/>
    <w:next w:val="Normal"/>
    <w:uiPriority w:val="39"/>
    <w:semiHidden/>
    <w:unhideWhenUsed/>
    <w:rsid w:val="001A53F6"/>
    <w:pPr>
      <w:spacing w:after="100"/>
      <w:ind w:left="440"/>
    </w:pPr>
  </w:style>
  <w:style w:type="paragraph" w:styleId="TOC4">
    <w:name w:val="toc 4"/>
    <w:basedOn w:val="Normal"/>
    <w:next w:val="Normal"/>
    <w:uiPriority w:val="39"/>
    <w:semiHidden/>
    <w:unhideWhenUsed/>
    <w:rsid w:val="001A53F6"/>
    <w:pPr>
      <w:spacing w:after="100"/>
      <w:ind w:left="660"/>
    </w:pPr>
  </w:style>
  <w:style w:type="paragraph" w:styleId="TOC5">
    <w:name w:val="toc 5"/>
    <w:basedOn w:val="Normal"/>
    <w:next w:val="Normal"/>
    <w:uiPriority w:val="39"/>
    <w:semiHidden/>
    <w:unhideWhenUsed/>
    <w:rsid w:val="001A53F6"/>
    <w:pPr>
      <w:spacing w:after="100"/>
      <w:ind w:left="880"/>
    </w:pPr>
  </w:style>
  <w:style w:type="paragraph" w:styleId="TOC6">
    <w:name w:val="toc 6"/>
    <w:basedOn w:val="Normal"/>
    <w:next w:val="Normal"/>
    <w:uiPriority w:val="39"/>
    <w:semiHidden/>
    <w:unhideWhenUsed/>
    <w:rsid w:val="001A53F6"/>
    <w:pPr>
      <w:spacing w:after="100"/>
      <w:ind w:left="1100"/>
    </w:pPr>
  </w:style>
  <w:style w:type="paragraph" w:styleId="TOC7">
    <w:name w:val="toc 7"/>
    <w:basedOn w:val="Normal"/>
    <w:next w:val="Normal"/>
    <w:uiPriority w:val="39"/>
    <w:semiHidden/>
    <w:unhideWhenUsed/>
    <w:rsid w:val="001A53F6"/>
    <w:pPr>
      <w:spacing w:after="100"/>
      <w:ind w:left="1320"/>
    </w:pPr>
  </w:style>
  <w:style w:type="paragraph" w:styleId="TOC8">
    <w:name w:val="toc 8"/>
    <w:basedOn w:val="Normal"/>
    <w:next w:val="Normal"/>
    <w:uiPriority w:val="39"/>
    <w:semiHidden/>
    <w:unhideWhenUsed/>
    <w:rsid w:val="001A53F6"/>
    <w:pPr>
      <w:spacing w:after="100"/>
      <w:ind w:left="1540"/>
    </w:pPr>
  </w:style>
  <w:style w:type="paragraph" w:styleId="TOC9">
    <w:name w:val="toc 9"/>
    <w:basedOn w:val="Normal"/>
    <w:next w:val="Normal"/>
    <w:uiPriority w:val="39"/>
    <w:semiHidden/>
    <w:unhideWhenUsed/>
    <w:rsid w:val="001A53F6"/>
    <w:pPr>
      <w:spacing w:after="100"/>
      <w:ind w:left="1760"/>
    </w:pPr>
  </w:style>
  <w:style w:type="paragraph" w:styleId="TOCHeading">
    <w:name w:val="TOC Heading"/>
    <w:basedOn w:val="Heading1"/>
    <w:next w:val="Normal"/>
    <w:uiPriority w:val="39"/>
    <w:semiHidden/>
    <w:unhideWhenUsed/>
    <w:qFormat/>
    <w:rsid w:val="001A53F6"/>
    <w:pPr>
      <w:outlineLvl w:val="9"/>
    </w:pPr>
  </w:style>
  <w:style w:type="character" w:styleId="BookTitle">
    <w:name w:val="Book Title"/>
    <w:basedOn w:val="DefaultParagraphFont"/>
    <w:uiPriority w:val="99"/>
    <w:semiHidden/>
    <w:rsid w:val="001A53F6"/>
    <w:rPr>
      <w:b/>
      <w:bCs/>
      <w:i/>
      <w:iCs/>
      <w:spacing w:val="5"/>
    </w:rPr>
  </w:style>
  <w:style w:type="character" w:styleId="IntenseEmphasis">
    <w:name w:val="Intense Emphasis"/>
    <w:basedOn w:val="DefaultParagraphFont"/>
    <w:uiPriority w:val="99"/>
    <w:semiHidden/>
    <w:rsid w:val="001A53F6"/>
    <w:rPr>
      <w:i/>
      <w:iCs/>
      <w:color w:val="5B9BD5" w:themeColor="accent1"/>
    </w:rPr>
  </w:style>
  <w:style w:type="character" w:styleId="IntenseReference">
    <w:name w:val="Intense Reference"/>
    <w:basedOn w:val="DefaultParagraphFont"/>
    <w:uiPriority w:val="99"/>
    <w:semiHidden/>
    <w:rsid w:val="001A53F6"/>
    <w:rPr>
      <w:b/>
      <w:bCs/>
      <w:smallCaps/>
      <w:color w:val="5B9BD5" w:themeColor="accent1"/>
      <w:spacing w:val="5"/>
    </w:rPr>
  </w:style>
  <w:style w:type="character" w:styleId="SubtleEmphasis">
    <w:name w:val="Subtle Emphasis"/>
    <w:basedOn w:val="DefaultParagraphFont"/>
    <w:uiPriority w:val="99"/>
    <w:semiHidden/>
    <w:rsid w:val="001A53F6"/>
    <w:rPr>
      <w:i/>
      <w:iCs/>
      <w:color w:val="404040" w:themeColor="text1" w:themeTint="BF"/>
    </w:rPr>
  </w:style>
  <w:style w:type="character" w:styleId="SubtleReference">
    <w:name w:val="Subtle Reference"/>
    <w:basedOn w:val="DefaultParagraphFont"/>
    <w:uiPriority w:val="99"/>
    <w:semiHidden/>
    <w:rsid w:val="001A53F6"/>
    <w:rPr>
      <w:smallCaps/>
      <w:color w:val="5A5A5A" w:themeColor="text1" w:themeTint="A5"/>
    </w:rPr>
  </w:style>
  <w:style w:type="character" w:styleId="Hyperlink">
    <w:name w:val="Hyperlink"/>
    <w:basedOn w:val="DefaultParagraphFont"/>
    <w:uiPriority w:val="99"/>
    <w:unhideWhenUsed/>
    <w:rsid w:val="001A53F6"/>
    <w:rPr>
      <w:color w:val="0563C1" w:themeColor="hyperlink"/>
      <w:u w:val="single"/>
    </w:rPr>
  </w:style>
  <w:style w:type="numbering" w:customStyle="1" w:styleId="ListBullets">
    <w:name w:val="ListBullets"/>
    <w:uiPriority w:val="99"/>
    <w:rsid w:val="003E4E8D"/>
    <w:pPr>
      <w:numPr>
        <w:numId w:val="21"/>
      </w:numPr>
    </w:pPr>
  </w:style>
  <w:style w:type="character" w:styleId="PlaceholderText">
    <w:name w:val="Placeholder Text"/>
    <w:basedOn w:val="DefaultParagraphFont"/>
    <w:uiPriority w:val="99"/>
    <w:semiHidden/>
    <w:rsid w:val="00AB384B"/>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76">
    <w:lsdException w:name="Normal" w:semiHidden="0" w:unhideWhenUsed="0"/>
    <w:lsdException w:name="heading 1" w:semiHidden="0" w:uiPriority="0" w:unhideWhenUsed="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List Number" w:uiPriority="0" w:qFormat="1"/>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w:uiPriority="0" w:qFormat="1"/>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qFormat="1"/>
  </w:latentStyles>
  <w:style w:type="paragraph" w:default="1" w:styleId="Normal">
    <w:name w:val="Normal"/>
    <w:uiPriority w:val="99"/>
    <w:semiHidden/>
    <w:rsid w:val="00952A45"/>
  </w:style>
  <w:style w:type="paragraph" w:styleId="Heading1">
    <w:name w:val="heading 1"/>
    <w:basedOn w:val="Normal"/>
    <w:next w:val="BodyText"/>
    <w:link w:val="Heading1Char"/>
    <w:qFormat/>
    <w:rsid w:val="001A53F6"/>
    <w:pPr>
      <w:keepNext/>
      <w:keepLines/>
      <w:spacing w:before="240" w:after="0"/>
      <w:outlineLvl w:val="0"/>
    </w:pPr>
    <w:rPr>
      <w:rFonts w:asciiTheme="majorHAnsi" w:eastAsiaTheme="majorEastAsia" w:hAnsiTheme="majorHAnsi" w:cstheme="majorBidi"/>
      <w:b/>
      <w:sz w:val="40"/>
      <w:szCs w:val="32"/>
    </w:rPr>
  </w:style>
  <w:style w:type="paragraph" w:styleId="Heading2">
    <w:name w:val="heading 2"/>
    <w:basedOn w:val="Normal"/>
    <w:next w:val="BodyText"/>
    <w:link w:val="Heading2Char"/>
    <w:unhideWhenUsed/>
    <w:qFormat/>
    <w:rsid w:val="001A53F6"/>
    <w:pPr>
      <w:keepNext/>
      <w:keepLines/>
      <w:spacing w:before="40" w:after="0"/>
      <w:outlineLvl w:val="1"/>
    </w:pPr>
    <w:rPr>
      <w:rFonts w:asciiTheme="majorHAnsi" w:eastAsiaTheme="majorEastAsia" w:hAnsiTheme="majorHAnsi" w:cstheme="majorBidi"/>
      <w:b/>
      <w:sz w:val="32"/>
      <w:szCs w:val="26"/>
    </w:rPr>
  </w:style>
  <w:style w:type="paragraph" w:styleId="Heading3">
    <w:name w:val="heading 3"/>
    <w:basedOn w:val="Normal"/>
    <w:link w:val="Heading3Char"/>
    <w:unhideWhenUsed/>
    <w:qFormat/>
    <w:rsid w:val="00416131"/>
    <w:pPr>
      <w:keepNext/>
      <w:keepLines/>
      <w:spacing w:before="40" w:after="0"/>
      <w:outlineLvl w:val="2"/>
    </w:pPr>
    <w:rPr>
      <w:rFonts w:ascii="Arial" w:eastAsiaTheme="majorEastAsia" w:hAnsi="Arial" w:cstheme="majorBidi"/>
      <w:b/>
      <w:sz w:val="20"/>
      <w:szCs w:val="24"/>
    </w:rPr>
  </w:style>
  <w:style w:type="paragraph" w:styleId="Heading4">
    <w:name w:val="heading 4"/>
    <w:basedOn w:val="Normal"/>
    <w:next w:val="BodyText"/>
    <w:link w:val="Heading4Char"/>
    <w:unhideWhenUsed/>
    <w:rsid w:val="001A53F6"/>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BodyText"/>
    <w:link w:val="Heading5Char"/>
    <w:semiHidden/>
    <w:unhideWhenUsed/>
    <w:rsid w:val="001A53F6"/>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BodyText"/>
    <w:link w:val="Heading6Char"/>
    <w:semiHidden/>
    <w:unhideWhenUsed/>
    <w:rsid w:val="001A53F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BodyText"/>
    <w:link w:val="Heading7Char"/>
    <w:semiHidden/>
    <w:unhideWhenUsed/>
    <w:rsid w:val="001A53F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BodyText"/>
    <w:link w:val="Heading8Char"/>
    <w:semiHidden/>
    <w:unhideWhenUsed/>
    <w:rsid w:val="001A53F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BodyText"/>
    <w:link w:val="Heading9Char"/>
    <w:semiHidden/>
    <w:unhideWhenUsed/>
    <w:rsid w:val="001A53F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rongEmphasis">
    <w:name w:val="Strong Emphasis"/>
    <w:basedOn w:val="DefaultParagraphFont"/>
    <w:rsid w:val="001A53F6"/>
    <w:rPr>
      <w:b/>
      <w:i/>
    </w:rPr>
  </w:style>
  <w:style w:type="character" w:customStyle="1" w:styleId="Superscript">
    <w:name w:val="Superscript"/>
    <w:basedOn w:val="DefaultParagraphFont"/>
    <w:rsid w:val="001A53F6"/>
    <w:rPr>
      <w:vertAlign w:val="superscript"/>
    </w:rPr>
  </w:style>
  <w:style w:type="paragraph" w:styleId="BodyText">
    <w:name w:val="Body Text"/>
    <w:basedOn w:val="Normal"/>
    <w:link w:val="BodyTextChar"/>
    <w:unhideWhenUsed/>
    <w:qFormat/>
    <w:rsid w:val="00952A45"/>
    <w:pPr>
      <w:spacing w:before="60" w:after="60"/>
      <w:ind w:left="85" w:right="85"/>
      <w:contextualSpacing/>
    </w:pPr>
    <w:rPr>
      <w:rFonts w:ascii="Arial" w:hAnsi="Arial"/>
      <w:sz w:val="18"/>
    </w:rPr>
  </w:style>
  <w:style w:type="character" w:customStyle="1" w:styleId="BodyTextChar">
    <w:name w:val="Body Text Char"/>
    <w:basedOn w:val="DefaultParagraphFont"/>
    <w:link w:val="BodyText"/>
    <w:rsid w:val="00952A45"/>
    <w:rPr>
      <w:rFonts w:ascii="Arial" w:hAnsi="Arial"/>
      <w:sz w:val="18"/>
    </w:rPr>
  </w:style>
  <w:style w:type="paragraph" w:styleId="BodyText2">
    <w:name w:val="Body Text 2"/>
    <w:basedOn w:val="BodyText"/>
    <w:link w:val="BodyText2Char"/>
    <w:semiHidden/>
    <w:unhideWhenUsed/>
    <w:rsid w:val="001A53F6"/>
    <w:pPr>
      <w:spacing w:after="120" w:line="480" w:lineRule="auto"/>
    </w:pPr>
  </w:style>
  <w:style w:type="character" w:customStyle="1" w:styleId="BodyText2Char">
    <w:name w:val="Body Text 2 Char"/>
    <w:basedOn w:val="DefaultParagraphFont"/>
    <w:link w:val="BodyText2"/>
    <w:uiPriority w:val="99"/>
    <w:semiHidden/>
    <w:rsid w:val="001A53F6"/>
  </w:style>
  <w:style w:type="paragraph" w:styleId="BodyText3">
    <w:name w:val="Body Text 3"/>
    <w:basedOn w:val="BodyText2"/>
    <w:link w:val="BodyText3Char"/>
    <w:semiHidden/>
    <w:unhideWhenUsed/>
    <w:rsid w:val="001A53F6"/>
    <w:rPr>
      <w:sz w:val="16"/>
      <w:szCs w:val="16"/>
    </w:rPr>
  </w:style>
  <w:style w:type="character" w:customStyle="1" w:styleId="BodyText3Char">
    <w:name w:val="Body Text 3 Char"/>
    <w:basedOn w:val="DefaultParagraphFont"/>
    <w:link w:val="BodyText3"/>
    <w:uiPriority w:val="99"/>
    <w:semiHidden/>
    <w:rsid w:val="001A53F6"/>
    <w:rPr>
      <w:sz w:val="16"/>
      <w:szCs w:val="16"/>
    </w:rPr>
  </w:style>
  <w:style w:type="paragraph" w:styleId="BodyTextFirstIndent">
    <w:name w:val="Body Text First Indent"/>
    <w:basedOn w:val="BodyText"/>
    <w:link w:val="BodyTextFirstIndentChar"/>
    <w:semiHidden/>
    <w:unhideWhenUsed/>
    <w:rsid w:val="001A53F6"/>
    <w:pPr>
      <w:spacing w:after="160"/>
      <w:ind w:firstLine="360"/>
    </w:pPr>
  </w:style>
  <w:style w:type="character" w:customStyle="1" w:styleId="BodyTextFirstIndentChar">
    <w:name w:val="Body Text First Indent Char"/>
    <w:basedOn w:val="BodyTextChar"/>
    <w:link w:val="BodyTextFirstIndent"/>
    <w:uiPriority w:val="99"/>
    <w:semiHidden/>
    <w:rsid w:val="001A53F6"/>
    <w:rPr>
      <w:rFonts w:ascii="Arial" w:hAnsi="Arial"/>
      <w:sz w:val="18"/>
    </w:rPr>
  </w:style>
  <w:style w:type="paragraph" w:styleId="BodyTextIndent">
    <w:name w:val="Body Text Indent"/>
    <w:basedOn w:val="BodyText"/>
    <w:link w:val="BodyTextIndentChar"/>
    <w:semiHidden/>
    <w:unhideWhenUsed/>
    <w:rsid w:val="001A53F6"/>
    <w:pPr>
      <w:spacing w:after="120"/>
      <w:ind w:left="283"/>
    </w:pPr>
  </w:style>
  <w:style w:type="character" w:customStyle="1" w:styleId="BodyTextIndentChar">
    <w:name w:val="Body Text Indent Char"/>
    <w:basedOn w:val="DefaultParagraphFont"/>
    <w:link w:val="BodyTextIndent"/>
    <w:uiPriority w:val="99"/>
    <w:semiHidden/>
    <w:rsid w:val="001A53F6"/>
  </w:style>
  <w:style w:type="paragraph" w:styleId="BodyTextFirstIndent2">
    <w:name w:val="Body Text First Indent 2"/>
    <w:basedOn w:val="BodyTextFirstIndent"/>
    <w:link w:val="BodyTextFirstIndent2Char"/>
    <w:semiHidden/>
    <w:unhideWhenUsed/>
    <w:rsid w:val="001A53F6"/>
    <w:pPr>
      <w:ind w:left="360"/>
    </w:pPr>
  </w:style>
  <w:style w:type="character" w:customStyle="1" w:styleId="BodyTextFirstIndent2Char">
    <w:name w:val="Body Text First Indent 2 Char"/>
    <w:basedOn w:val="BodyTextIndentChar"/>
    <w:link w:val="BodyTextFirstIndent2"/>
    <w:uiPriority w:val="99"/>
    <w:semiHidden/>
    <w:rsid w:val="001A53F6"/>
  </w:style>
  <w:style w:type="paragraph" w:styleId="BodyTextIndent2">
    <w:name w:val="Body Text Indent 2"/>
    <w:basedOn w:val="BodyTextIndent"/>
    <w:link w:val="BodyTextIndent2Char"/>
    <w:semiHidden/>
    <w:unhideWhenUsed/>
    <w:rsid w:val="001A53F6"/>
    <w:pPr>
      <w:spacing w:line="480" w:lineRule="auto"/>
    </w:pPr>
  </w:style>
  <w:style w:type="character" w:customStyle="1" w:styleId="BodyTextIndent2Char">
    <w:name w:val="Body Text Indent 2 Char"/>
    <w:basedOn w:val="DefaultParagraphFont"/>
    <w:link w:val="BodyTextIndent2"/>
    <w:uiPriority w:val="99"/>
    <w:semiHidden/>
    <w:rsid w:val="001A53F6"/>
  </w:style>
  <w:style w:type="paragraph" w:styleId="BodyTextIndent3">
    <w:name w:val="Body Text Indent 3"/>
    <w:basedOn w:val="BodyTextIndent2"/>
    <w:link w:val="BodyTextIndent3Char"/>
    <w:semiHidden/>
    <w:unhideWhenUsed/>
    <w:rsid w:val="001A53F6"/>
    <w:rPr>
      <w:sz w:val="16"/>
      <w:szCs w:val="16"/>
    </w:rPr>
  </w:style>
  <w:style w:type="character" w:customStyle="1" w:styleId="BodyTextIndent3Char">
    <w:name w:val="Body Text Indent 3 Char"/>
    <w:basedOn w:val="DefaultParagraphFont"/>
    <w:link w:val="BodyTextIndent3"/>
    <w:uiPriority w:val="99"/>
    <w:semiHidden/>
    <w:rsid w:val="001A53F6"/>
    <w:rPr>
      <w:sz w:val="16"/>
      <w:szCs w:val="16"/>
    </w:rPr>
  </w:style>
  <w:style w:type="character" w:customStyle="1" w:styleId="Heading1Char">
    <w:name w:val="Heading 1 Char"/>
    <w:basedOn w:val="DefaultParagraphFont"/>
    <w:link w:val="Heading1"/>
    <w:rsid w:val="001A53F6"/>
    <w:rPr>
      <w:rFonts w:asciiTheme="majorHAnsi" w:eastAsiaTheme="majorEastAsia" w:hAnsiTheme="majorHAnsi" w:cstheme="majorBidi"/>
      <w:b/>
      <w:sz w:val="40"/>
      <w:szCs w:val="32"/>
    </w:rPr>
  </w:style>
  <w:style w:type="character" w:customStyle="1" w:styleId="Heading2Char">
    <w:name w:val="Heading 2 Char"/>
    <w:basedOn w:val="DefaultParagraphFont"/>
    <w:link w:val="Heading2"/>
    <w:rsid w:val="001A53F6"/>
    <w:rPr>
      <w:rFonts w:asciiTheme="majorHAnsi" w:eastAsiaTheme="majorEastAsia" w:hAnsiTheme="majorHAnsi" w:cstheme="majorBidi"/>
      <w:b/>
      <w:sz w:val="32"/>
      <w:szCs w:val="26"/>
    </w:rPr>
  </w:style>
  <w:style w:type="character" w:customStyle="1" w:styleId="Heading3Char">
    <w:name w:val="Heading 3 Char"/>
    <w:basedOn w:val="DefaultParagraphFont"/>
    <w:link w:val="Heading3"/>
    <w:rsid w:val="00416131"/>
    <w:rPr>
      <w:rFonts w:ascii="Arial" w:eastAsiaTheme="majorEastAsia" w:hAnsi="Arial" w:cstheme="majorBidi"/>
      <w:b/>
      <w:sz w:val="20"/>
      <w:szCs w:val="24"/>
    </w:rPr>
  </w:style>
  <w:style w:type="character" w:customStyle="1" w:styleId="Heading4Char">
    <w:name w:val="Heading 4 Char"/>
    <w:basedOn w:val="DefaultParagraphFont"/>
    <w:link w:val="Heading4"/>
    <w:uiPriority w:val="9"/>
    <w:semiHidden/>
    <w:rsid w:val="001A53F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A53F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1A53F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53F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53F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53F6"/>
    <w:rPr>
      <w:rFonts w:asciiTheme="majorHAnsi" w:eastAsiaTheme="majorEastAsia" w:hAnsiTheme="majorHAnsi" w:cstheme="majorBidi"/>
      <w:i/>
      <w:iCs/>
      <w:color w:val="272727" w:themeColor="text1" w:themeTint="D8"/>
      <w:sz w:val="21"/>
      <w:szCs w:val="21"/>
    </w:rPr>
  </w:style>
  <w:style w:type="numbering" w:customStyle="1" w:styleId="ListHeadings">
    <w:name w:val="ListHeadings"/>
    <w:basedOn w:val="NoList"/>
    <w:rsid w:val="001A53F6"/>
    <w:pPr>
      <w:numPr>
        <w:numId w:val="1"/>
      </w:numPr>
    </w:pPr>
  </w:style>
  <w:style w:type="paragraph" w:styleId="ListBullet">
    <w:name w:val="List Bullet"/>
    <w:basedOn w:val="Normal"/>
    <w:unhideWhenUsed/>
    <w:qFormat/>
    <w:rsid w:val="00AB384B"/>
    <w:pPr>
      <w:numPr>
        <w:numId w:val="25"/>
      </w:numPr>
      <w:spacing w:before="60" w:after="60"/>
      <w:ind w:right="85"/>
      <w:contextualSpacing/>
    </w:pPr>
    <w:rPr>
      <w:rFonts w:ascii="Arial" w:hAnsi="Arial"/>
      <w:sz w:val="18"/>
    </w:rPr>
  </w:style>
  <w:style w:type="paragraph" w:styleId="ListBullet2">
    <w:name w:val="List Bullet 2"/>
    <w:basedOn w:val="ListBullet"/>
    <w:unhideWhenUsed/>
    <w:rsid w:val="003E4E8D"/>
    <w:pPr>
      <w:numPr>
        <w:ilvl w:val="1"/>
      </w:numPr>
    </w:pPr>
  </w:style>
  <w:style w:type="paragraph" w:styleId="ListBullet3">
    <w:name w:val="List Bullet 3"/>
    <w:basedOn w:val="ListBullet2"/>
    <w:unhideWhenUsed/>
    <w:rsid w:val="003E4E8D"/>
    <w:pPr>
      <w:numPr>
        <w:ilvl w:val="2"/>
      </w:numPr>
    </w:pPr>
  </w:style>
  <w:style w:type="paragraph" w:styleId="ListBullet4">
    <w:name w:val="List Bullet 4"/>
    <w:basedOn w:val="ListBullet3"/>
    <w:unhideWhenUsed/>
    <w:rsid w:val="003E4E8D"/>
    <w:pPr>
      <w:numPr>
        <w:ilvl w:val="3"/>
      </w:numPr>
    </w:pPr>
  </w:style>
  <w:style w:type="paragraph" w:styleId="ListBullet5">
    <w:name w:val="List Bullet 5"/>
    <w:basedOn w:val="ListBullet4"/>
    <w:unhideWhenUsed/>
    <w:rsid w:val="003E4E8D"/>
    <w:pPr>
      <w:numPr>
        <w:ilvl w:val="4"/>
      </w:numPr>
    </w:pPr>
  </w:style>
  <w:style w:type="paragraph" w:styleId="ListContinue">
    <w:name w:val="List Continue"/>
    <w:basedOn w:val="BodyText"/>
    <w:unhideWhenUsed/>
    <w:qFormat/>
    <w:rsid w:val="001A53F6"/>
    <w:pPr>
      <w:numPr>
        <w:numId w:val="8"/>
      </w:numPr>
      <w:spacing w:after="120"/>
    </w:pPr>
    <w:rPr>
      <w:sz w:val="24"/>
    </w:rPr>
  </w:style>
  <w:style w:type="paragraph" w:styleId="ListContinue2">
    <w:name w:val="List Continue 2"/>
    <w:basedOn w:val="ListContinue"/>
    <w:semiHidden/>
    <w:unhideWhenUsed/>
    <w:rsid w:val="001A53F6"/>
    <w:pPr>
      <w:numPr>
        <w:ilvl w:val="1"/>
      </w:numPr>
    </w:pPr>
  </w:style>
  <w:style w:type="paragraph" w:styleId="ListContinue3">
    <w:name w:val="List Continue 3"/>
    <w:basedOn w:val="ListContinue2"/>
    <w:semiHidden/>
    <w:unhideWhenUsed/>
    <w:rsid w:val="001A53F6"/>
    <w:pPr>
      <w:numPr>
        <w:ilvl w:val="2"/>
      </w:numPr>
    </w:pPr>
  </w:style>
  <w:style w:type="paragraph" w:styleId="ListContinue4">
    <w:name w:val="List Continue 4"/>
    <w:basedOn w:val="ListContinue3"/>
    <w:semiHidden/>
    <w:unhideWhenUsed/>
    <w:rsid w:val="001A53F6"/>
    <w:pPr>
      <w:numPr>
        <w:ilvl w:val="3"/>
      </w:numPr>
    </w:pPr>
  </w:style>
  <w:style w:type="paragraph" w:styleId="ListContinue5">
    <w:name w:val="List Continue 5"/>
    <w:basedOn w:val="ListContinue4"/>
    <w:semiHidden/>
    <w:unhideWhenUsed/>
    <w:rsid w:val="001A53F6"/>
    <w:pPr>
      <w:numPr>
        <w:ilvl w:val="4"/>
      </w:numPr>
    </w:pPr>
  </w:style>
  <w:style w:type="numbering" w:customStyle="1" w:styleId="ListContinues">
    <w:name w:val="ListContinues"/>
    <w:basedOn w:val="NoList"/>
    <w:rsid w:val="001A53F6"/>
    <w:pPr>
      <w:numPr>
        <w:numId w:val="20"/>
      </w:numPr>
    </w:pPr>
  </w:style>
  <w:style w:type="paragraph" w:styleId="ListNumber">
    <w:name w:val="List Number"/>
    <w:basedOn w:val="BodyText"/>
    <w:unhideWhenUsed/>
    <w:qFormat/>
    <w:rsid w:val="001A53F6"/>
    <w:pPr>
      <w:numPr>
        <w:numId w:val="14"/>
      </w:numPr>
    </w:pPr>
    <w:rPr>
      <w:sz w:val="24"/>
    </w:rPr>
  </w:style>
  <w:style w:type="paragraph" w:styleId="ListNumber2">
    <w:name w:val="List Number 2"/>
    <w:basedOn w:val="ListNumber"/>
    <w:semiHidden/>
    <w:unhideWhenUsed/>
    <w:rsid w:val="001A53F6"/>
    <w:pPr>
      <w:numPr>
        <w:ilvl w:val="1"/>
      </w:numPr>
    </w:pPr>
  </w:style>
  <w:style w:type="paragraph" w:styleId="ListNumber3">
    <w:name w:val="List Number 3"/>
    <w:basedOn w:val="ListNumber2"/>
    <w:semiHidden/>
    <w:unhideWhenUsed/>
    <w:rsid w:val="001A53F6"/>
    <w:pPr>
      <w:numPr>
        <w:ilvl w:val="2"/>
      </w:numPr>
    </w:pPr>
  </w:style>
  <w:style w:type="paragraph" w:styleId="ListNumber4">
    <w:name w:val="List Number 4"/>
    <w:basedOn w:val="ListNumber3"/>
    <w:semiHidden/>
    <w:unhideWhenUsed/>
    <w:rsid w:val="001A53F6"/>
    <w:pPr>
      <w:numPr>
        <w:ilvl w:val="3"/>
      </w:numPr>
    </w:pPr>
  </w:style>
  <w:style w:type="paragraph" w:styleId="ListNumber5">
    <w:name w:val="List Number 5"/>
    <w:basedOn w:val="ListNumber4"/>
    <w:semiHidden/>
    <w:unhideWhenUsed/>
    <w:rsid w:val="001A53F6"/>
    <w:pPr>
      <w:numPr>
        <w:ilvl w:val="4"/>
      </w:numPr>
    </w:pPr>
  </w:style>
  <w:style w:type="numbering" w:customStyle="1" w:styleId="ListNumbers">
    <w:name w:val="ListNumbers"/>
    <w:basedOn w:val="NoList"/>
    <w:rsid w:val="001A53F6"/>
    <w:pPr>
      <w:numPr>
        <w:numId w:val="14"/>
      </w:numPr>
    </w:pPr>
  </w:style>
  <w:style w:type="paragraph" w:customStyle="1" w:styleId="TableText">
    <w:name w:val="Table Text"/>
    <w:basedOn w:val="Normal"/>
    <w:link w:val="TableTextChar"/>
    <w:rsid w:val="001A53F6"/>
    <w:pPr>
      <w:spacing w:before="60" w:after="60" w:line="240" w:lineRule="auto"/>
      <w:ind w:left="57" w:right="57"/>
    </w:pPr>
    <w:rPr>
      <w:sz w:val="20"/>
    </w:rPr>
  </w:style>
  <w:style w:type="character" w:customStyle="1" w:styleId="TableTextChar">
    <w:name w:val="Table Text Char"/>
    <w:basedOn w:val="DefaultParagraphFont"/>
    <w:link w:val="TableText"/>
    <w:rsid w:val="001A53F6"/>
    <w:rPr>
      <w:sz w:val="20"/>
    </w:rPr>
  </w:style>
  <w:style w:type="paragraph" w:customStyle="1" w:styleId="TableTextCentred">
    <w:name w:val="Table Text Centred"/>
    <w:basedOn w:val="TableText"/>
    <w:link w:val="TableTextCentredChar"/>
    <w:rsid w:val="001A53F6"/>
    <w:pPr>
      <w:jc w:val="center"/>
    </w:pPr>
  </w:style>
  <w:style w:type="character" w:customStyle="1" w:styleId="TableTextCentredChar">
    <w:name w:val="Table Text Centred Char"/>
    <w:basedOn w:val="DefaultParagraphFont"/>
    <w:link w:val="TableTextCentred"/>
    <w:rsid w:val="001A53F6"/>
    <w:rPr>
      <w:sz w:val="20"/>
    </w:rPr>
  </w:style>
  <w:style w:type="paragraph" w:customStyle="1" w:styleId="TableTextDecimal">
    <w:name w:val="Table Text Decimal"/>
    <w:basedOn w:val="TableText"/>
    <w:link w:val="TableTextDecimalChar"/>
    <w:rsid w:val="001A53F6"/>
    <w:pPr>
      <w:tabs>
        <w:tab w:val="decimal" w:pos="850"/>
      </w:tabs>
    </w:pPr>
  </w:style>
  <w:style w:type="character" w:customStyle="1" w:styleId="TableTextDecimalChar">
    <w:name w:val="Table Text Decimal Char"/>
    <w:basedOn w:val="DefaultParagraphFont"/>
    <w:link w:val="TableTextDecimal"/>
    <w:rsid w:val="001A53F6"/>
    <w:rPr>
      <w:sz w:val="20"/>
    </w:rPr>
  </w:style>
  <w:style w:type="paragraph" w:customStyle="1" w:styleId="TableTextRight">
    <w:name w:val="Table Text Right"/>
    <w:basedOn w:val="TableText"/>
    <w:link w:val="TableTextRightChar"/>
    <w:rsid w:val="001A53F6"/>
    <w:pPr>
      <w:jc w:val="right"/>
    </w:pPr>
  </w:style>
  <w:style w:type="character" w:customStyle="1" w:styleId="TableTextRightChar">
    <w:name w:val="Table Text Right Char"/>
    <w:basedOn w:val="DefaultParagraphFont"/>
    <w:link w:val="TableTextRight"/>
    <w:rsid w:val="001A53F6"/>
    <w:rPr>
      <w:sz w:val="20"/>
    </w:rPr>
  </w:style>
  <w:style w:type="paragraph" w:customStyle="1" w:styleId="TableHeading">
    <w:name w:val="Table Heading"/>
    <w:basedOn w:val="TableText"/>
    <w:link w:val="TableHeadingChar"/>
    <w:rsid w:val="001A53F6"/>
    <w:rPr>
      <w:b/>
    </w:rPr>
  </w:style>
  <w:style w:type="character" w:customStyle="1" w:styleId="TableHeadingChar">
    <w:name w:val="Table Heading Char"/>
    <w:basedOn w:val="DefaultParagraphFont"/>
    <w:link w:val="TableHeading"/>
    <w:rsid w:val="001A53F6"/>
    <w:rPr>
      <w:b/>
      <w:sz w:val="20"/>
    </w:rPr>
  </w:style>
  <w:style w:type="paragraph" w:customStyle="1" w:styleId="TableHeadingCentred">
    <w:name w:val="Table Heading Centred"/>
    <w:basedOn w:val="TableHeading"/>
    <w:link w:val="TableHeadingCentredChar"/>
    <w:rsid w:val="001A53F6"/>
    <w:pPr>
      <w:jc w:val="center"/>
    </w:pPr>
    <w:rPr>
      <w:b w:val="0"/>
    </w:rPr>
  </w:style>
  <w:style w:type="character" w:customStyle="1" w:styleId="TableHeadingCentredChar">
    <w:name w:val="Table Heading Centred Char"/>
    <w:basedOn w:val="DefaultParagraphFont"/>
    <w:link w:val="TableHeadingCentred"/>
    <w:rsid w:val="001A53F6"/>
    <w:rPr>
      <w:sz w:val="20"/>
    </w:rPr>
  </w:style>
  <w:style w:type="table" w:styleId="ColorfulGrid">
    <w:name w:val="Colorful Grid"/>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unhideWhenUsed/>
    <w:rsid w:val="001A53F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unhideWhenUsed/>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1A53F6"/>
    <w:pPr>
      <w:spacing w:after="0" w:line="240" w:lineRule="auto"/>
    </w:pPr>
    <w:rPr>
      <w:color w:val="000000" w:themeColor="text1"/>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unhideWhenUsed/>
    <w:rsid w:val="001A53F6"/>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GridTable1Light1">
    <w:name w:val="Grid Table 1 Light1"/>
    <w:basedOn w:val="TableNormal"/>
    <w:uiPriority w:val="46"/>
    <w:semiHidden/>
    <w:rsid w:val="001A53F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semiHidden/>
    <w:rsid w:val="001A53F6"/>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semiHidden/>
    <w:rsid w:val="001A53F6"/>
    <w:pPr>
      <w:spacing w:after="0" w:line="240" w:lineRule="auto"/>
    </w:p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semiHidden/>
    <w:rsid w:val="001A53F6"/>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semiHidden/>
    <w:rsid w:val="001A53F6"/>
    <w:pPr>
      <w:spacing w:after="0" w:line="240" w:lineRule="auto"/>
    </w:p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semiHidden/>
    <w:rsid w:val="001A53F6"/>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semiHidden/>
    <w:rsid w:val="001A53F6"/>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semiHidden/>
    <w:rsid w:val="001A53F6"/>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semiHidden/>
    <w:rsid w:val="001A53F6"/>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2-Accent21">
    <w:name w:val="Grid Table 2 - Accent 21"/>
    <w:basedOn w:val="TableNormal"/>
    <w:uiPriority w:val="47"/>
    <w:semiHidden/>
    <w:rsid w:val="001A53F6"/>
    <w:pPr>
      <w:spacing w:after="0" w:line="240" w:lineRule="auto"/>
    </w:p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2-Accent31">
    <w:name w:val="Grid Table 2 - Accent 31"/>
    <w:basedOn w:val="TableNormal"/>
    <w:uiPriority w:val="47"/>
    <w:semiHidden/>
    <w:rsid w:val="001A53F6"/>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2-Accent41">
    <w:name w:val="Grid Table 2 - Accent 41"/>
    <w:basedOn w:val="TableNormal"/>
    <w:uiPriority w:val="47"/>
    <w:semiHidden/>
    <w:rsid w:val="001A53F6"/>
    <w:pPr>
      <w:spacing w:after="0" w:line="240" w:lineRule="auto"/>
    </w:p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2-Accent51">
    <w:name w:val="Grid Table 2 - Accent 51"/>
    <w:basedOn w:val="TableNormal"/>
    <w:uiPriority w:val="47"/>
    <w:semiHidden/>
    <w:rsid w:val="001A53F6"/>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2-Accent61">
    <w:name w:val="Grid Table 2 - Accent 61"/>
    <w:basedOn w:val="TableNormal"/>
    <w:uiPriority w:val="47"/>
    <w:semiHidden/>
    <w:rsid w:val="001A53F6"/>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1">
    <w:name w:val="Grid Table 31"/>
    <w:basedOn w:val="TableNormal"/>
    <w:uiPriority w:val="48"/>
    <w:semiHidden/>
    <w:rsid w:val="001A53F6"/>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semiHidden/>
    <w:rsid w:val="001A53F6"/>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3-Accent21">
    <w:name w:val="Grid Table 3 - Accent 21"/>
    <w:basedOn w:val="TableNormal"/>
    <w:uiPriority w:val="48"/>
    <w:semiHidden/>
    <w:rsid w:val="001A53F6"/>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3-Accent31">
    <w:name w:val="Grid Table 3 - Accent 31"/>
    <w:basedOn w:val="TableNormal"/>
    <w:uiPriority w:val="48"/>
    <w:semiHidden/>
    <w:rsid w:val="001A53F6"/>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3-Accent41">
    <w:name w:val="Grid Table 3 - Accent 41"/>
    <w:basedOn w:val="TableNormal"/>
    <w:uiPriority w:val="48"/>
    <w:semiHidden/>
    <w:rsid w:val="001A53F6"/>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3-Accent51">
    <w:name w:val="Grid Table 3 - Accent 51"/>
    <w:basedOn w:val="TableNormal"/>
    <w:uiPriority w:val="48"/>
    <w:semiHidden/>
    <w:rsid w:val="001A53F6"/>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3-Accent61">
    <w:name w:val="Grid Table 3 - Accent 61"/>
    <w:basedOn w:val="TableNormal"/>
    <w:uiPriority w:val="48"/>
    <w:semiHidden/>
    <w:rsid w:val="001A53F6"/>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41">
    <w:name w:val="Grid Table 41"/>
    <w:basedOn w:val="TableNormal"/>
    <w:uiPriority w:val="49"/>
    <w:semiHidden/>
    <w:rsid w:val="001A53F6"/>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semiHidden/>
    <w:rsid w:val="001A53F6"/>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21">
    <w:name w:val="Grid Table 4 - Accent 21"/>
    <w:basedOn w:val="TableNormal"/>
    <w:uiPriority w:val="49"/>
    <w:semiHidden/>
    <w:rsid w:val="001A53F6"/>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31">
    <w:name w:val="Grid Table 4 - Accent 31"/>
    <w:basedOn w:val="TableNormal"/>
    <w:uiPriority w:val="49"/>
    <w:semiHidden/>
    <w:rsid w:val="001A53F6"/>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41">
    <w:name w:val="Grid Table 4 - Accent 41"/>
    <w:basedOn w:val="TableNormal"/>
    <w:uiPriority w:val="49"/>
    <w:semiHidden/>
    <w:rsid w:val="001A53F6"/>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51">
    <w:name w:val="Grid Table 4 - Accent 51"/>
    <w:basedOn w:val="TableNormal"/>
    <w:uiPriority w:val="49"/>
    <w:semiHidden/>
    <w:rsid w:val="001A53F6"/>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61">
    <w:name w:val="Grid Table 4 - Accent 61"/>
    <w:basedOn w:val="TableNormal"/>
    <w:uiPriority w:val="49"/>
    <w:semiHidden/>
    <w:rsid w:val="001A53F6"/>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5Dark1">
    <w:name w:val="Grid Table 5 Dark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5Dark-Accent21">
    <w:name w:val="Grid Table 5 Dark - Accent 2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5Dark-Accent31">
    <w:name w:val="Grid Table 5 Dark - Accent 3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41">
    <w:name w:val="Grid Table 5 Dark - Accent 4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51">
    <w:name w:val="Grid Table 5 Dark - Accent 5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61">
    <w:name w:val="Grid Table 5 Dark - Accent 61"/>
    <w:basedOn w:val="TableNormal"/>
    <w:uiPriority w:val="50"/>
    <w:semiHidden/>
    <w:rsid w:val="001A53F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6Colorful1">
    <w:name w:val="Grid Table 6 Colorful1"/>
    <w:basedOn w:val="TableNormal"/>
    <w:uiPriority w:val="51"/>
    <w:semiHidden/>
    <w:rsid w:val="001A53F6"/>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semiHidden/>
    <w:rsid w:val="001A53F6"/>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6Colorful-Accent21">
    <w:name w:val="Grid Table 6 Colorful - Accent 21"/>
    <w:basedOn w:val="TableNormal"/>
    <w:uiPriority w:val="51"/>
    <w:semiHidden/>
    <w:rsid w:val="001A53F6"/>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31">
    <w:name w:val="Grid Table 6 Colorful - Accent 31"/>
    <w:basedOn w:val="TableNormal"/>
    <w:uiPriority w:val="51"/>
    <w:semiHidden/>
    <w:rsid w:val="001A53F6"/>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6Colorful-Accent41">
    <w:name w:val="Grid Table 6 Colorful - Accent 41"/>
    <w:basedOn w:val="TableNormal"/>
    <w:uiPriority w:val="51"/>
    <w:semiHidden/>
    <w:rsid w:val="001A53F6"/>
    <w:pPr>
      <w:spacing w:after="0" w:line="240" w:lineRule="auto"/>
    </w:pPr>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rful-Accent51">
    <w:name w:val="Grid Table 6 Colorful - Accent 51"/>
    <w:basedOn w:val="TableNormal"/>
    <w:uiPriority w:val="51"/>
    <w:semiHidden/>
    <w:rsid w:val="001A53F6"/>
    <w:pPr>
      <w:spacing w:after="0" w:line="240" w:lineRule="auto"/>
    </w:pPr>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6Colorful-Accent61">
    <w:name w:val="Grid Table 6 Colorful - Accent 61"/>
    <w:basedOn w:val="TableNormal"/>
    <w:uiPriority w:val="51"/>
    <w:semiHidden/>
    <w:rsid w:val="001A53F6"/>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7Colorful1">
    <w:name w:val="Grid Table 7 Colorful1"/>
    <w:basedOn w:val="TableNormal"/>
    <w:uiPriority w:val="52"/>
    <w:semiHidden/>
    <w:rsid w:val="001A53F6"/>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semiHidden/>
    <w:rsid w:val="001A53F6"/>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7Colorful-Accent21">
    <w:name w:val="Grid Table 7 Colorful - Accent 21"/>
    <w:basedOn w:val="TableNormal"/>
    <w:uiPriority w:val="52"/>
    <w:semiHidden/>
    <w:rsid w:val="001A53F6"/>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7Colorful-Accent31">
    <w:name w:val="Grid Table 7 Colorful - Accent 31"/>
    <w:basedOn w:val="TableNormal"/>
    <w:uiPriority w:val="52"/>
    <w:semiHidden/>
    <w:rsid w:val="001A53F6"/>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7Colorful-Accent41">
    <w:name w:val="Grid Table 7 Colorful - Accent 41"/>
    <w:basedOn w:val="TableNormal"/>
    <w:uiPriority w:val="52"/>
    <w:semiHidden/>
    <w:rsid w:val="001A53F6"/>
    <w:pPr>
      <w:spacing w:after="0" w:line="240" w:lineRule="auto"/>
    </w:pPr>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7Colorful-Accent51">
    <w:name w:val="Grid Table 7 Colorful - Accent 51"/>
    <w:basedOn w:val="TableNormal"/>
    <w:uiPriority w:val="52"/>
    <w:semiHidden/>
    <w:rsid w:val="001A53F6"/>
    <w:pPr>
      <w:spacing w:after="0" w:line="240" w:lineRule="auto"/>
    </w:pPr>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7Colorful-Accent61">
    <w:name w:val="Grid Table 7 Colorful - Accent 61"/>
    <w:basedOn w:val="TableNormal"/>
    <w:uiPriority w:val="52"/>
    <w:semiHidden/>
    <w:rsid w:val="001A53F6"/>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LightGrid">
    <w:name w:val="Light Grid"/>
    <w:basedOn w:val="TableNormal"/>
    <w:uiPriority w:val="62"/>
    <w:semiHidden/>
    <w:unhideWhenUsed/>
    <w:rsid w:val="001A53F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1A53F6"/>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rsid w:val="001A53F6"/>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1A53F6"/>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1A53F6"/>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1A53F6"/>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unhideWhenUsed/>
    <w:rsid w:val="001A53F6"/>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1A53F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1A53F6"/>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rsid w:val="001A53F6"/>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1A53F6"/>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1A53F6"/>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1A53F6"/>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unhideWhenUsed/>
    <w:rsid w:val="001A53F6"/>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1A53F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1A53F6"/>
    <w:pPr>
      <w:spacing w:after="0" w:line="240" w:lineRule="auto"/>
    </w:pPr>
    <w:rPr>
      <w:color w:val="2E74B5" w:themeColor="accent1" w:themeShade="BF"/>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rsid w:val="001A53F6"/>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1A53F6"/>
    <w:pPr>
      <w:spacing w:after="0" w:line="240" w:lineRule="auto"/>
    </w:pPr>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1A53F6"/>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1A53F6"/>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unhideWhenUsed/>
    <w:rsid w:val="001A53F6"/>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ListTable1Light1">
    <w:name w:val="List Table 1 Light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1Light-Accent21">
    <w:name w:val="List Table 1 Light - Accent 2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1Light-Accent31">
    <w:name w:val="List Table 1 Light - Accent 3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1Light-Accent41">
    <w:name w:val="List Table 1 Light - Accent 4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1Light-Accent51">
    <w:name w:val="List Table 1 Light - Accent 5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1Light-Accent61">
    <w:name w:val="List Table 1 Light - Accent 61"/>
    <w:basedOn w:val="TableNormal"/>
    <w:uiPriority w:val="46"/>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21">
    <w:name w:val="List Table 21"/>
    <w:basedOn w:val="TableNormal"/>
    <w:uiPriority w:val="47"/>
    <w:semiHidden/>
    <w:rsid w:val="001A53F6"/>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semiHidden/>
    <w:rsid w:val="001A53F6"/>
    <w:pPr>
      <w:spacing w:after="0" w:line="240" w:lineRule="auto"/>
    </w:pPr>
    <w:tblPr>
      <w:tblStyleRowBandSize w:val="1"/>
      <w:tblStyleColBandSize w:val="1"/>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2-Accent21">
    <w:name w:val="List Table 2 - Accent 21"/>
    <w:basedOn w:val="TableNormal"/>
    <w:uiPriority w:val="47"/>
    <w:semiHidden/>
    <w:rsid w:val="001A53F6"/>
    <w:pPr>
      <w:spacing w:after="0" w:line="240" w:lineRule="auto"/>
    </w:pPr>
    <w:tblPr>
      <w:tblStyleRowBandSize w:val="1"/>
      <w:tblStyleColBandSize w:val="1"/>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2-Accent31">
    <w:name w:val="List Table 2 - Accent 31"/>
    <w:basedOn w:val="TableNormal"/>
    <w:uiPriority w:val="47"/>
    <w:semiHidden/>
    <w:rsid w:val="001A53F6"/>
    <w:pPr>
      <w:spacing w:after="0" w:line="240" w:lineRule="auto"/>
    </w:p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Accent41">
    <w:name w:val="List Table 2 - Accent 41"/>
    <w:basedOn w:val="TableNormal"/>
    <w:uiPriority w:val="47"/>
    <w:semiHidden/>
    <w:rsid w:val="001A53F6"/>
    <w:pPr>
      <w:spacing w:after="0" w:line="240" w:lineRule="auto"/>
    </w:pPr>
    <w:tblPr>
      <w:tblStyleRowBandSize w:val="1"/>
      <w:tblStyleColBandSize w:val="1"/>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2-Accent51">
    <w:name w:val="List Table 2 - Accent 51"/>
    <w:basedOn w:val="TableNormal"/>
    <w:uiPriority w:val="47"/>
    <w:semiHidden/>
    <w:rsid w:val="001A53F6"/>
    <w:pPr>
      <w:spacing w:after="0" w:line="240" w:lineRule="auto"/>
    </w:pPr>
    <w:tblPr>
      <w:tblStyleRowBandSize w:val="1"/>
      <w:tblStyleColBandSize w:val="1"/>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2-Accent61">
    <w:name w:val="List Table 2 - Accent 61"/>
    <w:basedOn w:val="TableNormal"/>
    <w:uiPriority w:val="47"/>
    <w:semiHidden/>
    <w:rsid w:val="001A53F6"/>
    <w:pPr>
      <w:spacing w:after="0" w:line="240" w:lineRule="auto"/>
    </w:p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31">
    <w:name w:val="List Table 31"/>
    <w:basedOn w:val="TableNormal"/>
    <w:uiPriority w:val="48"/>
    <w:semiHidden/>
    <w:rsid w:val="001A53F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semiHidden/>
    <w:rsid w:val="001A53F6"/>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21">
    <w:name w:val="List Table 3 - Accent 21"/>
    <w:basedOn w:val="TableNormal"/>
    <w:uiPriority w:val="48"/>
    <w:semiHidden/>
    <w:rsid w:val="001A53F6"/>
    <w:pPr>
      <w:spacing w:after="0" w:line="240" w:lineRule="auto"/>
    </w:p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ListTable3-Accent31">
    <w:name w:val="List Table 3 - Accent 31"/>
    <w:basedOn w:val="TableNormal"/>
    <w:uiPriority w:val="48"/>
    <w:semiHidden/>
    <w:rsid w:val="001A53F6"/>
    <w:pPr>
      <w:spacing w:after="0" w:line="240" w:lineRule="auto"/>
    </w:p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ListTable3-Accent41">
    <w:name w:val="List Table 3 - Accent 41"/>
    <w:basedOn w:val="TableNormal"/>
    <w:uiPriority w:val="48"/>
    <w:semiHidden/>
    <w:rsid w:val="001A53F6"/>
    <w:pPr>
      <w:spacing w:after="0" w:line="240" w:lineRule="auto"/>
    </w:p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ListTable3-Accent51">
    <w:name w:val="List Table 3 - Accent 51"/>
    <w:basedOn w:val="TableNormal"/>
    <w:uiPriority w:val="48"/>
    <w:semiHidden/>
    <w:rsid w:val="001A53F6"/>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ListTable3-Accent61">
    <w:name w:val="List Table 3 - Accent 61"/>
    <w:basedOn w:val="TableNormal"/>
    <w:uiPriority w:val="48"/>
    <w:semiHidden/>
    <w:rsid w:val="001A53F6"/>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41">
    <w:name w:val="List Table 41"/>
    <w:basedOn w:val="TableNormal"/>
    <w:uiPriority w:val="49"/>
    <w:semiHidden/>
    <w:rsid w:val="001A53F6"/>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semiHidden/>
    <w:rsid w:val="001A53F6"/>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4-Accent21">
    <w:name w:val="List Table 4 - Accent 21"/>
    <w:basedOn w:val="TableNormal"/>
    <w:uiPriority w:val="49"/>
    <w:semiHidden/>
    <w:rsid w:val="001A53F6"/>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4-Accent31">
    <w:name w:val="List Table 4 - Accent 31"/>
    <w:basedOn w:val="TableNormal"/>
    <w:uiPriority w:val="49"/>
    <w:semiHidden/>
    <w:rsid w:val="001A53F6"/>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4-Accent41">
    <w:name w:val="List Table 4 - Accent 41"/>
    <w:basedOn w:val="TableNormal"/>
    <w:uiPriority w:val="49"/>
    <w:semiHidden/>
    <w:rsid w:val="001A53F6"/>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4-Accent51">
    <w:name w:val="List Table 4 - Accent 51"/>
    <w:basedOn w:val="TableNormal"/>
    <w:uiPriority w:val="49"/>
    <w:semiHidden/>
    <w:rsid w:val="001A53F6"/>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4-Accent61">
    <w:name w:val="List Table 4 - Accent 61"/>
    <w:basedOn w:val="TableNormal"/>
    <w:uiPriority w:val="49"/>
    <w:semiHidden/>
    <w:rsid w:val="001A53F6"/>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5Dark1">
    <w:name w:val="List Table 5 Dark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CellMar>
        <w:top w:w="0" w:type="dxa"/>
        <w:left w:w="108" w:type="dxa"/>
        <w:bottom w:w="0" w:type="dxa"/>
        <w:right w:w="108" w:type="dxa"/>
      </w:tblCellMar>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CellMar>
        <w:top w:w="0" w:type="dxa"/>
        <w:left w:w="108" w:type="dxa"/>
        <w:bottom w:w="0" w:type="dxa"/>
        <w:right w:w="108" w:type="dxa"/>
      </w:tblCellMar>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CellMar>
        <w:top w:w="0" w:type="dxa"/>
        <w:left w:w="108" w:type="dxa"/>
        <w:bottom w:w="0" w:type="dxa"/>
        <w:right w:w="108" w:type="dxa"/>
      </w:tblCellMar>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semiHidden/>
    <w:rsid w:val="001A53F6"/>
    <w:pPr>
      <w:spacing w:after="0" w:line="240" w:lineRule="auto"/>
    </w:pPr>
    <w:rPr>
      <w:color w:val="FFFFFF" w:themeColor="background1"/>
    </w:rPr>
    <w:tblPr>
      <w:tblStyleRowBandSize w:val="1"/>
      <w:tblStyleColBandSize w:val="1"/>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semiHidden/>
    <w:rsid w:val="001A53F6"/>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semiHidden/>
    <w:rsid w:val="001A53F6"/>
    <w:pPr>
      <w:spacing w:after="0" w:line="240" w:lineRule="auto"/>
    </w:pPr>
    <w:rPr>
      <w:color w:val="2E74B5" w:themeColor="accent1" w:themeShade="BF"/>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6Colorful-Accent21">
    <w:name w:val="List Table 6 Colorful - Accent 21"/>
    <w:basedOn w:val="TableNormal"/>
    <w:uiPriority w:val="51"/>
    <w:semiHidden/>
    <w:rsid w:val="001A53F6"/>
    <w:pPr>
      <w:spacing w:after="0" w:line="240" w:lineRule="auto"/>
    </w:pPr>
    <w:rPr>
      <w:color w:val="C45911" w:themeColor="accent2" w:themeShade="BF"/>
    </w:rPr>
    <w:tblPr>
      <w:tblStyleRowBandSize w:val="1"/>
      <w:tblStyleColBandSize w:val="1"/>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6Colorful-Accent31">
    <w:name w:val="List Table 6 Colorful - Accent 31"/>
    <w:basedOn w:val="TableNormal"/>
    <w:uiPriority w:val="51"/>
    <w:semiHidden/>
    <w:rsid w:val="001A53F6"/>
    <w:pPr>
      <w:spacing w:after="0" w:line="240" w:lineRule="auto"/>
    </w:pPr>
    <w:rPr>
      <w:color w:val="7B7B7B" w:themeColor="accent3" w:themeShade="BF"/>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6Colorful-Accent41">
    <w:name w:val="List Table 6 Colorful - Accent 41"/>
    <w:basedOn w:val="TableNormal"/>
    <w:uiPriority w:val="51"/>
    <w:semiHidden/>
    <w:rsid w:val="001A53F6"/>
    <w:pPr>
      <w:spacing w:after="0" w:line="240" w:lineRule="auto"/>
    </w:pPr>
    <w:rPr>
      <w:color w:val="BF8F00" w:themeColor="accent4" w:themeShade="BF"/>
    </w:rPr>
    <w:tblPr>
      <w:tblStyleRowBandSize w:val="1"/>
      <w:tblStyleColBandSize w:val="1"/>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6Colorful-Accent51">
    <w:name w:val="List Table 6 Colorful - Accent 51"/>
    <w:basedOn w:val="TableNormal"/>
    <w:uiPriority w:val="51"/>
    <w:semiHidden/>
    <w:rsid w:val="001A53F6"/>
    <w:pPr>
      <w:spacing w:after="0" w:line="240" w:lineRule="auto"/>
    </w:pPr>
    <w:rPr>
      <w:color w:val="2F5496" w:themeColor="accent5" w:themeShade="BF"/>
    </w:rPr>
    <w:tblPr>
      <w:tblStyleRowBandSize w:val="1"/>
      <w:tblStyleColBandSize w:val="1"/>
      <w:tblInd w:w="0" w:type="dxa"/>
      <w:tblBorders>
        <w:top w:val="single" w:sz="4" w:space="0" w:color="4472C4" w:themeColor="accent5"/>
        <w:bottom w:val="single" w:sz="4" w:space="0" w:color="4472C4" w:themeColor="accent5"/>
      </w:tblBorders>
      <w:tblCellMar>
        <w:top w:w="0" w:type="dxa"/>
        <w:left w:w="108" w:type="dxa"/>
        <w:bottom w:w="0" w:type="dxa"/>
        <w:right w:w="108" w:type="dxa"/>
      </w:tblCellMar>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6Colorful-Accent61">
    <w:name w:val="List Table 6 Colorful - Accent 61"/>
    <w:basedOn w:val="TableNormal"/>
    <w:uiPriority w:val="51"/>
    <w:semiHidden/>
    <w:rsid w:val="001A53F6"/>
    <w:pPr>
      <w:spacing w:after="0" w:line="240" w:lineRule="auto"/>
    </w:pPr>
    <w:rPr>
      <w:color w:val="538135" w:themeColor="accent6" w:themeShade="BF"/>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7Colorful1">
    <w:name w:val="List Table 7 Colorful1"/>
    <w:basedOn w:val="TableNormal"/>
    <w:uiPriority w:val="52"/>
    <w:semiHidden/>
    <w:rsid w:val="001A53F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semiHidden/>
    <w:rsid w:val="001A53F6"/>
    <w:pPr>
      <w:spacing w:after="0" w:line="240" w:lineRule="auto"/>
    </w:pPr>
    <w:rPr>
      <w:color w:val="2E74B5"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semiHidden/>
    <w:rsid w:val="001A53F6"/>
    <w:pPr>
      <w:spacing w:after="0" w:line="240" w:lineRule="auto"/>
    </w:pPr>
    <w:rPr>
      <w:color w:val="C4591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semiHidden/>
    <w:rsid w:val="001A53F6"/>
    <w:pPr>
      <w:spacing w:after="0" w:line="240" w:lineRule="auto"/>
    </w:pPr>
    <w:rPr>
      <w:color w:val="7B7B7B"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semiHidden/>
    <w:rsid w:val="001A53F6"/>
    <w:pPr>
      <w:spacing w:after="0" w:line="240" w:lineRule="auto"/>
    </w:pPr>
    <w:rPr>
      <w:color w:val="BF8F00"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semiHidden/>
    <w:rsid w:val="001A53F6"/>
    <w:pPr>
      <w:spacing w:after="0" w:line="240" w:lineRule="auto"/>
    </w:pPr>
    <w:rPr>
      <w:color w:val="2F5496"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semiHidden/>
    <w:rsid w:val="001A53F6"/>
    <w:pPr>
      <w:spacing w:after="0" w:line="240" w:lineRule="auto"/>
    </w:pPr>
    <w:rPr>
      <w:color w:val="538135"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1A53F6"/>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1A53F6"/>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rsid w:val="001A53F6"/>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1A53F6"/>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1A53F6"/>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1A53F6"/>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unhideWhenUsed/>
    <w:rsid w:val="001A53F6"/>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unhideWhenUsed/>
    <w:rsid w:val="001A53F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unhideWhenUsed/>
    <w:rsid w:val="001A53F6"/>
    <w:pPr>
      <w:spacing w:after="0" w:line="240" w:lineRule="auto"/>
    </w:pPr>
    <w:rPr>
      <w:color w:val="000000" w:themeColor="text1"/>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1A53F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1A53F6"/>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1A53F6"/>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1A53F6"/>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1A53F6"/>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1A53F6"/>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1A53F6"/>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1A53F6"/>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1A53F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customStyle="1" w:styleId="PlainTable11">
    <w:name w:val="Plain Table 11"/>
    <w:basedOn w:val="TableNormal"/>
    <w:uiPriority w:val="41"/>
    <w:semiHidden/>
    <w:rsid w:val="001A53F6"/>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semiHidden/>
    <w:rsid w:val="001A53F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semiHidden/>
    <w:rsid w:val="001A53F6"/>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3Deffects1">
    <w:name w:val="Table 3D effects 1"/>
    <w:basedOn w:val="TableNormal"/>
    <w:uiPriority w:val="99"/>
    <w:semiHidden/>
    <w:unhideWhenUsed/>
    <w:rsid w:val="001A53F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1A53F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1A53F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1A53F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1A53F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1A53F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1A53F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1A53F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1A53F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1A53F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1A53F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1A53F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1A53F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1A53F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1A53F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1A53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1A53F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semiHidden/>
    <w:rsid w:val="001A5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unhideWhenUsed/>
    <w:rsid w:val="001A53F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1A53F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1A53F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1A53F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1A53F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1A53F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1A53F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1A53F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semiHidden/>
    <w:rsid w:val="001A53F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leList1">
    <w:name w:val="Table List 1"/>
    <w:basedOn w:val="TableNormal"/>
    <w:uiPriority w:val="99"/>
    <w:semiHidden/>
    <w:unhideWhenUsed/>
    <w:rsid w:val="001A53F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1A53F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1A53F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1A53F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1A53F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1A53F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1A53F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1A53F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1A53F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1A53F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1A53F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1A53F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1A53F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1A53F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1A5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1A53F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1A53F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1A53F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unhideWhenUsed/>
    <w:rsid w:val="001A53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53F6"/>
    <w:rPr>
      <w:rFonts w:ascii="Segoe UI" w:hAnsi="Segoe UI" w:cs="Segoe UI"/>
      <w:sz w:val="18"/>
      <w:szCs w:val="18"/>
    </w:rPr>
  </w:style>
  <w:style w:type="paragraph" w:styleId="Bibliography">
    <w:name w:val="Bibliography"/>
    <w:basedOn w:val="Normal"/>
    <w:next w:val="Normal"/>
    <w:uiPriority w:val="37"/>
    <w:semiHidden/>
    <w:unhideWhenUsed/>
    <w:rsid w:val="001A53F6"/>
  </w:style>
  <w:style w:type="paragraph" w:styleId="BlockText">
    <w:name w:val="Block Text"/>
    <w:basedOn w:val="Normal"/>
    <w:uiPriority w:val="99"/>
    <w:semiHidden/>
    <w:unhideWhenUsed/>
    <w:rsid w:val="001A53F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i/>
      <w:iCs/>
      <w:color w:val="5B9BD5" w:themeColor="accent1"/>
    </w:rPr>
  </w:style>
  <w:style w:type="paragraph" w:styleId="Caption">
    <w:name w:val="caption"/>
    <w:basedOn w:val="Normal"/>
    <w:next w:val="Normal"/>
    <w:uiPriority w:val="35"/>
    <w:unhideWhenUsed/>
    <w:qFormat/>
    <w:rsid w:val="001A53F6"/>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1A53F6"/>
    <w:pPr>
      <w:spacing w:after="0" w:line="240" w:lineRule="auto"/>
      <w:ind w:left="4252"/>
    </w:pPr>
  </w:style>
  <w:style w:type="character" w:customStyle="1" w:styleId="ClosingChar">
    <w:name w:val="Closing Char"/>
    <w:basedOn w:val="DefaultParagraphFont"/>
    <w:link w:val="Closing"/>
    <w:uiPriority w:val="99"/>
    <w:semiHidden/>
    <w:rsid w:val="001A53F6"/>
  </w:style>
  <w:style w:type="paragraph" w:styleId="CommentText">
    <w:name w:val="annotation text"/>
    <w:basedOn w:val="Normal"/>
    <w:link w:val="CommentTextChar"/>
    <w:uiPriority w:val="99"/>
    <w:semiHidden/>
    <w:unhideWhenUsed/>
    <w:rsid w:val="001A53F6"/>
    <w:pPr>
      <w:spacing w:line="240" w:lineRule="auto"/>
    </w:pPr>
    <w:rPr>
      <w:sz w:val="20"/>
      <w:szCs w:val="20"/>
    </w:rPr>
  </w:style>
  <w:style w:type="character" w:customStyle="1" w:styleId="CommentTextChar">
    <w:name w:val="Comment Text Char"/>
    <w:basedOn w:val="DefaultParagraphFont"/>
    <w:link w:val="CommentText"/>
    <w:uiPriority w:val="99"/>
    <w:semiHidden/>
    <w:rsid w:val="001A53F6"/>
    <w:rPr>
      <w:sz w:val="20"/>
      <w:szCs w:val="20"/>
    </w:rPr>
  </w:style>
  <w:style w:type="paragraph" w:styleId="CommentSubject">
    <w:name w:val="annotation subject"/>
    <w:basedOn w:val="CommentText"/>
    <w:next w:val="CommentText"/>
    <w:link w:val="CommentSubjectChar"/>
    <w:uiPriority w:val="99"/>
    <w:semiHidden/>
    <w:unhideWhenUsed/>
    <w:rsid w:val="001A53F6"/>
    <w:rPr>
      <w:b/>
      <w:bCs/>
    </w:rPr>
  </w:style>
  <w:style w:type="character" w:customStyle="1" w:styleId="CommentSubjectChar">
    <w:name w:val="Comment Subject Char"/>
    <w:basedOn w:val="CommentTextChar"/>
    <w:link w:val="CommentSubject"/>
    <w:uiPriority w:val="99"/>
    <w:semiHidden/>
    <w:rsid w:val="001A53F6"/>
    <w:rPr>
      <w:b/>
      <w:bCs/>
      <w:sz w:val="20"/>
      <w:szCs w:val="20"/>
    </w:rPr>
  </w:style>
  <w:style w:type="paragraph" w:styleId="Date">
    <w:name w:val="Date"/>
    <w:basedOn w:val="Normal"/>
    <w:next w:val="Normal"/>
    <w:link w:val="DateChar"/>
    <w:uiPriority w:val="99"/>
    <w:semiHidden/>
    <w:unhideWhenUsed/>
    <w:rsid w:val="001A53F6"/>
  </w:style>
  <w:style w:type="character" w:customStyle="1" w:styleId="DateChar">
    <w:name w:val="Date Char"/>
    <w:basedOn w:val="DefaultParagraphFont"/>
    <w:link w:val="Date"/>
    <w:uiPriority w:val="99"/>
    <w:semiHidden/>
    <w:rsid w:val="001A53F6"/>
  </w:style>
  <w:style w:type="paragraph" w:styleId="DocumentMap">
    <w:name w:val="Document Map"/>
    <w:basedOn w:val="Normal"/>
    <w:link w:val="DocumentMapChar"/>
    <w:uiPriority w:val="99"/>
    <w:semiHidden/>
    <w:unhideWhenUsed/>
    <w:rsid w:val="001A53F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1A53F6"/>
    <w:rPr>
      <w:rFonts w:ascii="Segoe UI" w:hAnsi="Segoe UI" w:cs="Segoe UI"/>
      <w:sz w:val="16"/>
      <w:szCs w:val="16"/>
    </w:rPr>
  </w:style>
  <w:style w:type="paragraph" w:styleId="E-mailSignature">
    <w:name w:val="E-mail Signature"/>
    <w:basedOn w:val="Normal"/>
    <w:link w:val="E-mailSignatureChar"/>
    <w:uiPriority w:val="99"/>
    <w:semiHidden/>
    <w:unhideWhenUsed/>
    <w:rsid w:val="001A53F6"/>
    <w:pPr>
      <w:spacing w:after="0" w:line="240" w:lineRule="auto"/>
    </w:pPr>
  </w:style>
  <w:style w:type="character" w:customStyle="1" w:styleId="E-mailSignatureChar">
    <w:name w:val="E-mail Signature Char"/>
    <w:basedOn w:val="DefaultParagraphFont"/>
    <w:link w:val="E-mailSignature"/>
    <w:uiPriority w:val="99"/>
    <w:semiHidden/>
    <w:rsid w:val="001A53F6"/>
  </w:style>
  <w:style w:type="paragraph" w:styleId="EndnoteText">
    <w:name w:val="endnote text"/>
    <w:basedOn w:val="Normal"/>
    <w:link w:val="EndnoteTextChar"/>
    <w:uiPriority w:val="99"/>
    <w:semiHidden/>
    <w:unhideWhenUsed/>
    <w:rsid w:val="001A53F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A53F6"/>
    <w:rPr>
      <w:sz w:val="20"/>
      <w:szCs w:val="20"/>
    </w:rPr>
  </w:style>
  <w:style w:type="paragraph" w:styleId="EnvelopeAddress">
    <w:name w:val="envelope address"/>
    <w:basedOn w:val="Normal"/>
    <w:uiPriority w:val="99"/>
    <w:semiHidden/>
    <w:unhideWhenUsed/>
    <w:rsid w:val="001A53F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1A53F6"/>
    <w:pPr>
      <w:spacing w:after="0"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unhideWhenUsed/>
    <w:rsid w:val="001A53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53F6"/>
  </w:style>
  <w:style w:type="paragraph" w:styleId="FootnoteText">
    <w:name w:val="footnote text"/>
    <w:basedOn w:val="Normal"/>
    <w:link w:val="FootnoteTextChar"/>
    <w:uiPriority w:val="99"/>
    <w:semiHidden/>
    <w:unhideWhenUsed/>
    <w:rsid w:val="001A5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53F6"/>
    <w:rPr>
      <w:sz w:val="20"/>
      <w:szCs w:val="20"/>
    </w:rPr>
  </w:style>
  <w:style w:type="paragraph" w:styleId="Header">
    <w:name w:val="header"/>
    <w:basedOn w:val="Normal"/>
    <w:link w:val="HeaderChar"/>
    <w:uiPriority w:val="99"/>
    <w:unhideWhenUsed/>
    <w:rsid w:val="001864F8"/>
    <w:pPr>
      <w:tabs>
        <w:tab w:val="center" w:pos="4513"/>
        <w:tab w:val="right" w:pos="9026"/>
      </w:tabs>
      <w:spacing w:after="0" w:line="240" w:lineRule="auto"/>
    </w:pPr>
    <w:rPr>
      <w:rFonts w:ascii="Arial" w:hAnsi="Arial"/>
      <w:sz w:val="6"/>
    </w:rPr>
  </w:style>
  <w:style w:type="character" w:customStyle="1" w:styleId="HeaderChar">
    <w:name w:val="Header Char"/>
    <w:basedOn w:val="DefaultParagraphFont"/>
    <w:link w:val="Header"/>
    <w:uiPriority w:val="99"/>
    <w:rsid w:val="001864F8"/>
    <w:rPr>
      <w:rFonts w:ascii="Arial" w:hAnsi="Arial"/>
      <w:sz w:val="6"/>
    </w:rPr>
  </w:style>
  <w:style w:type="paragraph" w:styleId="HTMLAddress">
    <w:name w:val="HTML Address"/>
    <w:basedOn w:val="Normal"/>
    <w:link w:val="HTMLAddressChar"/>
    <w:uiPriority w:val="99"/>
    <w:semiHidden/>
    <w:unhideWhenUsed/>
    <w:rsid w:val="001A53F6"/>
    <w:pPr>
      <w:spacing w:after="0" w:line="240" w:lineRule="auto"/>
    </w:pPr>
    <w:rPr>
      <w:i/>
      <w:iCs/>
    </w:rPr>
  </w:style>
  <w:style w:type="character" w:customStyle="1" w:styleId="HTMLAddressChar">
    <w:name w:val="HTML Address Char"/>
    <w:basedOn w:val="DefaultParagraphFont"/>
    <w:link w:val="HTMLAddress"/>
    <w:uiPriority w:val="99"/>
    <w:semiHidden/>
    <w:rsid w:val="001A53F6"/>
    <w:rPr>
      <w:i/>
      <w:iCs/>
    </w:rPr>
  </w:style>
  <w:style w:type="paragraph" w:styleId="HTMLPreformatted">
    <w:name w:val="HTML Preformatted"/>
    <w:basedOn w:val="Normal"/>
    <w:link w:val="HTMLPreformattedChar"/>
    <w:uiPriority w:val="99"/>
    <w:semiHidden/>
    <w:unhideWhenUsed/>
    <w:rsid w:val="001A53F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A53F6"/>
    <w:rPr>
      <w:rFonts w:ascii="Consolas" w:hAnsi="Consolas"/>
      <w:sz w:val="20"/>
      <w:szCs w:val="20"/>
    </w:rPr>
  </w:style>
  <w:style w:type="paragraph" w:styleId="Index1">
    <w:name w:val="index 1"/>
    <w:basedOn w:val="Normal"/>
    <w:next w:val="Normal"/>
    <w:uiPriority w:val="99"/>
    <w:semiHidden/>
    <w:unhideWhenUsed/>
    <w:rsid w:val="001A53F6"/>
    <w:pPr>
      <w:spacing w:after="0" w:line="240" w:lineRule="auto"/>
      <w:ind w:left="220" w:hanging="220"/>
    </w:pPr>
  </w:style>
  <w:style w:type="paragraph" w:styleId="Index2">
    <w:name w:val="index 2"/>
    <w:basedOn w:val="Normal"/>
    <w:next w:val="Normal"/>
    <w:uiPriority w:val="99"/>
    <w:semiHidden/>
    <w:unhideWhenUsed/>
    <w:rsid w:val="001A53F6"/>
    <w:pPr>
      <w:spacing w:after="0" w:line="240" w:lineRule="auto"/>
      <w:ind w:left="440" w:hanging="220"/>
    </w:pPr>
  </w:style>
  <w:style w:type="paragraph" w:styleId="Index3">
    <w:name w:val="index 3"/>
    <w:basedOn w:val="Normal"/>
    <w:next w:val="Normal"/>
    <w:uiPriority w:val="99"/>
    <w:semiHidden/>
    <w:unhideWhenUsed/>
    <w:rsid w:val="001A53F6"/>
    <w:pPr>
      <w:spacing w:after="0" w:line="240" w:lineRule="auto"/>
      <w:ind w:left="660" w:hanging="220"/>
    </w:pPr>
  </w:style>
  <w:style w:type="paragraph" w:styleId="Index4">
    <w:name w:val="index 4"/>
    <w:basedOn w:val="Normal"/>
    <w:next w:val="Normal"/>
    <w:uiPriority w:val="99"/>
    <w:semiHidden/>
    <w:unhideWhenUsed/>
    <w:rsid w:val="001A53F6"/>
    <w:pPr>
      <w:spacing w:after="0" w:line="240" w:lineRule="auto"/>
      <w:ind w:left="880" w:hanging="220"/>
    </w:pPr>
  </w:style>
  <w:style w:type="paragraph" w:styleId="Index5">
    <w:name w:val="index 5"/>
    <w:basedOn w:val="Normal"/>
    <w:next w:val="Normal"/>
    <w:uiPriority w:val="99"/>
    <w:semiHidden/>
    <w:unhideWhenUsed/>
    <w:rsid w:val="001A53F6"/>
    <w:pPr>
      <w:spacing w:after="0" w:line="240" w:lineRule="auto"/>
      <w:ind w:left="1100" w:hanging="220"/>
    </w:pPr>
  </w:style>
  <w:style w:type="paragraph" w:styleId="Index6">
    <w:name w:val="index 6"/>
    <w:basedOn w:val="Normal"/>
    <w:next w:val="Normal"/>
    <w:uiPriority w:val="99"/>
    <w:semiHidden/>
    <w:unhideWhenUsed/>
    <w:rsid w:val="001A53F6"/>
    <w:pPr>
      <w:spacing w:after="0" w:line="240" w:lineRule="auto"/>
      <w:ind w:left="1320" w:hanging="220"/>
    </w:pPr>
  </w:style>
  <w:style w:type="paragraph" w:styleId="Index7">
    <w:name w:val="index 7"/>
    <w:basedOn w:val="Normal"/>
    <w:next w:val="Normal"/>
    <w:uiPriority w:val="99"/>
    <w:semiHidden/>
    <w:unhideWhenUsed/>
    <w:rsid w:val="001A53F6"/>
    <w:pPr>
      <w:spacing w:after="0" w:line="240" w:lineRule="auto"/>
      <w:ind w:left="1540" w:hanging="220"/>
    </w:pPr>
  </w:style>
  <w:style w:type="paragraph" w:styleId="Index8">
    <w:name w:val="index 8"/>
    <w:basedOn w:val="Normal"/>
    <w:next w:val="Normal"/>
    <w:uiPriority w:val="99"/>
    <w:semiHidden/>
    <w:unhideWhenUsed/>
    <w:rsid w:val="001A53F6"/>
    <w:pPr>
      <w:spacing w:after="0" w:line="240" w:lineRule="auto"/>
      <w:ind w:left="1760" w:hanging="220"/>
    </w:pPr>
  </w:style>
  <w:style w:type="paragraph" w:styleId="Index9">
    <w:name w:val="index 9"/>
    <w:basedOn w:val="Normal"/>
    <w:next w:val="Normal"/>
    <w:uiPriority w:val="99"/>
    <w:semiHidden/>
    <w:unhideWhenUsed/>
    <w:rsid w:val="001A53F6"/>
    <w:pPr>
      <w:spacing w:after="0" w:line="240" w:lineRule="auto"/>
      <w:ind w:left="1980" w:hanging="220"/>
    </w:pPr>
  </w:style>
  <w:style w:type="paragraph" w:styleId="IndexHeading">
    <w:name w:val="index heading"/>
    <w:basedOn w:val="Normal"/>
    <w:next w:val="Index1"/>
    <w:uiPriority w:val="99"/>
    <w:semiHidden/>
    <w:unhideWhenUsed/>
    <w:rsid w:val="001A53F6"/>
    <w:rPr>
      <w:rFonts w:asciiTheme="majorHAnsi" w:eastAsiaTheme="majorEastAsia" w:hAnsiTheme="majorHAnsi" w:cstheme="majorBidi"/>
      <w:b/>
      <w:bCs/>
    </w:rPr>
  </w:style>
  <w:style w:type="paragraph" w:styleId="IntenseQuote">
    <w:name w:val="Intense Quote"/>
    <w:basedOn w:val="Normal"/>
    <w:next w:val="Normal"/>
    <w:link w:val="IntenseQuoteChar"/>
    <w:uiPriority w:val="99"/>
    <w:semiHidden/>
    <w:rsid w:val="001A53F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A53F6"/>
    <w:rPr>
      <w:i/>
      <w:iCs/>
      <w:color w:val="5B9BD5" w:themeColor="accent1"/>
    </w:rPr>
  </w:style>
  <w:style w:type="paragraph" w:styleId="List">
    <w:name w:val="List"/>
    <w:basedOn w:val="Normal"/>
    <w:uiPriority w:val="99"/>
    <w:semiHidden/>
    <w:unhideWhenUsed/>
    <w:rsid w:val="001A53F6"/>
    <w:pPr>
      <w:ind w:left="283" w:hanging="283"/>
      <w:contextualSpacing/>
    </w:pPr>
  </w:style>
  <w:style w:type="paragraph" w:styleId="List2">
    <w:name w:val="List 2"/>
    <w:basedOn w:val="Normal"/>
    <w:uiPriority w:val="99"/>
    <w:semiHidden/>
    <w:unhideWhenUsed/>
    <w:rsid w:val="001A53F6"/>
    <w:pPr>
      <w:ind w:left="566" w:hanging="283"/>
      <w:contextualSpacing/>
    </w:pPr>
  </w:style>
  <w:style w:type="paragraph" w:styleId="List3">
    <w:name w:val="List 3"/>
    <w:basedOn w:val="Normal"/>
    <w:uiPriority w:val="99"/>
    <w:semiHidden/>
    <w:unhideWhenUsed/>
    <w:rsid w:val="001A53F6"/>
    <w:pPr>
      <w:ind w:left="849" w:hanging="283"/>
      <w:contextualSpacing/>
    </w:pPr>
  </w:style>
  <w:style w:type="paragraph" w:styleId="List4">
    <w:name w:val="List 4"/>
    <w:basedOn w:val="Normal"/>
    <w:uiPriority w:val="99"/>
    <w:semiHidden/>
    <w:unhideWhenUsed/>
    <w:rsid w:val="001A53F6"/>
    <w:pPr>
      <w:ind w:left="1132" w:hanging="283"/>
      <w:contextualSpacing/>
    </w:pPr>
  </w:style>
  <w:style w:type="paragraph" w:styleId="List5">
    <w:name w:val="List 5"/>
    <w:basedOn w:val="Normal"/>
    <w:uiPriority w:val="99"/>
    <w:semiHidden/>
    <w:unhideWhenUsed/>
    <w:rsid w:val="001A53F6"/>
    <w:pPr>
      <w:ind w:left="1415" w:hanging="283"/>
      <w:contextualSpacing/>
    </w:pPr>
  </w:style>
  <w:style w:type="paragraph" w:styleId="ListParagraph">
    <w:name w:val="List Paragraph"/>
    <w:basedOn w:val="Normal"/>
    <w:uiPriority w:val="99"/>
    <w:semiHidden/>
    <w:rsid w:val="001A53F6"/>
    <w:pPr>
      <w:ind w:left="720"/>
      <w:contextualSpacing/>
    </w:pPr>
  </w:style>
  <w:style w:type="paragraph" w:styleId="MacroText">
    <w:name w:val="macro"/>
    <w:link w:val="MacroTextChar"/>
    <w:uiPriority w:val="99"/>
    <w:semiHidden/>
    <w:unhideWhenUsed/>
    <w:rsid w:val="001A53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1A53F6"/>
    <w:rPr>
      <w:rFonts w:ascii="Consolas" w:hAnsi="Consolas"/>
      <w:sz w:val="20"/>
      <w:szCs w:val="20"/>
    </w:rPr>
  </w:style>
  <w:style w:type="paragraph" w:styleId="MessageHeader">
    <w:name w:val="Message Header"/>
    <w:basedOn w:val="Normal"/>
    <w:link w:val="MessageHeaderChar"/>
    <w:uiPriority w:val="99"/>
    <w:semiHidden/>
    <w:unhideWhenUsed/>
    <w:rsid w:val="001A53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1A53F6"/>
    <w:rPr>
      <w:rFonts w:asciiTheme="majorHAnsi" w:eastAsiaTheme="majorEastAsia" w:hAnsiTheme="majorHAnsi" w:cstheme="majorBidi"/>
      <w:sz w:val="24"/>
      <w:szCs w:val="24"/>
      <w:shd w:val="pct20" w:color="auto" w:fill="auto"/>
    </w:rPr>
  </w:style>
  <w:style w:type="paragraph" w:styleId="NoSpacing">
    <w:name w:val="No Spacing"/>
    <w:uiPriority w:val="1"/>
    <w:qFormat/>
    <w:rsid w:val="001A53F6"/>
    <w:pPr>
      <w:spacing w:after="0" w:line="240" w:lineRule="auto"/>
    </w:pPr>
    <w:rPr>
      <w:sz w:val="24"/>
    </w:rPr>
  </w:style>
  <w:style w:type="paragraph" w:styleId="NormalWeb">
    <w:name w:val="Normal (Web)"/>
    <w:basedOn w:val="Normal"/>
    <w:uiPriority w:val="99"/>
    <w:semiHidden/>
    <w:unhideWhenUsed/>
    <w:rsid w:val="001A53F6"/>
    <w:rPr>
      <w:rFonts w:ascii="Times New Roman" w:hAnsi="Times New Roman" w:cs="Times New Roman"/>
      <w:sz w:val="24"/>
      <w:szCs w:val="24"/>
    </w:rPr>
  </w:style>
  <w:style w:type="paragraph" w:styleId="NormalIndent">
    <w:name w:val="Normal Indent"/>
    <w:basedOn w:val="Normal"/>
    <w:uiPriority w:val="99"/>
    <w:semiHidden/>
    <w:unhideWhenUsed/>
    <w:rsid w:val="001A53F6"/>
    <w:pPr>
      <w:ind w:left="720"/>
    </w:pPr>
  </w:style>
  <w:style w:type="paragraph" w:styleId="NoteHeading">
    <w:name w:val="Note Heading"/>
    <w:basedOn w:val="Normal"/>
    <w:next w:val="Normal"/>
    <w:link w:val="NoteHeadingChar"/>
    <w:uiPriority w:val="99"/>
    <w:semiHidden/>
    <w:unhideWhenUsed/>
    <w:rsid w:val="001A53F6"/>
    <w:pPr>
      <w:spacing w:after="0" w:line="240" w:lineRule="auto"/>
    </w:pPr>
  </w:style>
  <w:style w:type="character" w:customStyle="1" w:styleId="NoteHeadingChar">
    <w:name w:val="Note Heading Char"/>
    <w:basedOn w:val="DefaultParagraphFont"/>
    <w:link w:val="NoteHeading"/>
    <w:uiPriority w:val="99"/>
    <w:semiHidden/>
    <w:rsid w:val="001A53F6"/>
  </w:style>
  <w:style w:type="paragraph" w:styleId="PlainText">
    <w:name w:val="Plain Text"/>
    <w:basedOn w:val="Normal"/>
    <w:link w:val="PlainTextChar"/>
    <w:uiPriority w:val="99"/>
    <w:semiHidden/>
    <w:unhideWhenUsed/>
    <w:rsid w:val="001A53F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A53F6"/>
    <w:rPr>
      <w:rFonts w:ascii="Consolas" w:hAnsi="Consolas"/>
      <w:sz w:val="21"/>
      <w:szCs w:val="21"/>
    </w:rPr>
  </w:style>
  <w:style w:type="paragraph" w:styleId="Quote">
    <w:name w:val="Quote"/>
    <w:basedOn w:val="Normal"/>
    <w:next w:val="Normal"/>
    <w:link w:val="QuoteChar"/>
    <w:uiPriority w:val="29"/>
    <w:qFormat/>
    <w:rsid w:val="001A53F6"/>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1A53F6"/>
    <w:rPr>
      <w:i/>
      <w:iCs/>
      <w:color w:val="404040" w:themeColor="text1" w:themeTint="BF"/>
    </w:rPr>
  </w:style>
  <w:style w:type="paragraph" w:styleId="Salutation">
    <w:name w:val="Salutation"/>
    <w:basedOn w:val="Normal"/>
    <w:next w:val="Normal"/>
    <w:link w:val="SalutationChar"/>
    <w:uiPriority w:val="99"/>
    <w:semiHidden/>
    <w:unhideWhenUsed/>
    <w:rsid w:val="001A53F6"/>
  </w:style>
  <w:style w:type="character" w:customStyle="1" w:styleId="SalutationChar">
    <w:name w:val="Salutation Char"/>
    <w:basedOn w:val="DefaultParagraphFont"/>
    <w:link w:val="Salutation"/>
    <w:uiPriority w:val="99"/>
    <w:semiHidden/>
    <w:rsid w:val="001A53F6"/>
  </w:style>
  <w:style w:type="paragraph" w:styleId="Signature">
    <w:name w:val="Signature"/>
    <w:basedOn w:val="Normal"/>
    <w:link w:val="SignatureChar"/>
    <w:uiPriority w:val="99"/>
    <w:semiHidden/>
    <w:unhideWhenUsed/>
    <w:rsid w:val="001A53F6"/>
    <w:pPr>
      <w:spacing w:after="0" w:line="240" w:lineRule="auto"/>
      <w:ind w:left="4252"/>
    </w:pPr>
  </w:style>
  <w:style w:type="character" w:customStyle="1" w:styleId="SignatureChar">
    <w:name w:val="Signature Char"/>
    <w:basedOn w:val="DefaultParagraphFont"/>
    <w:link w:val="Signature"/>
    <w:uiPriority w:val="99"/>
    <w:semiHidden/>
    <w:rsid w:val="001A53F6"/>
  </w:style>
  <w:style w:type="paragraph" w:styleId="Subtitle">
    <w:name w:val="Subtitle"/>
    <w:basedOn w:val="Normal"/>
    <w:next w:val="BodyText"/>
    <w:link w:val="SubtitleChar"/>
    <w:uiPriority w:val="11"/>
    <w:qFormat/>
    <w:rsid w:val="00416131"/>
    <w:pPr>
      <w:numPr>
        <w:ilvl w:val="1"/>
      </w:numPr>
      <w:spacing w:after="454" w:line="240" w:lineRule="exact"/>
      <w:contextualSpacing/>
      <w:jc w:val="center"/>
    </w:pPr>
    <w:rPr>
      <w:rFonts w:ascii="Arial" w:hAnsi="Arial"/>
      <w:spacing w:val="15"/>
      <w:sz w:val="20"/>
    </w:rPr>
  </w:style>
  <w:style w:type="character" w:customStyle="1" w:styleId="SubtitleChar">
    <w:name w:val="Subtitle Char"/>
    <w:basedOn w:val="DefaultParagraphFont"/>
    <w:link w:val="Subtitle"/>
    <w:uiPriority w:val="11"/>
    <w:rsid w:val="00416131"/>
    <w:rPr>
      <w:rFonts w:ascii="Arial" w:hAnsi="Arial"/>
      <w:spacing w:val="15"/>
      <w:sz w:val="20"/>
    </w:rPr>
  </w:style>
  <w:style w:type="paragraph" w:styleId="TableofAuthorities">
    <w:name w:val="table of authorities"/>
    <w:basedOn w:val="Normal"/>
    <w:next w:val="Normal"/>
    <w:uiPriority w:val="99"/>
    <w:semiHidden/>
    <w:unhideWhenUsed/>
    <w:rsid w:val="001A53F6"/>
    <w:pPr>
      <w:spacing w:after="0"/>
      <w:ind w:left="220" w:hanging="220"/>
    </w:pPr>
  </w:style>
  <w:style w:type="paragraph" w:styleId="TableofFigures">
    <w:name w:val="table of figures"/>
    <w:basedOn w:val="Normal"/>
    <w:next w:val="Normal"/>
    <w:uiPriority w:val="99"/>
    <w:semiHidden/>
    <w:unhideWhenUsed/>
    <w:rsid w:val="001A53F6"/>
    <w:pPr>
      <w:spacing w:after="0"/>
    </w:pPr>
  </w:style>
  <w:style w:type="paragraph" w:styleId="Title">
    <w:name w:val="Title"/>
    <w:basedOn w:val="Normal"/>
    <w:next w:val="Subtitle"/>
    <w:link w:val="TitleChar"/>
    <w:uiPriority w:val="10"/>
    <w:qFormat/>
    <w:rsid w:val="00416131"/>
    <w:pPr>
      <w:spacing w:after="197" w:line="240" w:lineRule="auto"/>
      <w:contextualSpacing/>
      <w:jc w:val="center"/>
    </w:pPr>
    <w:rPr>
      <w:rFonts w:ascii="Arial" w:eastAsiaTheme="majorEastAsia" w:hAnsi="Arial" w:cstheme="majorBidi"/>
      <w:b/>
      <w:spacing w:val="-10"/>
      <w:kern w:val="28"/>
      <w:sz w:val="32"/>
      <w:szCs w:val="56"/>
    </w:rPr>
  </w:style>
  <w:style w:type="character" w:customStyle="1" w:styleId="TitleChar">
    <w:name w:val="Title Char"/>
    <w:basedOn w:val="DefaultParagraphFont"/>
    <w:link w:val="Title"/>
    <w:uiPriority w:val="10"/>
    <w:rsid w:val="00416131"/>
    <w:rPr>
      <w:rFonts w:ascii="Arial" w:eastAsiaTheme="majorEastAsia" w:hAnsi="Arial" w:cstheme="majorBidi"/>
      <w:b/>
      <w:spacing w:val="-10"/>
      <w:kern w:val="28"/>
      <w:sz w:val="32"/>
      <w:szCs w:val="56"/>
    </w:rPr>
  </w:style>
  <w:style w:type="paragraph" w:styleId="TOAHeading">
    <w:name w:val="toa heading"/>
    <w:basedOn w:val="Normal"/>
    <w:next w:val="Normal"/>
    <w:uiPriority w:val="99"/>
    <w:semiHidden/>
    <w:unhideWhenUsed/>
    <w:rsid w:val="001A53F6"/>
    <w:pPr>
      <w:spacing w:before="120"/>
    </w:pPr>
    <w:rPr>
      <w:rFonts w:asciiTheme="majorHAnsi" w:eastAsiaTheme="majorEastAsia" w:hAnsiTheme="majorHAnsi" w:cstheme="majorBidi"/>
      <w:b/>
      <w:bCs/>
      <w:sz w:val="24"/>
      <w:szCs w:val="24"/>
    </w:rPr>
  </w:style>
  <w:style w:type="paragraph" w:styleId="TOC1">
    <w:name w:val="toc 1"/>
    <w:basedOn w:val="Normal"/>
    <w:next w:val="Normal"/>
    <w:uiPriority w:val="39"/>
    <w:semiHidden/>
    <w:unhideWhenUsed/>
    <w:rsid w:val="001A53F6"/>
    <w:pPr>
      <w:spacing w:after="100"/>
    </w:pPr>
  </w:style>
  <w:style w:type="paragraph" w:styleId="TOC2">
    <w:name w:val="toc 2"/>
    <w:basedOn w:val="Normal"/>
    <w:next w:val="Normal"/>
    <w:uiPriority w:val="39"/>
    <w:semiHidden/>
    <w:unhideWhenUsed/>
    <w:rsid w:val="001A53F6"/>
    <w:pPr>
      <w:spacing w:after="100"/>
      <w:ind w:left="220"/>
    </w:pPr>
  </w:style>
  <w:style w:type="paragraph" w:styleId="TOC3">
    <w:name w:val="toc 3"/>
    <w:basedOn w:val="Normal"/>
    <w:next w:val="Normal"/>
    <w:uiPriority w:val="39"/>
    <w:semiHidden/>
    <w:unhideWhenUsed/>
    <w:rsid w:val="001A53F6"/>
    <w:pPr>
      <w:spacing w:after="100"/>
      <w:ind w:left="440"/>
    </w:pPr>
  </w:style>
  <w:style w:type="paragraph" w:styleId="TOC4">
    <w:name w:val="toc 4"/>
    <w:basedOn w:val="Normal"/>
    <w:next w:val="Normal"/>
    <w:uiPriority w:val="39"/>
    <w:semiHidden/>
    <w:unhideWhenUsed/>
    <w:rsid w:val="001A53F6"/>
    <w:pPr>
      <w:spacing w:after="100"/>
      <w:ind w:left="660"/>
    </w:pPr>
  </w:style>
  <w:style w:type="paragraph" w:styleId="TOC5">
    <w:name w:val="toc 5"/>
    <w:basedOn w:val="Normal"/>
    <w:next w:val="Normal"/>
    <w:uiPriority w:val="39"/>
    <w:semiHidden/>
    <w:unhideWhenUsed/>
    <w:rsid w:val="001A53F6"/>
    <w:pPr>
      <w:spacing w:after="100"/>
      <w:ind w:left="880"/>
    </w:pPr>
  </w:style>
  <w:style w:type="paragraph" w:styleId="TOC6">
    <w:name w:val="toc 6"/>
    <w:basedOn w:val="Normal"/>
    <w:next w:val="Normal"/>
    <w:uiPriority w:val="39"/>
    <w:semiHidden/>
    <w:unhideWhenUsed/>
    <w:rsid w:val="001A53F6"/>
    <w:pPr>
      <w:spacing w:after="100"/>
      <w:ind w:left="1100"/>
    </w:pPr>
  </w:style>
  <w:style w:type="paragraph" w:styleId="TOC7">
    <w:name w:val="toc 7"/>
    <w:basedOn w:val="Normal"/>
    <w:next w:val="Normal"/>
    <w:uiPriority w:val="39"/>
    <w:semiHidden/>
    <w:unhideWhenUsed/>
    <w:rsid w:val="001A53F6"/>
    <w:pPr>
      <w:spacing w:after="100"/>
      <w:ind w:left="1320"/>
    </w:pPr>
  </w:style>
  <w:style w:type="paragraph" w:styleId="TOC8">
    <w:name w:val="toc 8"/>
    <w:basedOn w:val="Normal"/>
    <w:next w:val="Normal"/>
    <w:uiPriority w:val="39"/>
    <w:semiHidden/>
    <w:unhideWhenUsed/>
    <w:rsid w:val="001A53F6"/>
    <w:pPr>
      <w:spacing w:after="100"/>
      <w:ind w:left="1540"/>
    </w:pPr>
  </w:style>
  <w:style w:type="paragraph" w:styleId="TOC9">
    <w:name w:val="toc 9"/>
    <w:basedOn w:val="Normal"/>
    <w:next w:val="Normal"/>
    <w:uiPriority w:val="39"/>
    <w:semiHidden/>
    <w:unhideWhenUsed/>
    <w:rsid w:val="001A53F6"/>
    <w:pPr>
      <w:spacing w:after="100"/>
      <w:ind w:left="1760"/>
    </w:pPr>
  </w:style>
  <w:style w:type="paragraph" w:styleId="TOCHeading">
    <w:name w:val="TOC Heading"/>
    <w:basedOn w:val="Heading1"/>
    <w:next w:val="Normal"/>
    <w:uiPriority w:val="39"/>
    <w:semiHidden/>
    <w:unhideWhenUsed/>
    <w:qFormat/>
    <w:rsid w:val="001A53F6"/>
    <w:pPr>
      <w:outlineLvl w:val="9"/>
    </w:pPr>
  </w:style>
  <w:style w:type="character" w:styleId="BookTitle">
    <w:name w:val="Book Title"/>
    <w:basedOn w:val="DefaultParagraphFont"/>
    <w:uiPriority w:val="99"/>
    <w:semiHidden/>
    <w:rsid w:val="001A53F6"/>
    <w:rPr>
      <w:b/>
      <w:bCs/>
      <w:i/>
      <w:iCs/>
      <w:spacing w:val="5"/>
    </w:rPr>
  </w:style>
  <w:style w:type="character" w:styleId="IntenseEmphasis">
    <w:name w:val="Intense Emphasis"/>
    <w:basedOn w:val="DefaultParagraphFont"/>
    <w:uiPriority w:val="99"/>
    <w:semiHidden/>
    <w:rsid w:val="001A53F6"/>
    <w:rPr>
      <w:i/>
      <w:iCs/>
      <w:color w:val="5B9BD5" w:themeColor="accent1"/>
    </w:rPr>
  </w:style>
  <w:style w:type="character" w:styleId="IntenseReference">
    <w:name w:val="Intense Reference"/>
    <w:basedOn w:val="DefaultParagraphFont"/>
    <w:uiPriority w:val="99"/>
    <w:semiHidden/>
    <w:rsid w:val="001A53F6"/>
    <w:rPr>
      <w:b/>
      <w:bCs/>
      <w:smallCaps/>
      <w:color w:val="5B9BD5" w:themeColor="accent1"/>
      <w:spacing w:val="5"/>
    </w:rPr>
  </w:style>
  <w:style w:type="character" w:styleId="SubtleEmphasis">
    <w:name w:val="Subtle Emphasis"/>
    <w:basedOn w:val="DefaultParagraphFont"/>
    <w:uiPriority w:val="99"/>
    <w:semiHidden/>
    <w:rsid w:val="001A53F6"/>
    <w:rPr>
      <w:i/>
      <w:iCs/>
      <w:color w:val="404040" w:themeColor="text1" w:themeTint="BF"/>
    </w:rPr>
  </w:style>
  <w:style w:type="character" w:styleId="SubtleReference">
    <w:name w:val="Subtle Reference"/>
    <w:basedOn w:val="DefaultParagraphFont"/>
    <w:uiPriority w:val="99"/>
    <w:semiHidden/>
    <w:rsid w:val="001A53F6"/>
    <w:rPr>
      <w:smallCaps/>
      <w:color w:val="5A5A5A" w:themeColor="text1" w:themeTint="A5"/>
    </w:rPr>
  </w:style>
  <w:style w:type="character" w:styleId="Hyperlink">
    <w:name w:val="Hyperlink"/>
    <w:basedOn w:val="DefaultParagraphFont"/>
    <w:uiPriority w:val="99"/>
    <w:unhideWhenUsed/>
    <w:rsid w:val="001A53F6"/>
    <w:rPr>
      <w:color w:val="0563C1" w:themeColor="hyperlink"/>
      <w:u w:val="single"/>
    </w:rPr>
  </w:style>
  <w:style w:type="numbering" w:customStyle="1" w:styleId="ListBullets">
    <w:name w:val="ListBullets"/>
    <w:uiPriority w:val="99"/>
    <w:rsid w:val="003E4E8D"/>
    <w:pPr>
      <w:numPr>
        <w:numId w:val="21"/>
      </w:numPr>
    </w:pPr>
  </w:style>
  <w:style w:type="character" w:styleId="PlaceholderText">
    <w:name w:val="Placeholder Text"/>
    <w:basedOn w:val="DefaultParagraphFont"/>
    <w:uiPriority w:val="99"/>
    <w:semiHidden/>
    <w:rsid w:val="00AB38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hyperlink" Target="mailto:rclark@nam.ac.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B-Strategic%20Management:6-Museum%20Identity:1-Branding:4%20-%20Visual%20Identity%202013:Development:Visual%20Communications%20Implementation%20Project%202016:Design%20Department%20Brief_Revised.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E32A1497996A418942EC99FA79A7F7"/>
        <w:category>
          <w:name w:val="General"/>
          <w:gallery w:val="placeholder"/>
        </w:category>
        <w:types>
          <w:type w:val="bbPlcHdr"/>
        </w:types>
        <w:behaviors>
          <w:behavior w:val="content"/>
        </w:behaviors>
        <w:guid w:val="{5FF6B499-C3DF-F144-89A4-16B0E48DBC6D}"/>
      </w:docPartPr>
      <w:docPartBody>
        <w:p w:rsidR="002E07AD" w:rsidRDefault="002E07AD">
          <w:pPr>
            <w:pStyle w:val="00E32A1497996A418942EC99FA79A7F7"/>
          </w:pPr>
          <w:r w:rsidRPr="008F132E">
            <w:rPr>
              <w:rStyle w:val="PlaceholderText"/>
            </w:rPr>
            <w:t>Click or tap here to enter text.</w:t>
          </w:r>
        </w:p>
      </w:docPartBody>
    </w:docPart>
    <w:docPart>
      <w:docPartPr>
        <w:name w:val="E91E2DF636FBB843ADE178997412B8D1"/>
        <w:category>
          <w:name w:val="General"/>
          <w:gallery w:val="placeholder"/>
        </w:category>
        <w:types>
          <w:type w:val="bbPlcHdr"/>
        </w:types>
        <w:behaviors>
          <w:behavior w:val="content"/>
        </w:behaviors>
        <w:guid w:val="{693EB97F-9252-B140-BE4B-1116C68B79F8}"/>
      </w:docPartPr>
      <w:docPartBody>
        <w:p w:rsidR="002E07AD" w:rsidRDefault="002E07AD">
          <w:pPr>
            <w:pStyle w:val="E91E2DF636FBB843ADE178997412B8D1"/>
          </w:pPr>
          <w:r>
            <w:rPr>
              <w:rStyle w:val="PlaceholderText"/>
            </w:rPr>
            <w:t>Your name</w:t>
          </w:r>
        </w:p>
      </w:docPartBody>
    </w:docPart>
    <w:docPart>
      <w:docPartPr>
        <w:name w:val="1589381014EAA74F85111F0468A7492C"/>
        <w:category>
          <w:name w:val="General"/>
          <w:gallery w:val="placeholder"/>
        </w:category>
        <w:types>
          <w:type w:val="bbPlcHdr"/>
        </w:types>
        <w:behaviors>
          <w:behavior w:val="content"/>
        </w:behaviors>
        <w:guid w:val="{645F540B-B3BB-8541-AEF6-5AAEC50FA7A4}"/>
      </w:docPartPr>
      <w:docPartBody>
        <w:p w:rsidR="002E07AD" w:rsidRPr="0090075F" w:rsidRDefault="002E07AD" w:rsidP="002E07AD">
          <w:pPr>
            <w:pStyle w:val="BodyText"/>
            <w:rPr>
              <w:rStyle w:val="PlaceholderText"/>
            </w:rPr>
          </w:pPr>
          <w:r w:rsidRPr="0090075F">
            <w:rPr>
              <w:rStyle w:val="PlaceholderText"/>
            </w:rPr>
            <w:t>When the work is needed by, for example… 3/10/16</w:t>
          </w:r>
        </w:p>
        <w:p w:rsidR="002E07AD" w:rsidRDefault="002E07AD">
          <w:pPr>
            <w:pStyle w:val="1589381014EAA74F85111F0468A7492C"/>
          </w:pPr>
          <w:r w:rsidRPr="0090075F">
            <w:rPr>
              <w:rStyle w:val="PlaceholderText"/>
            </w:rPr>
            <w:t>Marketing campaigns may last for up to a year</w:t>
          </w:r>
        </w:p>
      </w:docPartBody>
    </w:docPart>
    <w:docPart>
      <w:docPartPr>
        <w:name w:val="0D16400CADAB3C458B3315C20682B804"/>
        <w:category>
          <w:name w:val="General"/>
          <w:gallery w:val="placeholder"/>
        </w:category>
        <w:types>
          <w:type w:val="bbPlcHdr"/>
        </w:types>
        <w:behaviors>
          <w:behavior w:val="content"/>
        </w:behaviors>
        <w:guid w:val="{4E699839-6F8A-B94A-B4CD-33238A2F7C24}"/>
      </w:docPartPr>
      <w:docPartBody>
        <w:p w:rsidR="002E07AD" w:rsidRDefault="002E07AD">
          <w:pPr>
            <w:pStyle w:val="0D16400CADAB3C458B3315C20682B804"/>
          </w:pPr>
          <w:r w:rsidRPr="008F132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4002EFF" w:usb1="C000E47F" w:usb2="00000009" w:usb3="00000000" w:csb0="000001FF" w:csb1="00000000"/>
  </w:font>
  <w:font w:name="Consolas">
    <w:panose1 w:val="020B0609020204030204"/>
    <w:charset w:val="00"/>
    <w:family w:val="auto"/>
    <w:pitch w:val="variable"/>
    <w:sig w:usb0="E10002FF" w:usb1="4000F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7AD"/>
    <w:rsid w:val="002E07AD"/>
    <w:rsid w:val="008C65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0E32A1497996A418942EC99FA79A7F7">
    <w:name w:val="00E32A1497996A418942EC99FA79A7F7"/>
  </w:style>
  <w:style w:type="paragraph" w:customStyle="1" w:styleId="E91E2DF636FBB843ADE178997412B8D1">
    <w:name w:val="E91E2DF636FBB843ADE178997412B8D1"/>
  </w:style>
  <w:style w:type="paragraph" w:styleId="BodyText">
    <w:name w:val="Body Text"/>
    <w:basedOn w:val="Normal"/>
    <w:link w:val="BodyTextChar"/>
    <w:unhideWhenUsed/>
    <w:qFormat/>
    <w:pPr>
      <w:spacing w:before="60" w:after="60" w:line="259" w:lineRule="auto"/>
      <w:ind w:left="85" w:right="85"/>
      <w:contextualSpacing/>
    </w:pPr>
    <w:rPr>
      <w:rFonts w:ascii="Arial" w:hAnsi="Arial"/>
      <w:sz w:val="18"/>
      <w:szCs w:val="22"/>
      <w:lang w:eastAsia="en-GB"/>
    </w:rPr>
  </w:style>
  <w:style w:type="character" w:customStyle="1" w:styleId="BodyTextChar">
    <w:name w:val="Body Text Char"/>
    <w:basedOn w:val="DefaultParagraphFont"/>
    <w:link w:val="BodyText"/>
    <w:rPr>
      <w:rFonts w:ascii="Arial" w:hAnsi="Arial"/>
      <w:sz w:val="18"/>
      <w:szCs w:val="22"/>
      <w:lang w:eastAsia="en-GB"/>
    </w:rPr>
  </w:style>
  <w:style w:type="paragraph" w:customStyle="1" w:styleId="1589381014EAA74F85111F0468A7492C">
    <w:name w:val="1589381014EAA74F85111F0468A7492C"/>
  </w:style>
  <w:style w:type="paragraph" w:customStyle="1" w:styleId="0D16400CADAB3C458B3315C20682B804">
    <w:name w:val="0D16400CADAB3C458B3315C20682B80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0E32A1497996A418942EC99FA79A7F7">
    <w:name w:val="00E32A1497996A418942EC99FA79A7F7"/>
  </w:style>
  <w:style w:type="paragraph" w:customStyle="1" w:styleId="E91E2DF636FBB843ADE178997412B8D1">
    <w:name w:val="E91E2DF636FBB843ADE178997412B8D1"/>
  </w:style>
  <w:style w:type="paragraph" w:styleId="BodyText">
    <w:name w:val="Body Text"/>
    <w:basedOn w:val="Normal"/>
    <w:link w:val="BodyTextChar"/>
    <w:unhideWhenUsed/>
    <w:qFormat/>
    <w:pPr>
      <w:spacing w:before="60" w:after="60" w:line="259" w:lineRule="auto"/>
      <w:ind w:left="85" w:right="85"/>
      <w:contextualSpacing/>
    </w:pPr>
    <w:rPr>
      <w:rFonts w:ascii="Arial" w:hAnsi="Arial"/>
      <w:sz w:val="18"/>
      <w:szCs w:val="22"/>
      <w:lang w:eastAsia="en-GB"/>
    </w:rPr>
  </w:style>
  <w:style w:type="character" w:customStyle="1" w:styleId="BodyTextChar">
    <w:name w:val="Body Text Char"/>
    <w:basedOn w:val="DefaultParagraphFont"/>
    <w:link w:val="BodyText"/>
    <w:rPr>
      <w:rFonts w:ascii="Arial" w:hAnsi="Arial"/>
      <w:sz w:val="18"/>
      <w:szCs w:val="22"/>
      <w:lang w:eastAsia="en-GB"/>
    </w:rPr>
  </w:style>
  <w:style w:type="paragraph" w:customStyle="1" w:styleId="1589381014EAA74F85111F0468A7492C">
    <w:name w:val="1589381014EAA74F85111F0468A7492C"/>
  </w:style>
  <w:style w:type="paragraph" w:customStyle="1" w:styleId="0D16400CADAB3C458B3315C20682B804">
    <w:name w:val="0D16400CADAB3C458B3315C20682B8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86F00-8B2C-2845-8683-BB51B08C7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Design Department Brief_Revised.dotm</Template>
  <TotalTime>3</TotalTime>
  <Pages>2</Pages>
  <Words>292</Words>
  <Characters>1666</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Redditt</dc:creator>
  <cp:keywords/>
  <dc:description/>
  <cp:lastModifiedBy>Nikki Redditt</cp:lastModifiedBy>
  <cp:revision>3</cp:revision>
  <dcterms:created xsi:type="dcterms:W3CDTF">2017-01-25T11:47:00Z</dcterms:created>
  <dcterms:modified xsi:type="dcterms:W3CDTF">2017-01-25T11:52:00Z</dcterms:modified>
</cp:coreProperties>
</file>